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7DA" w:rsidRPr="00EE407C" w:rsidRDefault="000737DA" w:rsidP="002450FC">
      <w:pPr>
        <w:pStyle w:val="Titel"/>
        <w:rPr>
          <w:color w:val="000000"/>
        </w:rPr>
      </w:pPr>
      <w:r>
        <w:rPr>
          <w:noProof/>
          <w:lang w:val="de-DE"/>
        </w:rPr>
        <w:drawing>
          <wp:anchor distT="0" distB="0" distL="114300" distR="114300" simplePos="0" relativeHeight="251660288" behindDoc="0" locked="0" layoutInCell="1" allowOverlap="1" wp14:anchorId="361756FB" wp14:editId="3870BA91">
            <wp:simplePos x="0" y="0"/>
            <wp:positionH relativeFrom="column">
              <wp:posOffset>4804883</wp:posOffset>
            </wp:positionH>
            <wp:positionV relativeFrom="paragraph">
              <wp:posOffset>-501650</wp:posOffset>
            </wp:positionV>
            <wp:extent cx="1374775" cy="1238885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4775" cy="1238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6843">
        <w:rPr>
          <w:noProof/>
          <w:lang w:val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7B22F48" wp14:editId="69CCB87E">
                <wp:simplePos x="0" y="0"/>
                <wp:positionH relativeFrom="column">
                  <wp:posOffset>3175</wp:posOffset>
                </wp:positionH>
                <wp:positionV relativeFrom="paragraph">
                  <wp:posOffset>-454025</wp:posOffset>
                </wp:positionV>
                <wp:extent cx="6170295" cy="1332865"/>
                <wp:effectExtent l="0" t="0" r="20955" b="38735"/>
                <wp:wrapNone/>
                <wp:docPr id="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0295" cy="1332865"/>
                          <a:chOff x="1134" y="567"/>
                          <a:chExt cx="9717" cy="2099"/>
                        </a:xfrm>
                      </wpg:grpSpPr>
                      <wps:wsp>
                        <wps:cNvPr id="2" name="Line 2"/>
                        <wps:cNvCnPr/>
                        <wps:spPr bwMode="auto">
                          <a:xfrm>
                            <a:off x="1134" y="2665"/>
                            <a:ext cx="9717" cy="1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4" name="Picture 9" descr="enemar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4" y="567"/>
                            <a:ext cx="4650" cy="1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.25pt;margin-top:-35.75pt;width:485.85pt;height:104.95pt;z-index:251659264" coordorigin="1134,567" coordsize="9717,209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">
                <v:line id="Line 2" o:spid="_x0000_s1027" style="position:absolute;visibility:visible;mso-wrap-style:square" from="1134,2665" to="10851,26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Jr1sIAAADaAAAADwAAAGRycy9kb3ducmV2LnhtbESPQYvCMBSE74L/ITxhL7KmehCpjbIU&#10;BEEvuop6ezRvm7LNS22idv+9ERY8DjPzDZMtO1uLO7W+cqxgPEpAEBdOV1wqOHyvPmcgfEDWWDsm&#10;BX/kYbno9zJMtXvwju77UIoIYZ+iAhNCk0rpC0MW/cg1xNH7ca3FEGVbSt3iI8JtLSdJMpUWK44L&#10;BhvKDRW/+5tVUNzM5jrk4fFSyelpK/Muyc87pT4G3dccRKAuvMP/7bVWMIHXlXgD5OI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lJr1sIAAADaAAAADwAAAAAAAAAAAAAA&#10;AAChAgAAZHJzL2Rvd25yZXYueG1sUEsFBgAAAAAEAAQA+QAAAJADAAAAAA==&#10;" strokeweight=".5pt">
                  <v:stroke startarrowwidth="narrow" startarrowlength="short" endarrowwidth="narrow" endarrowlength="short"/>
                </v:lin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alt="enemark" style="position:absolute;left:1134;top:567;width:4650;height:19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VAFLBAAAA2gAAAA8AAABkcnMvZG93bnJldi54bWxEj9GKwjAURN8F/yFcYd80dbuKVqPIgsuC&#10;+GDrB1yba1tsbkoTa/37zYLg4zAzZ5j1tje16Kh1lWUF00kEgji3uuJCwTnbjxcgnEfWWFsmBU9y&#10;sN0MB2tMtH3wibrUFyJA2CWooPS+SaR0eUkG3cQ2xMG72tagD7ItpG7xEeCmlp9RNJcGKw4LJTb0&#10;XVJ+S+9GQVwtLrWJD1n8Y44z1s/lMe28Uh+jfrcC4an37/Cr/asVfMH/lXAD5OY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wVAFLBAAAA2gAAAA8AAAAAAAAAAAAAAAAAnwIA&#10;AGRycy9kb3ducmV2LnhtbFBLBQYAAAAABAAEAPcAAACNAwAAAAA=&#10;">
                  <v:imagedata r:id="rId9" o:title="enemark"/>
                </v:shape>
              </v:group>
            </w:pict>
          </mc:Fallback>
        </mc:AlternateContent>
      </w:r>
    </w:p>
    <w:p w:rsidR="000737DA" w:rsidRPr="00EE407C" w:rsidRDefault="000737DA" w:rsidP="002450FC"/>
    <w:p w:rsidR="00905655" w:rsidRPr="00F80FD2" w:rsidRDefault="00905655" w:rsidP="002450FC"/>
    <w:p w:rsidR="00905655" w:rsidRPr="00F80FD2" w:rsidRDefault="00905655" w:rsidP="002450FC"/>
    <w:p w:rsidR="00905655" w:rsidRPr="00F80FD2" w:rsidRDefault="00905655" w:rsidP="002450FC"/>
    <w:p w:rsidR="005C152F" w:rsidRPr="00F80FD2" w:rsidRDefault="005C152F" w:rsidP="002450FC"/>
    <w:p w:rsidR="000737DA" w:rsidRDefault="000737DA" w:rsidP="002450FC"/>
    <w:p w:rsidR="000737DA" w:rsidRDefault="000737DA" w:rsidP="002450FC"/>
    <w:p w:rsidR="005C152F" w:rsidRPr="00F80FD2" w:rsidRDefault="005C152F" w:rsidP="002450FC">
      <w:proofErr w:type="spellStart"/>
      <w:r w:rsidRPr="00F80FD2">
        <w:t>Wadden</w:t>
      </w:r>
      <w:proofErr w:type="spellEnd"/>
      <w:r w:rsidRPr="00F80FD2">
        <w:t xml:space="preserve"> Sea Board</w:t>
      </w:r>
    </w:p>
    <w:p w:rsidR="00CA66BF" w:rsidRPr="00F80FD2" w:rsidRDefault="00CA66BF" w:rsidP="002450FC">
      <w:r w:rsidRPr="00F80FD2">
        <w:t>Members and Advisors</w:t>
      </w:r>
    </w:p>
    <w:p w:rsidR="005C152F" w:rsidRPr="00F80FD2" w:rsidRDefault="005C152F" w:rsidP="002450FC"/>
    <w:p w:rsidR="005C152F" w:rsidRPr="00F80FD2" w:rsidRDefault="005C152F" w:rsidP="002450FC"/>
    <w:p w:rsidR="005C152F" w:rsidRPr="00F80FD2" w:rsidRDefault="005C152F" w:rsidP="002450FC"/>
    <w:p w:rsidR="00905655" w:rsidRPr="00F80FD2" w:rsidRDefault="00F005EB" w:rsidP="002450FC">
      <w:r>
        <w:t>Our ref.: 14</w:t>
      </w:r>
      <w:r w:rsidR="00247287" w:rsidRPr="00F80FD2">
        <w:t xml:space="preserve"> </w:t>
      </w:r>
      <w:r w:rsidR="005A6CA2">
        <w:t>–</w:t>
      </w:r>
      <w:r w:rsidR="00905655" w:rsidRPr="00F80FD2">
        <w:t xml:space="preserve"> </w:t>
      </w:r>
      <w:r w:rsidR="005A6CA2">
        <w:t>0</w:t>
      </w:r>
      <w:r>
        <w:t>38</w:t>
      </w:r>
    </w:p>
    <w:p w:rsidR="00905655" w:rsidRPr="00F80FD2" w:rsidRDefault="00905655" w:rsidP="002450FC">
      <w:r w:rsidRPr="00F80FD2">
        <w:t>Date</w:t>
      </w:r>
      <w:r w:rsidR="000F3A17" w:rsidRPr="00F80FD2">
        <w:t xml:space="preserve">: </w:t>
      </w:r>
      <w:r w:rsidR="00F005EB">
        <w:t>05</w:t>
      </w:r>
      <w:r w:rsidR="007F5DAE">
        <w:t>.0</w:t>
      </w:r>
      <w:r w:rsidR="00F005EB">
        <w:t>5</w:t>
      </w:r>
      <w:r w:rsidR="007F5DAE">
        <w:t>.20</w:t>
      </w:r>
      <w:r w:rsidR="00F005EB">
        <w:t>14</w:t>
      </w:r>
    </w:p>
    <w:p w:rsidR="0028202D" w:rsidRPr="00F80FD2" w:rsidRDefault="0028202D" w:rsidP="002450FC"/>
    <w:p w:rsidR="00C313A4" w:rsidRPr="00F80FD2" w:rsidRDefault="005C152F" w:rsidP="002450FC">
      <w:proofErr w:type="spellStart"/>
      <w:r w:rsidRPr="007F5DAE">
        <w:t>Wadden</w:t>
      </w:r>
      <w:proofErr w:type="spellEnd"/>
      <w:r w:rsidRPr="007F5DAE">
        <w:t xml:space="preserve"> Sea</w:t>
      </w:r>
      <w:r w:rsidR="002A7E58" w:rsidRPr="00F80FD2">
        <w:t xml:space="preserve"> Board Meeting </w:t>
      </w:r>
      <w:r w:rsidR="008D3880" w:rsidRPr="00F80FD2">
        <w:t xml:space="preserve">(WSB </w:t>
      </w:r>
      <w:r w:rsidR="00F005EB">
        <w:t>12</w:t>
      </w:r>
      <w:r w:rsidR="00275A62" w:rsidRPr="00F80FD2">
        <w:t>)</w:t>
      </w:r>
      <w:r w:rsidRPr="00F80FD2">
        <w:t xml:space="preserve">, </w:t>
      </w:r>
      <w:r w:rsidR="00F005EB">
        <w:t>20</w:t>
      </w:r>
      <w:r w:rsidR="008D3880" w:rsidRPr="00F80FD2">
        <w:rPr>
          <w:bCs/>
        </w:rPr>
        <w:t xml:space="preserve"> - </w:t>
      </w:r>
      <w:r w:rsidR="00F005EB">
        <w:rPr>
          <w:bCs/>
        </w:rPr>
        <w:t>21</w:t>
      </w:r>
      <w:r w:rsidR="00B85AF6" w:rsidRPr="00F80FD2">
        <w:rPr>
          <w:bCs/>
        </w:rPr>
        <w:t xml:space="preserve"> </w:t>
      </w:r>
      <w:r w:rsidR="00F005EB">
        <w:rPr>
          <w:bCs/>
        </w:rPr>
        <w:t>May</w:t>
      </w:r>
      <w:r w:rsidR="00B85AF6" w:rsidRPr="003F61D6">
        <w:rPr>
          <w:bCs/>
        </w:rPr>
        <w:t xml:space="preserve"> 2</w:t>
      </w:r>
      <w:r w:rsidR="00B85AF6" w:rsidRPr="00F80FD2">
        <w:rPr>
          <w:bCs/>
        </w:rPr>
        <w:t>01</w:t>
      </w:r>
      <w:r w:rsidR="00F005EB">
        <w:rPr>
          <w:bCs/>
        </w:rPr>
        <w:t>4</w:t>
      </w:r>
      <w:r w:rsidR="00DB0A26" w:rsidRPr="00F80FD2">
        <w:rPr>
          <w:bCs/>
        </w:rPr>
        <w:t xml:space="preserve">, </w:t>
      </w:r>
      <w:r w:rsidR="007F5DAE">
        <w:rPr>
          <w:bCs/>
        </w:rPr>
        <w:t>Groningen</w:t>
      </w:r>
      <w:r w:rsidR="00C313A4" w:rsidRPr="003F61D6">
        <w:rPr>
          <w:bCs/>
        </w:rPr>
        <w:t xml:space="preserve"> </w:t>
      </w:r>
      <w:r w:rsidR="009E7421" w:rsidRPr="003F61D6">
        <w:rPr>
          <w:bCs/>
        </w:rPr>
        <w:t xml:space="preserve">  </w:t>
      </w:r>
      <w:r w:rsidR="009E7421" w:rsidRPr="00F80FD2">
        <w:rPr>
          <w:bCs/>
        </w:rPr>
        <w:t xml:space="preserve"> </w:t>
      </w:r>
    </w:p>
    <w:p w:rsidR="00AC5DED" w:rsidRPr="00F80FD2" w:rsidRDefault="00AC5DED" w:rsidP="002450FC"/>
    <w:p w:rsidR="00905655" w:rsidRPr="00F80FD2" w:rsidRDefault="00275A62" w:rsidP="002450FC">
      <w:r w:rsidRPr="00F80FD2">
        <w:t>Dear Board Members &amp; Advisors</w:t>
      </w:r>
      <w:r w:rsidR="00905655" w:rsidRPr="00F80FD2">
        <w:t>:</w:t>
      </w:r>
    </w:p>
    <w:p w:rsidR="00905655" w:rsidRPr="00F80FD2" w:rsidRDefault="00905655" w:rsidP="002450FC"/>
    <w:p w:rsidR="00B74CE1" w:rsidRDefault="00E42186" w:rsidP="002450FC">
      <w:pPr>
        <w:rPr>
          <w:bCs/>
        </w:rPr>
      </w:pPr>
      <w:r>
        <w:t>I am pleased to</w:t>
      </w:r>
      <w:r w:rsidR="002C128E">
        <w:t xml:space="preserve"> </w:t>
      </w:r>
      <w:r>
        <w:t xml:space="preserve">invite you on behalf of the chairman to </w:t>
      </w:r>
      <w:r w:rsidR="00C56D5D">
        <w:t xml:space="preserve">the </w:t>
      </w:r>
      <w:r w:rsidR="00592AF0">
        <w:t>next</w:t>
      </w:r>
      <w:r w:rsidR="00601F4B" w:rsidRPr="00F80FD2">
        <w:t xml:space="preserve"> </w:t>
      </w:r>
      <w:proofErr w:type="spellStart"/>
      <w:r w:rsidR="005C152F" w:rsidRPr="00F80FD2">
        <w:t>Wadden</w:t>
      </w:r>
      <w:proofErr w:type="spellEnd"/>
      <w:r w:rsidR="005C152F" w:rsidRPr="00F80FD2">
        <w:t xml:space="preserve"> Sea Board</w:t>
      </w:r>
      <w:r w:rsidR="0068489F" w:rsidRPr="00F80FD2">
        <w:t xml:space="preserve"> meeting</w:t>
      </w:r>
      <w:r w:rsidR="00592AF0">
        <w:t xml:space="preserve"> </w:t>
      </w:r>
      <w:r w:rsidR="00B85AF6" w:rsidRPr="00F80FD2">
        <w:t>on</w:t>
      </w:r>
      <w:r w:rsidR="003F61D6">
        <w:t xml:space="preserve"> </w:t>
      </w:r>
      <w:r w:rsidR="00F005EB" w:rsidRPr="002450FC">
        <w:rPr>
          <w:b/>
        </w:rPr>
        <w:t>20</w:t>
      </w:r>
      <w:r w:rsidR="005A6CA2" w:rsidRPr="002450FC">
        <w:rPr>
          <w:b/>
        </w:rPr>
        <w:t xml:space="preserve"> -</w:t>
      </w:r>
      <w:r w:rsidR="007700CA">
        <w:rPr>
          <w:b/>
        </w:rPr>
        <w:t xml:space="preserve"> </w:t>
      </w:r>
      <w:r w:rsidR="00F005EB" w:rsidRPr="002450FC">
        <w:rPr>
          <w:b/>
        </w:rPr>
        <w:t>21</w:t>
      </w:r>
      <w:r w:rsidR="008D3880" w:rsidRPr="002450FC">
        <w:rPr>
          <w:b/>
        </w:rPr>
        <w:t xml:space="preserve"> </w:t>
      </w:r>
      <w:r w:rsidR="00F005EB" w:rsidRPr="002450FC">
        <w:rPr>
          <w:b/>
        </w:rPr>
        <w:t xml:space="preserve">May </w:t>
      </w:r>
      <w:r w:rsidR="008D3880" w:rsidRPr="002450FC">
        <w:rPr>
          <w:b/>
        </w:rPr>
        <w:t>201</w:t>
      </w:r>
      <w:r w:rsidR="00F005EB" w:rsidRPr="002450FC">
        <w:rPr>
          <w:b/>
        </w:rPr>
        <w:t>4</w:t>
      </w:r>
      <w:r w:rsidR="002C128E">
        <w:t>.</w:t>
      </w:r>
      <w:r w:rsidR="003A10F4" w:rsidRPr="00F80FD2">
        <w:rPr>
          <w:bCs/>
        </w:rPr>
        <w:t xml:space="preserve"> </w:t>
      </w:r>
    </w:p>
    <w:p w:rsidR="002450FC" w:rsidRDefault="002450FC" w:rsidP="002450FC"/>
    <w:p w:rsidR="002450FC" w:rsidRPr="002450FC" w:rsidRDefault="002450FC" w:rsidP="002450FC">
      <w:r>
        <w:rPr>
          <w:bCs/>
        </w:rPr>
        <w:t xml:space="preserve">The meeting will commence with a lunch at </w:t>
      </w:r>
      <w:r w:rsidRPr="007700CA">
        <w:rPr>
          <w:b/>
          <w:bCs/>
        </w:rPr>
        <w:t xml:space="preserve">12 </w:t>
      </w:r>
      <w:proofErr w:type="spellStart"/>
      <w:r w:rsidRPr="007700CA">
        <w:rPr>
          <w:b/>
          <w:bCs/>
        </w:rPr>
        <w:t>hrs</w:t>
      </w:r>
      <w:proofErr w:type="spellEnd"/>
      <w:r>
        <w:rPr>
          <w:bCs/>
        </w:rPr>
        <w:t xml:space="preserve"> at a meeting venue in or near the city of Groningen on </w:t>
      </w:r>
      <w:r w:rsidRPr="007700CA">
        <w:rPr>
          <w:b/>
          <w:bCs/>
        </w:rPr>
        <w:t>20 May 2014</w:t>
      </w:r>
      <w:r>
        <w:rPr>
          <w:bCs/>
        </w:rPr>
        <w:t xml:space="preserve">. </w:t>
      </w:r>
      <w:r>
        <w:t xml:space="preserve">Further it is planned to </w:t>
      </w:r>
      <w:r w:rsidR="007700CA">
        <w:t>stay overnight on</w:t>
      </w:r>
      <w:r w:rsidRPr="00FD3B8A">
        <w:t xml:space="preserve"> the island of </w:t>
      </w:r>
      <w:proofErr w:type="spellStart"/>
      <w:r w:rsidRPr="00FD3B8A">
        <w:t>Schiermonnikoog</w:t>
      </w:r>
      <w:proofErr w:type="spellEnd"/>
      <w:r w:rsidRPr="00FD3B8A">
        <w:t xml:space="preserve"> and continue the Board meeting Wednesday morning at the </w:t>
      </w:r>
      <w:r w:rsidRPr="00FD3B8A">
        <w:rPr>
          <w:b/>
        </w:rPr>
        <w:t xml:space="preserve">hotel </w:t>
      </w:r>
      <w:proofErr w:type="spellStart"/>
      <w:r w:rsidRPr="00FD3B8A">
        <w:rPr>
          <w:b/>
        </w:rPr>
        <w:t>Graaf</w:t>
      </w:r>
      <w:proofErr w:type="spellEnd"/>
      <w:r w:rsidRPr="00FD3B8A">
        <w:rPr>
          <w:b/>
        </w:rPr>
        <w:t xml:space="preserve"> von Bernstorff</w:t>
      </w:r>
      <w:r w:rsidR="007700CA">
        <w:rPr>
          <w:b/>
        </w:rPr>
        <w:t>,</w:t>
      </w:r>
      <w:r w:rsidRPr="00FD3B8A">
        <w:t xml:space="preserve"> on </w:t>
      </w:r>
      <w:proofErr w:type="spellStart"/>
      <w:r w:rsidRPr="00FD3B8A">
        <w:t>Schiermonnikoog</w:t>
      </w:r>
      <w:proofErr w:type="spellEnd"/>
      <w:r w:rsidRPr="00FD3B8A">
        <w:t>.</w:t>
      </w:r>
      <w:r>
        <w:t xml:space="preserve"> </w:t>
      </w:r>
      <w:r w:rsidRPr="00FD3B8A">
        <w:t>It is for</w:t>
      </w:r>
      <w:r w:rsidRPr="00FD3B8A">
        <w:t>e</w:t>
      </w:r>
      <w:r w:rsidRPr="00FD3B8A">
        <w:t xml:space="preserve">seen to take the ferry back to the mainland </w:t>
      </w:r>
      <w:r w:rsidRPr="00FD3B8A">
        <w:rPr>
          <w:b/>
        </w:rPr>
        <w:t>at 13.30</w:t>
      </w:r>
      <w:r>
        <w:rPr>
          <w:b/>
        </w:rPr>
        <w:t>h</w:t>
      </w:r>
      <w:r w:rsidRPr="00FD3B8A">
        <w:rPr>
          <w:b/>
        </w:rPr>
        <w:t xml:space="preserve"> on the 21st of May</w:t>
      </w:r>
      <w:r w:rsidRPr="00FD3B8A">
        <w:t xml:space="preserve">, </w:t>
      </w:r>
      <w:r w:rsidRPr="002450FC">
        <w:t xml:space="preserve">arrival by bus in Groningen Central Station around </w:t>
      </w:r>
      <w:r w:rsidRPr="003F1952">
        <w:t>15.30h</w:t>
      </w:r>
      <w:r w:rsidRPr="002450FC">
        <w:t>.</w:t>
      </w:r>
    </w:p>
    <w:p w:rsidR="002450FC" w:rsidRDefault="002450FC" w:rsidP="002450FC"/>
    <w:p w:rsidR="002450FC" w:rsidRPr="002450FC" w:rsidRDefault="002450FC" w:rsidP="002450FC">
      <w:r w:rsidRPr="002450FC">
        <w:t>You will receive information on the</w:t>
      </w:r>
      <w:bookmarkStart w:id="0" w:name="_GoBack"/>
      <w:bookmarkEnd w:id="0"/>
      <w:r w:rsidRPr="002450FC">
        <w:t xml:space="preserve"> meeting venue </w:t>
      </w:r>
      <w:r w:rsidR="007700CA">
        <w:t>of</w:t>
      </w:r>
      <w:r w:rsidRPr="002450FC">
        <w:t xml:space="preserve"> the first day in due course.</w:t>
      </w:r>
    </w:p>
    <w:p w:rsidR="002450FC" w:rsidRDefault="002450FC" w:rsidP="002450FC"/>
    <w:p w:rsidR="007700CA" w:rsidRDefault="007700CA" w:rsidP="007700CA">
      <w:pPr>
        <w:rPr>
          <w:rStyle w:val="Fett"/>
          <w:lang w:val="en-US"/>
        </w:rPr>
      </w:pPr>
      <w:r w:rsidRPr="00964CC5">
        <w:t>We asked you previously to m</w:t>
      </w:r>
      <w:r>
        <w:t xml:space="preserve">ake your own hotel reservations directly with the </w:t>
      </w:r>
      <w:r w:rsidRPr="00964CC5">
        <w:rPr>
          <w:rStyle w:val="Fett"/>
          <w:lang w:val="en-US"/>
        </w:rPr>
        <w:t xml:space="preserve">Hotel </w:t>
      </w:r>
      <w:proofErr w:type="spellStart"/>
      <w:r w:rsidRPr="00964CC5">
        <w:rPr>
          <w:rStyle w:val="Fett"/>
          <w:lang w:val="en-US"/>
        </w:rPr>
        <w:t>Graaf</w:t>
      </w:r>
      <w:proofErr w:type="spellEnd"/>
      <w:r w:rsidRPr="00964CC5">
        <w:rPr>
          <w:rStyle w:val="Fett"/>
          <w:lang w:val="en-US"/>
        </w:rPr>
        <w:t xml:space="preserve"> von Ber</w:t>
      </w:r>
      <w:r w:rsidRPr="00964CC5">
        <w:rPr>
          <w:rStyle w:val="Fett"/>
          <w:lang w:val="en-US"/>
        </w:rPr>
        <w:t>n</w:t>
      </w:r>
      <w:r w:rsidRPr="00964CC5">
        <w:rPr>
          <w:rStyle w:val="Fett"/>
          <w:lang w:val="en-US"/>
        </w:rPr>
        <w:t>storff</w:t>
      </w:r>
      <w:r>
        <w:rPr>
          <w:rStyle w:val="Fett"/>
          <w:lang w:val="en-US"/>
        </w:rPr>
        <w:t>:</w:t>
      </w:r>
    </w:p>
    <w:p w:rsidR="007700CA" w:rsidRDefault="007700CA" w:rsidP="007700CA">
      <w:pPr>
        <w:rPr>
          <w:rStyle w:val="Fett"/>
          <w:lang w:val="en-US"/>
        </w:rPr>
      </w:pPr>
    </w:p>
    <w:p w:rsidR="00964CC5" w:rsidRPr="002450FC" w:rsidRDefault="00964CC5" w:rsidP="002450FC">
      <w:pPr>
        <w:rPr>
          <w:rStyle w:val="Fett"/>
          <w:lang w:val="de-DE"/>
        </w:rPr>
      </w:pPr>
      <w:r w:rsidRPr="002450FC">
        <w:rPr>
          <w:rStyle w:val="Fett"/>
          <w:lang w:val="de-DE"/>
        </w:rPr>
        <w:t xml:space="preserve">Hotel </w:t>
      </w:r>
      <w:proofErr w:type="spellStart"/>
      <w:r w:rsidRPr="002450FC">
        <w:rPr>
          <w:rStyle w:val="Fett"/>
          <w:lang w:val="de-DE"/>
        </w:rPr>
        <w:t>Graaf</w:t>
      </w:r>
      <w:proofErr w:type="spellEnd"/>
      <w:r w:rsidRPr="002450FC">
        <w:rPr>
          <w:rStyle w:val="Fett"/>
          <w:lang w:val="de-DE"/>
        </w:rPr>
        <w:t xml:space="preserve"> von Bernstorff</w:t>
      </w:r>
    </w:p>
    <w:p w:rsidR="00964CC5" w:rsidRPr="002450FC" w:rsidRDefault="00964CC5" w:rsidP="002450FC">
      <w:pPr>
        <w:rPr>
          <w:lang w:val="de-DE"/>
        </w:rPr>
      </w:pPr>
      <w:proofErr w:type="spellStart"/>
      <w:r w:rsidRPr="002450FC">
        <w:rPr>
          <w:lang w:val="de-DE"/>
        </w:rPr>
        <w:t>Reeweg</w:t>
      </w:r>
      <w:proofErr w:type="spellEnd"/>
      <w:r w:rsidRPr="002450FC">
        <w:rPr>
          <w:lang w:val="de-DE"/>
        </w:rPr>
        <w:t xml:space="preserve"> 1</w:t>
      </w:r>
      <w:r w:rsidRPr="002450FC">
        <w:rPr>
          <w:lang w:val="de-DE"/>
        </w:rPr>
        <w:br/>
      </w:r>
      <w:r w:rsidR="002450FC" w:rsidRPr="002450FC">
        <w:rPr>
          <w:lang w:val="de-DE"/>
        </w:rPr>
        <w:t xml:space="preserve">NL </w:t>
      </w:r>
      <w:r w:rsidRPr="002450FC">
        <w:rPr>
          <w:lang w:val="de-DE"/>
        </w:rPr>
        <w:t xml:space="preserve">9166 PW </w:t>
      </w:r>
      <w:proofErr w:type="spellStart"/>
      <w:r w:rsidRPr="002450FC">
        <w:rPr>
          <w:lang w:val="de-DE"/>
        </w:rPr>
        <w:t>Schiermonnikoog</w:t>
      </w:r>
      <w:proofErr w:type="spellEnd"/>
      <w:r w:rsidRPr="002450FC">
        <w:rPr>
          <w:lang w:val="de-DE"/>
        </w:rPr>
        <w:br/>
        <w:t xml:space="preserve">T+31 (0)519 820050 </w:t>
      </w:r>
    </w:p>
    <w:p w:rsidR="00964CC5" w:rsidRPr="00964CC5" w:rsidRDefault="00964CC5" w:rsidP="002450FC">
      <w:r w:rsidRPr="00964CC5">
        <w:t>Email:</w:t>
      </w:r>
      <w:r w:rsidRPr="00964CC5">
        <w:rPr>
          <w:color w:val="0000FF"/>
        </w:rPr>
        <w:t xml:space="preserve"> </w:t>
      </w:r>
      <w:hyperlink r:id="rId10" w:history="1">
        <w:r>
          <w:rPr>
            <w:rStyle w:val="Hyperlink"/>
          </w:rPr>
          <w:t>info@bernstorff.nl</w:t>
        </w:r>
      </w:hyperlink>
    </w:p>
    <w:p w:rsidR="00964CC5" w:rsidRDefault="003F1952" w:rsidP="002450FC">
      <w:pPr>
        <w:rPr>
          <w:rFonts w:ascii="Times New Roman" w:hAnsi="Times New Roman"/>
          <w:sz w:val="24"/>
          <w:szCs w:val="24"/>
        </w:rPr>
      </w:pPr>
      <w:hyperlink r:id="rId11" w:tgtFrame="_blank" w:tooltip="Graaf Bernstorff" w:history="1">
        <w:r w:rsidR="00964CC5" w:rsidRPr="00964CC5">
          <w:t>www.bernstorff.nl</w:t>
        </w:r>
      </w:hyperlink>
    </w:p>
    <w:p w:rsidR="00964CC5" w:rsidRPr="00964CC5" w:rsidRDefault="00964CC5" w:rsidP="002450FC"/>
    <w:p w:rsidR="002450FC" w:rsidRPr="00964CC5" w:rsidRDefault="002450FC" w:rsidP="002450FC">
      <w:pPr>
        <w:rPr>
          <w:lang w:val="en-US"/>
        </w:rPr>
      </w:pPr>
    </w:p>
    <w:p w:rsidR="00B74CE1" w:rsidRPr="00964CC5" w:rsidRDefault="00964CC5" w:rsidP="002450FC">
      <w:r w:rsidRPr="00964CC5">
        <w:t>Other po</w:t>
      </w:r>
      <w:r w:rsidR="00B74CE1" w:rsidRPr="00964CC5">
        <w:t>ssibilities</w:t>
      </w:r>
      <w:r w:rsidR="00FD3B8A">
        <w:t xml:space="preserve"> to stay overnight </w:t>
      </w:r>
      <w:r w:rsidR="00B74CE1" w:rsidRPr="00964CC5">
        <w:t>within walking distance</w:t>
      </w:r>
      <w:r w:rsidRPr="00964CC5">
        <w:t xml:space="preserve"> are:</w:t>
      </w:r>
    </w:p>
    <w:p w:rsidR="00B74CE1" w:rsidRPr="00964CC5" w:rsidRDefault="00B74CE1" w:rsidP="002450FC">
      <w:r w:rsidRPr="00964CC5">
        <w:rPr>
          <w:b/>
          <w:bCs/>
        </w:rPr>
        <w:t xml:space="preserve">Hotel </w:t>
      </w:r>
      <w:proofErr w:type="spellStart"/>
      <w:r w:rsidRPr="00964CC5">
        <w:rPr>
          <w:b/>
          <w:bCs/>
        </w:rPr>
        <w:t>Duinzicht</w:t>
      </w:r>
      <w:proofErr w:type="spellEnd"/>
      <w:r w:rsidRPr="00964CC5">
        <w:t xml:space="preserve">:  </w:t>
      </w:r>
      <w:hyperlink r:id="rId12" w:history="1">
        <w:r w:rsidRPr="00964CC5">
          <w:t>www.hotelduinzicht.nl</w:t>
        </w:r>
      </w:hyperlink>
      <w:r w:rsidRPr="00964CC5">
        <w:t xml:space="preserve"> (prices from 85 </w:t>
      </w:r>
      <w:r w:rsidR="00964CC5">
        <w:t>E</w:t>
      </w:r>
      <w:r w:rsidRPr="00964CC5">
        <w:t>uro)</w:t>
      </w:r>
    </w:p>
    <w:p w:rsidR="00B74CE1" w:rsidRDefault="00B74CE1" w:rsidP="002450FC">
      <w:r w:rsidRPr="00964CC5">
        <w:rPr>
          <w:b/>
          <w:bCs/>
        </w:rPr>
        <w:t xml:space="preserve">Hotel de </w:t>
      </w:r>
      <w:proofErr w:type="spellStart"/>
      <w:r w:rsidRPr="00964CC5">
        <w:rPr>
          <w:b/>
          <w:bCs/>
        </w:rPr>
        <w:t>Tjattel</w:t>
      </w:r>
      <w:proofErr w:type="spellEnd"/>
      <w:r w:rsidRPr="00964CC5">
        <w:t xml:space="preserve">: </w:t>
      </w:r>
      <w:hyperlink r:id="rId13" w:history="1">
        <w:r w:rsidRPr="00964CC5">
          <w:t>www.detjattel.nl</w:t>
        </w:r>
      </w:hyperlink>
      <w:r w:rsidRPr="00964CC5">
        <w:t xml:space="preserve"> (prices from 52,</w:t>
      </w:r>
      <w:r w:rsidR="00FD3B8A">
        <w:t xml:space="preserve"> </w:t>
      </w:r>
      <w:r w:rsidRPr="00964CC5">
        <w:t xml:space="preserve">50 </w:t>
      </w:r>
      <w:r w:rsidR="00964CC5">
        <w:t>E</w:t>
      </w:r>
      <w:r w:rsidRPr="00964CC5">
        <w:t xml:space="preserve">uro) </w:t>
      </w:r>
    </w:p>
    <w:p w:rsidR="007700CA" w:rsidRDefault="007700CA" w:rsidP="002450FC"/>
    <w:p w:rsidR="00FD3B8A" w:rsidRDefault="00FD3B8A" w:rsidP="002450FC"/>
    <w:p w:rsidR="002450FC" w:rsidRDefault="002450FC" w:rsidP="002450FC">
      <w:r>
        <w:t xml:space="preserve">I attach the </w:t>
      </w:r>
      <w:r w:rsidRPr="002450FC">
        <w:rPr>
          <w:b/>
        </w:rPr>
        <w:t>draft agenda</w:t>
      </w:r>
      <w:r>
        <w:t xml:space="preserve"> and the </w:t>
      </w:r>
      <w:r w:rsidRPr="002450FC">
        <w:rPr>
          <w:b/>
        </w:rPr>
        <w:t>documents</w:t>
      </w:r>
      <w:r>
        <w:t xml:space="preserve"> for the meeting.</w:t>
      </w:r>
    </w:p>
    <w:p w:rsidR="002450FC" w:rsidRPr="00F80FD2" w:rsidRDefault="002450FC" w:rsidP="002450FC"/>
    <w:p w:rsidR="00802C5F" w:rsidRDefault="00985F92" w:rsidP="002450FC">
      <w:r w:rsidRPr="00F80FD2">
        <w:t>Additionally please in</w:t>
      </w:r>
      <w:r w:rsidR="000D1AF7" w:rsidRPr="00F80FD2">
        <w:t>form</w:t>
      </w:r>
      <w:r w:rsidRPr="00F80FD2">
        <w:t xml:space="preserve"> the CWSS whether you will attend the </w:t>
      </w:r>
      <w:r w:rsidR="008D3880" w:rsidRPr="00F80FD2">
        <w:t>meeting.</w:t>
      </w:r>
    </w:p>
    <w:p w:rsidR="007700CA" w:rsidRDefault="007700CA" w:rsidP="002450FC"/>
    <w:p w:rsidR="00592AF0" w:rsidRDefault="00592AF0" w:rsidP="002450FC"/>
    <w:p w:rsidR="00905655" w:rsidRPr="00F80FD2" w:rsidRDefault="00905655" w:rsidP="002450FC">
      <w:r w:rsidRPr="00F80FD2">
        <w:t>Kind regards</w:t>
      </w:r>
    </w:p>
    <w:p w:rsidR="004D613A" w:rsidRPr="00F80FD2" w:rsidRDefault="004D613A" w:rsidP="002450FC"/>
    <w:p w:rsidR="00905655" w:rsidRPr="00F80FD2" w:rsidRDefault="00905655" w:rsidP="002450FC">
      <w:r w:rsidRPr="00F80FD2">
        <w:t>J. A. Enemark</w:t>
      </w:r>
    </w:p>
    <w:p w:rsidR="00905655" w:rsidRPr="00F80FD2" w:rsidRDefault="00905655" w:rsidP="002450FC">
      <w:proofErr w:type="gramStart"/>
      <w:r w:rsidRPr="00F80FD2">
        <w:t>secretary</w:t>
      </w:r>
      <w:proofErr w:type="gramEnd"/>
    </w:p>
    <w:p w:rsidR="008D3880" w:rsidRPr="00F80FD2" w:rsidRDefault="009B6404" w:rsidP="002450FC">
      <w:r w:rsidRPr="00F80FD2">
        <w:t>(</w:t>
      </w:r>
      <w:proofErr w:type="gramStart"/>
      <w:r w:rsidRPr="00F80FD2">
        <w:t>not</w:t>
      </w:r>
      <w:proofErr w:type="gramEnd"/>
      <w:r w:rsidRPr="00F80FD2">
        <w:t xml:space="preserve"> signed – sent by email)</w:t>
      </w:r>
    </w:p>
    <w:p w:rsidR="00AF0381" w:rsidRPr="00F80FD2" w:rsidRDefault="00AF0381" w:rsidP="002450FC">
      <w:r w:rsidRPr="00F80FD2">
        <w:br w:type="page"/>
      </w:r>
    </w:p>
    <w:p w:rsidR="007700CA" w:rsidRDefault="007700CA" w:rsidP="002450FC">
      <w:pPr>
        <w:rPr>
          <w:b/>
        </w:rPr>
      </w:pPr>
    </w:p>
    <w:p w:rsidR="00EA34D0" w:rsidRDefault="00EA34D0" w:rsidP="002450FC">
      <w:pPr>
        <w:rPr>
          <w:b/>
        </w:rPr>
      </w:pPr>
      <w:r w:rsidRPr="002450FC">
        <w:rPr>
          <w:b/>
        </w:rPr>
        <w:t xml:space="preserve">WADDEN SEA BOARD: Members and Advisors </w:t>
      </w:r>
    </w:p>
    <w:p w:rsidR="007700CA" w:rsidRPr="002450FC" w:rsidRDefault="007700CA" w:rsidP="002450FC">
      <w:pPr>
        <w:rPr>
          <w:b/>
        </w:rPr>
      </w:pPr>
    </w:p>
    <w:p w:rsidR="00EA34D0" w:rsidRPr="00EA34D0" w:rsidRDefault="00EA34D0" w:rsidP="002450F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EA34D0" w:rsidRPr="00EA34D0" w:rsidTr="004F06EA">
        <w:tc>
          <w:tcPr>
            <w:tcW w:w="4210" w:type="dxa"/>
          </w:tcPr>
          <w:p w:rsidR="00EA34D0" w:rsidRPr="00EA34D0" w:rsidRDefault="00EA34D0" w:rsidP="002450FC">
            <w:r w:rsidRPr="00EA34D0">
              <w:t>Mr Co Verdaas, Chairman</w:t>
            </w:r>
          </w:p>
          <w:p w:rsidR="00EA34D0" w:rsidRPr="00EA34D0" w:rsidRDefault="00EA34D0" w:rsidP="002450FC">
            <w:pPr>
              <w:rPr>
                <w:lang w:val="fr-FR"/>
              </w:rPr>
            </w:pPr>
            <w:proofErr w:type="spellStart"/>
            <w:r w:rsidRPr="00EA34D0">
              <w:rPr>
                <w:lang w:val="fr-FR"/>
              </w:rPr>
              <w:t>Managing</w:t>
            </w:r>
            <w:proofErr w:type="spellEnd"/>
            <w:r w:rsidRPr="00EA34D0">
              <w:rPr>
                <w:lang w:val="fr-FR"/>
              </w:rPr>
              <w:t xml:space="preserve"> </w:t>
            </w:r>
            <w:proofErr w:type="spellStart"/>
            <w:r w:rsidRPr="00EA34D0">
              <w:rPr>
                <w:lang w:val="fr-FR"/>
              </w:rPr>
              <w:t>Director</w:t>
            </w:r>
            <w:proofErr w:type="spellEnd"/>
            <w:r w:rsidRPr="00EA34D0">
              <w:rPr>
                <w:lang w:val="fr-FR"/>
              </w:rPr>
              <w:t xml:space="preserve"> </w:t>
            </w:r>
          </w:p>
          <w:p w:rsidR="00EA34D0" w:rsidRPr="00EA34D0" w:rsidRDefault="00EA34D0" w:rsidP="002450FC">
            <w:pPr>
              <w:rPr>
                <w:lang w:val="fr-FR"/>
              </w:rPr>
            </w:pPr>
            <w:r w:rsidRPr="00EA34D0">
              <w:rPr>
                <w:lang w:val="fr-FR"/>
              </w:rPr>
              <w:t xml:space="preserve">Centre for </w:t>
            </w:r>
            <w:proofErr w:type="spellStart"/>
            <w:r w:rsidRPr="00EA34D0">
              <w:rPr>
                <w:lang w:val="fr-FR"/>
              </w:rPr>
              <w:t>Development</w:t>
            </w:r>
            <w:proofErr w:type="spellEnd"/>
            <w:r w:rsidRPr="00EA34D0">
              <w:rPr>
                <w:lang w:val="fr-FR"/>
              </w:rPr>
              <w:t xml:space="preserve"> Innovation (CDI)</w:t>
            </w:r>
          </w:p>
          <w:p w:rsidR="00EA34D0" w:rsidRPr="00EA34D0" w:rsidRDefault="00EA34D0" w:rsidP="002450FC">
            <w:pPr>
              <w:rPr>
                <w:lang w:val="fr-FR"/>
              </w:rPr>
            </w:pPr>
            <w:proofErr w:type="spellStart"/>
            <w:r w:rsidRPr="00EA34D0">
              <w:rPr>
                <w:lang w:val="fr-FR"/>
              </w:rPr>
              <w:t>PO.Box</w:t>
            </w:r>
            <w:proofErr w:type="spellEnd"/>
            <w:r w:rsidRPr="00EA34D0">
              <w:rPr>
                <w:lang w:val="fr-FR"/>
              </w:rPr>
              <w:t xml:space="preserve"> 88</w:t>
            </w:r>
          </w:p>
          <w:p w:rsidR="00EA34D0" w:rsidRPr="00EA34D0" w:rsidRDefault="00EA34D0" w:rsidP="002450FC">
            <w:pPr>
              <w:rPr>
                <w:lang w:val="fr-FR"/>
              </w:rPr>
            </w:pPr>
            <w:r w:rsidRPr="00EA34D0">
              <w:rPr>
                <w:lang w:val="fr-FR"/>
              </w:rPr>
              <w:t>NL - 6700 AB Wageningen  NL</w:t>
            </w:r>
          </w:p>
          <w:p w:rsidR="00EA34D0" w:rsidRPr="00EA34D0" w:rsidRDefault="00EA34D0" w:rsidP="002450FC">
            <w:pPr>
              <w:rPr>
                <w:lang w:val="fr-FR"/>
              </w:rPr>
            </w:pPr>
            <w:r w:rsidRPr="00EA34D0">
              <w:rPr>
                <w:lang w:val="fr-FR"/>
              </w:rPr>
              <w:t>Phone: +</w:t>
            </w:r>
            <w:r w:rsidRPr="00EA34D0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EA34D0">
              <w:rPr>
                <w:lang w:val="fr-FR"/>
              </w:rPr>
              <w:t>31 317 486 816</w:t>
            </w:r>
            <w:r w:rsidRPr="00EA34D0">
              <w:rPr>
                <w:lang w:val="fr-FR"/>
              </w:rPr>
              <w:br/>
              <w:t>Mobile: +31 612 506 809</w:t>
            </w:r>
          </w:p>
          <w:p w:rsidR="00EA34D0" w:rsidRPr="00EA34D0" w:rsidRDefault="00EA34D0" w:rsidP="002450FC">
            <w:pPr>
              <w:rPr>
                <w:color w:val="0000FF" w:themeColor="hyperlink"/>
                <w:sz w:val="18"/>
                <w:szCs w:val="18"/>
                <w:u w:val="single"/>
                <w:lang w:val="fr-FR"/>
              </w:rPr>
            </w:pPr>
            <w:r w:rsidRPr="00EA34D0">
              <w:rPr>
                <w:sz w:val="18"/>
                <w:szCs w:val="18"/>
                <w:lang w:val="fr-FR"/>
              </w:rPr>
              <w:t xml:space="preserve">E-mail: </w:t>
            </w:r>
            <w:hyperlink r:id="rId14" w:history="1">
              <w:r w:rsidRPr="00EA34D0">
                <w:rPr>
                  <w:color w:val="0000FF" w:themeColor="hyperlink"/>
                  <w:sz w:val="18"/>
                  <w:szCs w:val="18"/>
                  <w:u w:val="single"/>
                  <w:lang w:val="fr-FR"/>
                </w:rPr>
                <w:t>co.verdaas@wur.nl</w:t>
              </w:r>
            </w:hyperlink>
          </w:p>
          <w:p w:rsidR="00EA34D0" w:rsidRPr="00EA34D0" w:rsidRDefault="00EA34D0" w:rsidP="002450FC">
            <w:pPr>
              <w:rPr>
                <w:lang w:val="fr-FR"/>
              </w:rPr>
            </w:pPr>
          </w:p>
        </w:tc>
        <w:tc>
          <w:tcPr>
            <w:tcW w:w="5002" w:type="dxa"/>
          </w:tcPr>
          <w:p w:rsidR="00EA34D0" w:rsidRPr="00EA34D0" w:rsidRDefault="00EA34D0" w:rsidP="002450FC">
            <w:pPr>
              <w:rPr>
                <w:lang w:val="fr-FR"/>
              </w:rPr>
            </w:pPr>
          </w:p>
        </w:tc>
      </w:tr>
      <w:tr w:rsidR="00953012" w:rsidRPr="002450FC" w:rsidTr="00767C9F">
        <w:tc>
          <w:tcPr>
            <w:tcW w:w="9212" w:type="dxa"/>
            <w:gridSpan w:val="2"/>
          </w:tcPr>
          <w:p w:rsidR="00953012" w:rsidRPr="00EA34D0" w:rsidRDefault="00953012" w:rsidP="002450FC">
            <w:r>
              <w:t>Members</w:t>
            </w:r>
          </w:p>
        </w:tc>
      </w:tr>
      <w:tr w:rsidR="00EA34D0" w:rsidRPr="007700CA" w:rsidTr="004F06EA">
        <w:tc>
          <w:tcPr>
            <w:tcW w:w="4210" w:type="dxa"/>
          </w:tcPr>
          <w:p w:rsidR="00EA34D0" w:rsidRPr="00EA34D0" w:rsidRDefault="00EA34D0" w:rsidP="002450FC">
            <w:r w:rsidRPr="00EA34D0">
              <w:t xml:space="preserve">Mr Peter </w:t>
            </w:r>
            <w:proofErr w:type="spellStart"/>
            <w:r w:rsidRPr="00EA34D0">
              <w:t>Ilsøe</w:t>
            </w:r>
            <w:proofErr w:type="spellEnd"/>
          </w:p>
          <w:p w:rsidR="00EA34D0" w:rsidRPr="00EA34D0" w:rsidRDefault="00EA34D0" w:rsidP="002450FC">
            <w:r w:rsidRPr="00EA34D0">
              <w:t>Deputy Director General</w:t>
            </w:r>
          </w:p>
          <w:p w:rsidR="00EA34D0" w:rsidRPr="00EA34D0" w:rsidRDefault="00EA34D0" w:rsidP="002450FC">
            <w:r w:rsidRPr="00EA34D0">
              <w:t>Ministry of the Environment</w:t>
            </w:r>
          </w:p>
          <w:p w:rsidR="00EA34D0" w:rsidRPr="00EA34D0" w:rsidRDefault="00EA34D0" w:rsidP="002450FC">
            <w:r w:rsidRPr="00EA34D0">
              <w:t>Nature Agency</w:t>
            </w:r>
          </w:p>
          <w:p w:rsidR="00EA34D0" w:rsidRPr="002450FC" w:rsidRDefault="00EA34D0" w:rsidP="002450FC">
            <w:pPr>
              <w:rPr>
                <w:lang w:val="da-DK"/>
              </w:rPr>
            </w:pPr>
            <w:r w:rsidRPr="002450FC">
              <w:rPr>
                <w:lang w:val="da-DK"/>
              </w:rPr>
              <w:t xml:space="preserve">Skovridervej 3, </w:t>
            </w:r>
          </w:p>
          <w:p w:rsidR="00EA34D0" w:rsidRPr="00EA34D0" w:rsidRDefault="00EA34D0" w:rsidP="002450FC">
            <w:pPr>
              <w:rPr>
                <w:lang w:val="fr-FR"/>
              </w:rPr>
            </w:pPr>
            <w:r w:rsidRPr="00EA34D0">
              <w:rPr>
                <w:lang w:val="fr-FR"/>
              </w:rPr>
              <w:t>DK - 6510 Gram</w:t>
            </w:r>
          </w:p>
          <w:p w:rsidR="00EA34D0" w:rsidRPr="00EA34D0" w:rsidRDefault="00EA34D0" w:rsidP="002450FC">
            <w:pPr>
              <w:rPr>
                <w:lang w:val="fr-FR"/>
              </w:rPr>
            </w:pPr>
            <w:r w:rsidRPr="00EA34D0">
              <w:rPr>
                <w:lang w:val="fr-FR"/>
              </w:rPr>
              <w:t xml:space="preserve">Phone: +45 </w:t>
            </w:r>
            <w:r w:rsidRPr="002450FC">
              <w:rPr>
                <w:lang w:val="da-DK"/>
              </w:rPr>
              <w:t>72 54 36 20</w:t>
            </w:r>
          </w:p>
          <w:p w:rsidR="00EA34D0" w:rsidRPr="00EA34D0" w:rsidRDefault="00EA34D0" w:rsidP="002450FC">
            <w:pPr>
              <w:rPr>
                <w:lang w:val="fr-FR"/>
              </w:rPr>
            </w:pPr>
            <w:r w:rsidRPr="00EA34D0">
              <w:rPr>
                <w:lang w:val="fr-FR"/>
              </w:rPr>
              <w:t>Mobile: +45 23 20 72 42</w:t>
            </w:r>
          </w:p>
          <w:p w:rsidR="00EA34D0" w:rsidRPr="00EA34D0" w:rsidRDefault="00EA34D0" w:rsidP="002450FC">
            <w:pPr>
              <w:rPr>
                <w:color w:val="0000FF"/>
                <w:sz w:val="18"/>
                <w:szCs w:val="18"/>
                <w:u w:val="single"/>
                <w:lang w:val="de-DE"/>
              </w:rPr>
            </w:pPr>
            <w:r w:rsidRPr="00EA34D0">
              <w:rPr>
                <w:sz w:val="18"/>
                <w:szCs w:val="18"/>
                <w:lang w:val="fr-FR"/>
              </w:rPr>
              <w:t xml:space="preserve">E-mail: </w:t>
            </w:r>
            <w:hyperlink r:id="rId15" w:history="1">
              <w:r w:rsidRPr="00EA34D0">
                <w:rPr>
                  <w:color w:val="0000FF" w:themeColor="hyperlink"/>
                  <w:sz w:val="18"/>
                  <w:szCs w:val="18"/>
                  <w:u w:val="single"/>
                  <w:lang w:val="de-DE"/>
                </w:rPr>
                <w:t>pil@nst.dk</w:t>
              </w:r>
            </w:hyperlink>
          </w:p>
          <w:p w:rsidR="00EA34D0" w:rsidRPr="00EA34D0" w:rsidRDefault="00EA34D0" w:rsidP="002450FC">
            <w:pPr>
              <w:rPr>
                <w:lang w:val="de-DE"/>
              </w:rPr>
            </w:pPr>
          </w:p>
        </w:tc>
        <w:tc>
          <w:tcPr>
            <w:tcW w:w="5002" w:type="dxa"/>
          </w:tcPr>
          <w:p w:rsidR="00EA34D0" w:rsidRPr="00EA34D0" w:rsidRDefault="00EA34D0" w:rsidP="002450FC">
            <w:r w:rsidRPr="00EA34D0">
              <w:t>Mr Bent Rasmussen</w:t>
            </w:r>
          </w:p>
          <w:p w:rsidR="00EA34D0" w:rsidRPr="00EA34D0" w:rsidRDefault="00EA34D0" w:rsidP="002450FC">
            <w:r w:rsidRPr="00EA34D0">
              <w:t>Chief Forester</w:t>
            </w:r>
          </w:p>
          <w:p w:rsidR="00EA34D0" w:rsidRPr="00EA34D0" w:rsidRDefault="00EA34D0" w:rsidP="002450FC">
            <w:r w:rsidRPr="00EA34D0">
              <w:t>Nature Agency</w:t>
            </w:r>
          </w:p>
          <w:p w:rsidR="00EA34D0" w:rsidRPr="002450FC" w:rsidRDefault="00EA34D0" w:rsidP="002450FC">
            <w:pPr>
              <w:rPr>
                <w:lang w:val="da-DK"/>
              </w:rPr>
            </w:pPr>
            <w:r w:rsidRPr="002450FC">
              <w:rPr>
                <w:lang w:val="da-DK"/>
              </w:rPr>
              <w:t xml:space="preserve">Skovridervej 3, </w:t>
            </w:r>
          </w:p>
          <w:p w:rsidR="00EA34D0" w:rsidRPr="00EA34D0" w:rsidRDefault="00EA34D0" w:rsidP="002450FC">
            <w:pPr>
              <w:rPr>
                <w:lang w:val="fr-FR"/>
              </w:rPr>
            </w:pPr>
            <w:r w:rsidRPr="00EA34D0">
              <w:rPr>
                <w:lang w:val="fr-FR"/>
              </w:rPr>
              <w:t>DK - 6510 Gram</w:t>
            </w:r>
          </w:p>
          <w:p w:rsidR="00EA34D0" w:rsidRPr="00EA34D0" w:rsidRDefault="00EA34D0" w:rsidP="002450FC">
            <w:pPr>
              <w:rPr>
                <w:lang w:val="fr-FR"/>
              </w:rPr>
            </w:pPr>
            <w:r w:rsidRPr="00EA34D0">
              <w:rPr>
                <w:lang w:val="fr-FR"/>
              </w:rPr>
              <w:t>Phone: +45 73 51 44 66</w:t>
            </w:r>
          </w:p>
          <w:p w:rsidR="00EA34D0" w:rsidRPr="00EA34D0" w:rsidRDefault="00EA34D0" w:rsidP="002450FC">
            <w:pPr>
              <w:rPr>
                <w:lang w:val="fr-FR"/>
              </w:rPr>
            </w:pPr>
            <w:r w:rsidRPr="00EA34D0">
              <w:rPr>
                <w:lang w:val="fr-FR"/>
              </w:rPr>
              <w:t xml:space="preserve">Mobile: +45 </w:t>
            </w:r>
            <w:r w:rsidRPr="002450FC">
              <w:rPr>
                <w:lang w:val="da-DK"/>
              </w:rPr>
              <w:t>22 59 38 05</w:t>
            </w:r>
          </w:p>
          <w:p w:rsidR="00EA34D0" w:rsidRPr="002450FC" w:rsidRDefault="00EA34D0" w:rsidP="002450FC">
            <w:pPr>
              <w:rPr>
                <w:sz w:val="18"/>
                <w:szCs w:val="18"/>
                <w:lang w:val="de-DE"/>
              </w:rPr>
            </w:pPr>
            <w:r w:rsidRPr="00EA34D0">
              <w:rPr>
                <w:sz w:val="18"/>
                <w:szCs w:val="18"/>
                <w:lang w:val="fr-FR"/>
              </w:rPr>
              <w:t xml:space="preserve">E-mail: </w:t>
            </w:r>
            <w:hyperlink r:id="rId16" w:history="1">
              <w:r w:rsidRPr="002450FC">
                <w:rPr>
                  <w:color w:val="0000FF"/>
                  <w:sz w:val="18"/>
                  <w:szCs w:val="18"/>
                  <w:u w:val="single"/>
                  <w:lang w:val="de-DE"/>
                </w:rPr>
                <w:t>brasm@nst.dk</w:t>
              </w:r>
            </w:hyperlink>
          </w:p>
        </w:tc>
      </w:tr>
      <w:tr w:rsidR="00EA34D0" w:rsidRPr="00EA34D0" w:rsidTr="004F06EA">
        <w:tc>
          <w:tcPr>
            <w:tcW w:w="4210" w:type="dxa"/>
          </w:tcPr>
          <w:p w:rsidR="00EA34D0" w:rsidRPr="00EA34D0" w:rsidRDefault="00EA34D0" w:rsidP="002450FC">
            <w:r w:rsidRPr="00EA34D0">
              <w:t>Mr Thomas Holst Christensen</w:t>
            </w:r>
          </w:p>
          <w:p w:rsidR="00EA34D0" w:rsidRPr="00EA34D0" w:rsidRDefault="00EA34D0" w:rsidP="002450FC">
            <w:r w:rsidRPr="00EA34D0">
              <w:t>Chief Executive Officer</w:t>
            </w:r>
          </w:p>
          <w:p w:rsidR="00EA34D0" w:rsidRPr="002450FC" w:rsidRDefault="00EA34D0" w:rsidP="002450FC">
            <w:pPr>
              <w:rPr>
                <w:lang w:val="da-DK"/>
              </w:rPr>
            </w:pPr>
            <w:r w:rsidRPr="002450FC">
              <w:rPr>
                <w:lang w:val="da-DK"/>
              </w:rPr>
              <w:t xml:space="preserve">Wadden Sea National Park </w:t>
            </w:r>
          </w:p>
          <w:p w:rsidR="00EA34D0" w:rsidRPr="002450FC" w:rsidRDefault="00EA34D0" w:rsidP="002450FC">
            <w:pPr>
              <w:rPr>
                <w:lang w:val="da-DK"/>
              </w:rPr>
            </w:pPr>
            <w:r w:rsidRPr="002450FC">
              <w:rPr>
                <w:lang w:val="da-DK"/>
              </w:rPr>
              <w:t>Tønnisgaard</w:t>
            </w:r>
          </w:p>
          <w:p w:rsidR="00EA34D0" w:rsidRPr="002450FC" w:rsidRDefault="00EA34D0" w:rsidP="002450FC">
            <w:pPr>
              <w:rPr>
                <w:lang w:val="da-DK"/>
              </w:rPr>
            </w:pPr>
            <w:r w:rsidRPr="002450FC">
              <w:rPr>
                <w:lang w:val="da-DK"/>
              </w:rPr>
              <w:t>Havnebyvej 30</w:t>
            </w:r>
          </w:p>
          <w:p w:rsidR="00EA34D0" w:rsidRPr="00EA34D0" w:rsidRDefault="00EA34D0" w:rsidP="002450FC">
            <w:pPr>
              <w:rPr>
                <w:lang w:val="fr-FR"/>
              </w:rPr>
            </w:pPr>
            <w:r w:rsidRPr="00EA34D0">
              <w:rPr>
                <w:lang w:val="fr-FR"/>
              </w:rPr>
              <w:t>DK – 6792 R</w:t>
            </w:r>
            <w:r w:rsidRPr="002450FC">
              <w:rPr>
                <w:lang w:val="da-DK"/>
              </w:rPr>
              <w:t>ømø</w:t>
            </w:r>
          </w:p>
          <w:p w:rsidR="00EA34D0" w:rsidRPr="00EA34D0" w:rsidRDefault="00EA34D0" w:rsidP="002450FC">
            <w:pPr>
              <w:rPr>
                <w:lang w:val="fr-FR"/>
              </w:rPr>
            </w:pPr>
            <w:r w:rsidRPr="00EA34D0">
              <w:rPr>
                <w:lang w:val="fr-FR"/>
              </w:rPr>
              <w:t>Phone: +45 72 54 36 26</w:t>
            </w:r>
          </w:p>
          <w:p w:rsidR="00EA34D0" w:rsidRPr="00EA34D0" w:rsidRDefault="00EA34D0" w:rsidP="002450FC">
            <w:pPr>
              <w:rPr>
                <w:lang w:val="fr-FR"/>
              </w:rPr>
            </w:pPr>
            <w:r w:rsidRPr="00EA34D0">
              <w:rPr>
                <w:lang w:val="fr-FR"/>
              </w:rPr>
              <w:t>Mobile: +45 21 77 77 22</w:t>
            </w:r>
          </w:p>
          <w:p w:rsidR="00EA34D0" w:rsidRPr="00EA34D0" w:rsidRDefault="00EA34D0" w:rsidP="002450FC">
            <w:pPr>
              <w:rPr>
                <w:color w:val="0000FF"/>
                <w:sz w:val="18"/>
                <w:szCs w:val="18"/>
                <w:u w:val="single"/>
                <w:lang w:val="en-US"/>
              </w:rPr>
            </w:pPr>
            <w:r w:rsidRPr="00EA34D0">
              <w:rPr>
                <w:sz w:val="18"/>
                <w:szCs w:val="18"/>
                <w:lang w:val="fr-FR"/>
              </w:rPr>
              <w:t>E-mail</w:t>
            </w:r>
            <w:r w:rsidRPr="00EA34D0">
              <w:rPr>
                <w:color w:val="0000FF"/>
                <w:sz w:val="18"/>
                <w:szCs w:val="18"/>
                <w:u w:val="single"/>
                <w:lang w:val="en-US"/>
              </w:rPr>
              <w:t xml:space="preserve">: </w:t>
            </w:r>
            <w:hyperlink r:id="rId17" w:history="1">
              <w:r w:rsidRPr="00EA34D0">
                <w:rPr>
                  <w:color w:val="0000FF"/>
                  <w:sz w:val="18"/>
                  <w:szCs w:val="18"/>
                  <w:u w:val="single"/>
                  <w:lang w:val="en-US"/>
                </w:rPr>
                <w:t>thhch@danmarksnationalparker.dk</w:t>
              </w:r>
            </w:hyperlink>
          </w:p>
          <w:p w:rsidR="00EA34D0" w:rsidRPr="00EA34D0" w:rsidRDefault="00EA34D0" w:rsidP="002450FC">
            <w:pPr>
              <w:rPr>
                <w:lang w:val="en-US"/>
              </w:rPr>
            </w:pPr>
          </w:p>
        </w:tc>
        <w:tc>
          <w:tcPr>
            <w:tcW w:w="5002" w:type="dxa"/>
          </w:tcPr>
          <w:p w:rsidR="00EA34D0" w:rsidRPr="00EA34D0" w:rsidRDefault="00EA34D0" w:rsidP="002450FC">
            <w:pPr>
              <w:rPr>
                <w:lang w:val="en-US"/>
              </w:rPr>
            </w:pPr>
            <w:proofErr w:type="spellStart"/>
            <w:r w:rsidRPr="00EA34D0">
              <w:rPr>
                <w:lang w:val="en-US"/>
              </w:rPr>
              <w:t>Mr</w:t>
            </w:r>
            <w:proofErr w:type="spellEnd"/>
            <w:r w:rsidRPr="00EA34D0">
              <w:rPr>
                <w:lang w:val="en-US"/>
              </w:rPr>
              <w:t xml:space="preserve"> S</w:t>
            </w:r>
            <w:r w:rsidRPr="00EA34D0">
              <w:t>ø</w:t>
            </w:r>
            <w:proofErr w:type="spellStart"/>
            <w:r w:rsidRPr="00EA34D0">
              <w:rPr>
                <w:lang w:val="en-US"/>
              </w:rPr>
              <w:t>ren</w:t>
            </w:r>
            <w:proofErr w:type="spellEnd"/>
            <w:r w:rsidRPr="00EA34D0">
              <w:rPr>
                <w:lang w:val="en-US"/>
              </w:rPr>
              <w:t xml:space="preserve"> </w:t>
            </w:r>
            <w:proofErr w:type="spellStart"/>
            <w:r w:rsidRPr="00EA34D0">
              <w:rPr>
                <w:lang w:val="en-US"/>
              </w:rPr>
              <w:t>Lunde</w:t>
            </w:r>
            <w:proofErr w:type="spellEnd"/>
          </w:p>
          <w:p w:rsidR="00EA34D0" w:rsidRPr="00EA34D0" w:rsidRDefault="00EA34D0" w:rsidP="002450FC">
            <w:pPr>
              <w:rPr>
                <w:lang w:val="en-US"/>
              </w:rPr>
            </w:pPr>
            <w:r w:rsidRPr="00EA34D0">
              <w:rPr>
                <w:lang w:val="en-US"/>
              </w:rPr>
              <w:t>Environmental Executive</w:t>
            </w:r>
          </w:p>
          <w:p w:rsidR="00EA34D0" w:rsidRPr="00EA34D0" w:rsidRDefault="00EA34D0" w:rsidP="002450FC">
            <w:pPr>
              <w:rPr>
                <w:lang w:val="en-US"/>
              </w:rPr>
            </w:pPr>
            <w:r w:rsidRPr="00EA34D0">
              <w:rPr>
                <w:lang w:val="en-US"/>
              </w:rPr>
              <w:t>Esbjerg Municipality</w:t>
            </w:r>
          </w:p>
          <w:p w:rsidR="00EA34D0" w:rsidRPr="002450FC" w:rsidRDefault="00EA34D0" w:rsidP="002450FC">
            <w:pPr>
              <w:rPr>
                <w:lang w:val="da-DK"/>
              </w:rPr>
            </w:pPr>
            <w:r w:rsidRPr="002450FC">
              <w:rPr>
                <w:lang w:val="da-DK"/>
              </w:rPr>
              <w:t>Esbjerg Kommune</w:t>
            </w:r>
          </w:p>
          <w:p w:rsidR="00EA34D0" w:rsidRPr="002450FC" w:rsidRDefault="00EA34D0" w:rsidP="002450FC">
            <w:pPr>
              <w:rPr>
                <w:lang w:val="da-DK"/>
              </w:rPr>
            </w:pPr>
            <w:r w:rsidRPr="002450FC">
              <w:rPr>
                <w:lang w:val="da-DK"/>
              </w:rPr>
              <w:t>Torvegade 74</w:t>
            </w:r>
            <w:r w:rsidRPr="00EA34D0">
              <w:rPr>
                <w:rFonts w:asciiTheme="minorHAnsi" w:eastAsiaTheme="minorHAnsi" w:hAnsiTheme="minorHAnsi" w:cstheme="minorBidi"/>
                <w:color w:val="1F497D"/>
                <w:sz w:val="22"/>
                <w:szCs w:val="22"/>
                <w:lang w:val="da-DK" w:eastAsia="en-US"/>
              </w:rPr>
              <w:t xml:space="preserve"> </w:t>
            </w:r>
          </w:p>
          <w:p w:rsidR="00EA34D0" w:rsidRPr="002450FC" w:rsidRDefault="00EA34D0" w:rsidP="002450FC">
            <w:pPr>
              <w:rPr>
                <w:lang w:val="da-DK"/>
              </w:rPr>
            </w:pPr>
            <w:r w:rsidRPr="002450FC">
              <w:rPr>
                <w:lang w:val="da-DK"/>
              </w:rPr>
              <w:t>DK – 6700 Esbjerg</w:t>
            </w:r>
            <w:r w:rsidRPr="002450FC">
              <w:rPr>
                <w:lang w:val="da-DK"/>
              </w:rPr>
              <w:br/>
              <w:t xml:space="preserve">Phone: +45 </w:t>
            </w:r>
            <w:r w:rsidRPr="002450FC">
              <w:rPr>
                <w:rFonts w:asciiTheme="minorHAnsi" w:eastAsiaTheme="minorHAnsi" w:hAnsiTheme="minorHAnsi" w:cstheme="minorBidi"/>
                <w:sz w:val="22"/>
                <w:szCs w:val="22"/>
                <w:lang w:val="da-DK" w:eastAsia="en-US"/>
              </w:rPr>
              <w:t>76165127</w:t>
            </w:r>
            <w:r w:rsidRPr="002450FC">
              <w:rPr>
                <w:lang w:val="da-DK"/>
              </w:rPr>
              <w:br/>
              <w:t xml:space="preserve">Mobile: +45 </w:t>
            </w:r>
          </w:p>
          <w:p w:rsidR="00EA34D0" w:rsidRPr="00EA34D0" w:rsidRDefault="00EA34D0" w:rsidP="002450FC">
            <w:pPr>
              <w:rPr>
                <w:sz w:val="18"/>
                <w:szCs w:val="18"/>
                <w:lang w:val="en-US"/>
              </w:rPr>
            </w:pPr>
            <w:r w:rsidRPr="00EA34D0">
              <w:rPr>
                <w:sz w:val="18"/>
                <w:szCs w:val="18"/>
                <w:lang w:val="en-US"/>
              </w:rPr>
              <w:t xml:space="preserve">Email: </w:t>
            </w:r>
            <w:hyperlink r:id="rId18" w:history="1">
              <w:r w:rsidRPr="00EA34D0">
                <w:rPr>
                  <w:rFonts w:asciiTheme="minorHAnsi" w:eastAsiaTheme="minorHAnsi" w:hAnsiTheme="minorHAnsi" w:cstheme="minorBidi"/>
                  <w:color w:val="0000FF" w:themeColor="hyperlink"/>
                  <w:sz w:val="22"/>
                  <w:szCs w:val="22"/>
                  <w:u w:val="single"/>
                  <w:lang w:val="en-US" w:eastAsia="en-US"/>
                </w:rPr>
                <w:t>solu@esbjergkommune.dk</w:t>
              </w:r>
            </w:hyperlink>
          </w:p>
        </w:tc>
      </w:tr>
      <w:tr w:rsidR="00EA34D0" w:rsidRPr="00EA34D0" w:rsidTr="004F06EA">
        <w:tc>
          <w:tcPr>
            <w:tcW w:w="4210" w:type="dxa"/>
          </w:tcPr>
          <w:p w:rsidR="00EA34D0" w:rsidRPr="00EA34D0" w:rsidRDefault="00EA34D0" w:rsidP="002450FC">
            <w:r w:rsidRPr="00EA34D0">
              <w:t>Mr Jaap Verhulst</w:t>
            </w:r>
          </w:p>
          <w:p w:rsidR="00EA34D0" w:rsidRPr="00EA34D0" w:rsidRDefault="00EA34D0" w:rsidP="002450FC">
            <w:r w:rsidRPr="00EA34D0">
              <w:t>Ministry of Economic Affairs</w:t>
            </w:r>
          </w:p>
          <w:p w:rsidR="00EA34D0" w:rsidRPr="00EA34D0" w:rsidRDefault="00EA34D0" w:rsidP="002450FC">
            <w:r w:rsidRPr="00EA34D0">
              <w:t>Directorate-General for Nature and Regional Affairs, Regional Affairs and Spatial Econo</w:t>
            </w:r>
            <w:r w:rsidRPr="00EA34D0">
              <w:t>m</w:t>
            </w:r>
            <w:r w:rsidRPr="00EA34D0">
              <w:t>ic Policy Dept.</w:t>
            </w:r>
          </w:p>
          <w:p w:rsidR="00EA34D0" w:rsidRPr="00EA34D0" w:rsidRDefault="00EA34D0" w:rsidP="002450FC">
            <w:pPr>
              <w:rPr>
                <w:lang w:val="da-DK"/>
              </w:rPr>
            </w:pPr>
            <w:r w:rsidRPr="00EA34D0">
              <w:rPr>
                <w:lang w:val="da-DK"/>
              </w:rPr>
              <w:t>P.O. Box 20401</w:t>
            </w:r>
          </w:p>
          <w:p w:rsidR="00EA34D0" w:rsidRPr="00EA34D0" w:rsidRDefault="00EA34D0" w:rsidP="002450FC">
            <w:pPr>
              <w:rPr>
                <w:lang w:val="da-DK"/>
              </w:rPr>
            </w:pPr>
            <w:r w:rsidRPr="00EA34D0">
              <w:rPr>
                <w:lang w:val="da-DK"/>
              </w:rPr>
              <w:t>NL-2500 EK Den Haag</w:t>
            </w:r>
          </w:p>
          <w:p w:rsidR="00EA34D0" w:rsidRPr="00EA34D0" w:rsidRDefault="00EA34D0" w:rsidP="002450FC">
            <w:pPr>
              <w:rPr>
                <w:lang w:val="fr-FR"/>
              </w:rPr>
            </w:pPr>
            <w:r w:rsidRPr="00EA34D0">
              <w:rPr>
                <w:lang w:val="fr-FR"/>
              </w:rPr>
              <w:t>Mobile: +31 6 52 52 5910</w:t>
            </w:r>
          </w:p>
          <w:p w:rsidR="00EA34D0" w:rsidRDefault="00EA34D0" w:rsidP="002450FC">
            <w:pPr>
              <w:rPr>
                <w:sz w:val="18"/>
                <w:szCs w:val="18"/>
                <w:lang w:val="fr-FR"/>
              </w:rPr>
            </w:pPr>
            <w:r w:rsidRPr="00EA34D0">
              <w:rPr>
                <w:sz w:val="18"/>
                <w:szCs w:val="18"/>
                <w:lang w:val="fr-FR"/>
              </w:rPr>
              <w:t xml:space="preserve">E-mail: </w:t>
            </w:r>
            <w:hyperlink r:id="rId19" w:history="1">
              <w:r w:rsidRPr="00EA34D0">
                <w:rPr>
                  <w:color w:val="0000FF"/>
                  <w:sz w:val="18"/>
                  <w:szCs w:val="18"/>
                  <w:u w:val="single"/>
                  <w:lang w:val="fr-FR"/>
                </w:rPr>
                <w:t>j2.verhulst@mineleni.nl</w:t>
              </w:r>
            </w:hyperlink>
            <w:r w:rsidRPr="00EA34D0">
              <w:rPr>
                <w:sz w:val="18"/>
                <w:szCs w:val="18"/>
                <w:lang w:val="fr-FR"/>
              </w:rPr>
              <w:t xml:space="preserve"> </w:t>
            </w:r>
          </w:p>
          <w:p w:rsidR="007700CA" w:rsidRPr="00EA34D0" w:rsidRDefault="007700CA" w:rsidP="002450FC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5002" w:type="dxa"/>
          </w:tcPr>
          <w:p w:rsidR="00EA34D0" w:rsidRPr="00EA34D0" w:rsidRDefault="00EA34D0" w:rsidP="002450FC">
            <w:r w:rsidRPr="00EA34D0">
              <w:t xml:space="preserve">Ms </w:t>
            </w:r>
            <w:proofErr w:type="spellStart"/>
            <w:r w:rsidRPr="00EA34D0">
              <w:t>Tineke</w:t>
            </w:r>
            <w:proofErr w:type="spellEnd"/>
            <w:r w:rsidRPr="00EA34D0">
              <w:t xml:space="preserve"> </w:t>
            </w:r>
            <w:proofErr w:type="spellStart"/>
            <w:r w:rsidRPr="00EA34D0">
              <w:t>Schokker-Strampel</w:t>
            </w:r>
            <w:proofErr w:type="spellEnd"/>
          </w:p>
          <w:p w:rsidR="00EA34D0" w:rsidRPr="00EA34D0" w:rsidRDefault="00EA34D0" w:rsidP="002450FC">
            <w:r w:rsidRPr="00EA34D0">
              <w:t xml:space="preserve">Deputy Province of </w:t>
            </w:r>
            <w:proofErr w:type="spellStart"/>
            <w:r w:rsidRPr="00EA34D0">
              <w:t>Fryslân</w:t>
            </w:r>
            <w:proofErr w:type="spellEnd"/>
          </w:p>
          <w:p w:rsidR="00EA34D0" w:rsidRPr="00EA34D0" w:rsidRDefault="00EA34D0" w:rsidP="002450FC">
            <w:r w:rsidRPr="00EA34D0">
              <w:t xml:space="preserve">Dutch </w:t>
            </w:r>
            <w:proofErr w:type="spellStart"/>
            <w:r w:rsidRPr="00EA34D0">
              <w:t>Wadden</w:t>
            </w:r>
            <w:proofErr w:type="spellEnd"/>
            <w:r w:rsidRPr="00EA34D0">
              <w:t xml:space="preserve"> Sea Provinces</w:t>
            </w:r>
          </w:p>
          <w:p w:rsidR="00EA34D0" w:rsidRPr="00EA34D0" w:rsidRDefault="00EA34D0" w:rsidP="002450FC">
            <w:r w:rsidRPr="00EA34D0">
              <w:t>PO Box 20120</w:t>
            </w:r>
          </w:p>
          <w:p w:rsidR="00EA34D0" w:rsidRPr="00EA34D0" w:rsidRDefault="00EA34D0" w:rsidP="002450FC">
            <w:r w:rsidRPr="00EA34D0">
              <w:t>NL - 8900 HM Leeuwarden</w:t>
            </w:r>
          </w:p>
          <w:p w:rsidR="00EA34D0" w:rsidRPr="00EA34D0" w:rsidRDefault="00EA34D0" w:rsidP="002450FC">
            <w:pPr>
              <w:rPr>
                <w:lang w:val="fr-FR"/>
              </w:rPr>
            </w:pPr>
            <w:r w:rsidRPr="00EA34D0">
              <w:rPr>
                <w:lang w:val="fr-FR"/>
              </w:rPr>
              <w:t>Phone : +31 58 292 5850</w:t>
            </w:r>
          </w:p>
          <w:p w:rsidR="00EA34D0" w:rsidRPr="00EA34D0" w:rsidRDefault="00EA34D0" w:rsidP="002450FC">
            <w:pPr>
              <w:rPr>
                <w:lang w:val="fr-FR"/>
              </w:rPr>
            </w:pPr>
            <w:r w:rsidRPr="00EA34D0">
              <w:rPr>
                <w:lang w:val="fr-FR"/>
              </w:rPr>
              <w:t>Mobile : +31 6 50 65 0733</w:t>
            </w:r>
          </w:p>
          <w:p w:rsidR="00EA34D0" w:rsidRPr="00EA34D0" w:rsidRDefault="00EA34D0" w:rsidP="002450FC">
            <w:pPr>
              <w:rPr>
                <w:color w:val="0000FF"/>
                <w:sz w:val="18"/>
                <w:szCs w:val="18"/>
                <w:u w:val="single"/>
              </w:rPr>
            </w:pPr>
            <w:r w:rsidRPr="00EA34D0">
              <w:rPr>
                <w:sz w:val="18"/>
                <w:szCs w:val="18"/>
                <w:lang w:val="fr-FR"/>
              </w:rPr>
              <w:t xml:space="preserve">E-mail: </w:t>
            </w:r>
            <w:hyperlink r:id="rId20" w:history="1">
              <w:r w:rsidRPr="00EA34D0">
                <w:rPr>
                  <w:color w:val="0000FF"/>
                  <w:sz w:val="18"/>
                  <w:szCs w:val="18"/>
                  <w:u w:val="single"/>
                </w:rPr>
                <w:t>secr.gs.schokker@fryslan.nl</w:t>
              </w:r>
            </w:hyperlink>
          </w:p>
          <w:p w:rsidR="00EA34D0" w:rsidRPr="00EA34D0" w:rsidRDefault="00EA34D0" w:rsidP="002450FC">
            <w:pPr>
              <w:rPr>
                <w:lang w:val="fr-FR"/>
              </w:rPr>
            </w:pPr>
          </w:p>
        </w:tc>
      </w:tr>
      <w:tr w:rsidR="00EA34D0" w:rsidRPr="00EA34D0" w:rsidTr="004F06EA">
        <w:tc>
          <w:tcPr>
            <w:tcW w:w="4210" w:type="dxa"/>
          </w:tcPr>
          <w:p w:rsidR="00EA34D0" w:rsidRPr="002450FC" w:rsidRDefault="00EA34D0" w:rsidP="002450FC">
            <w:pPr>
              <w:rPr>
                <w:lang w:val="nl-NL"/>
              </w:rPr>
            </w:pPr>
            <w:r w:rsidRPr="002450FC">
              <w:rPr>
                <w:lang w:val="nl-NL"/>
              </w:rPr>
              <w:t xml:space="preserve">Ms Els van Grol </w:t>
            </w:r>
          </w:p>
          <w:p w:rsidR="00EA34D0" w:rsidRPr="002450FC" w:rsidRDefault="00EA34D0" w:rsidP="002450FC">
            <w:pPr>
              <w:rPr>
                <w:lang w:val="nl-NL"/>
              </w:rPr>
            </w:pPr>
            <w:r w:rsidRPr="002450FC">
              <w:rPr>
                <w:lang w:val="nl-NL"/>
              </w:rPr>
              <w:t>Rijkwaterstaat Noord-Nederland</w:t>
            </w:r>
            <w:r w:rsidRPr="002450FC">
              <w:rPr>
                <w:lang w:val="nl-NL"/>
              </w:rPr>
              <w:br/>
              <w:t>Directie Water en Scheepvaart</w:t>
            </w:r>
            <w:r w:rsidRPr="002450FC">
              <w:rPr>
                <w:lang w:val="nl-NL"/>
              </w:rPr>
              <w:br/>
              <w:t xml:space="preserve">Postbus 2301 </w:t>
            </w:r>
            <w:r w:rsidRPr="002450FC">
              <w:rPr>
                <w:lang w:val="nl-NL"/>
              </w:rPr>
              <w:br/>
              <w:t>NL-8901 JH  Leeuwarden</w:t>
            </w:r>
            <w:r w:rsidRPr="002450FC">
              <w:rPr>
                <w:lang w:val="nl-NL"/>
              </w:rPr>
              <w:br/>
              <w:t>Phone:</w:t>
            </w:r>
            <w:r w:rsidRPr="002450FC">
              <w:rPr>
                <w:lang w:val="nl-NL"/>
              </w:rPr>
              <w:tab/>
              <w:t>+31 058  2344 344</w:t>
            </w:r>
          </w:p>
          <w:p w:rsidR="00EA34D0" w:rsidRPr="00B74CE1" w:rsidRDefault="00EA34D0" w:rsidP="002450FC">
            <w:r w:rsidRPr="00B74CE1">
              <w:t xml:space="preserve">Mobile: </w:t>
            </w:r>
            <w:r w:rsidRPr="00B74CE1">
              <w:tab/>
              <w:t>+31 6 52 35 4519</w:t>
            </w:r>
          </w:p>
          <w:p w:rsidR="00EA34D0" w:rsidRPr="00B74CE1" w:rsidRDefault="00EA34D0" w:rsidP="002450FC">
            <w:pPr>
              <w:rPr>
                <w:color w:val="0000FF"/>
                <w:sz w:val="18"/>
                <w:szCs w:val="18"/>
                <w:u w:val="single"/>
              </w:rPr>
            </w:pPr>
            <w:r w:rsidRPr="00EA34D0">
              <w:rPr>
                <w:sz w:val="18"/>
                <w:szCs w:val="18"/>
                <w:lang w:val="fr-FR"/>
              </w:rPr>
              <w:t xml:space="preserve">Email: </w:t>
            </w:r>
            <w:hyperlink r:id="rId21" w:history="1">
              <w:r w:rsidRPr="00B74CE1">
                <w:rPr>
                  <w:color w:val="0000FF" w:themeColor="hyperlink"/>
                  <w:sz w:val="18"/>
                  <w:szCs w:val="18"/>
                  <w:u w:val="single"/>
                </w:rPr>
                <w:t>els.van.grol@rws.nl</w:t>
              </w:r>
            </w:hyperlink>
          </w:p>
          <w:p w:rsidR="00EA34D0" w:rsidRPr="00B74CE1" w:rsidRDefault="00EA34D0" w:rsidP="002450FC"/>
        </w:tc>
        <w:tc>
          <w:tcPr>
            <w:tcW w:w="5002" w:type="dxa"/>
          </w:tcPr>
          <w:p w:rsidR="00EA34D0" w:rsidRPr="00EA34D0" w:rsidRDefault="00EA34D0" w:rsidP="002450FC">
            <w:pPr>
              <w:rPr>
                <w:lang w:val="fr-FR"/>
              </w:rPr>
            </w:pPr>
            <w:r w:rsidRPr="00EA34D0">
              <w:rPr>
                <w:lang w:val="fr-FR"/>
              </w:rPr>
              <w:t>Mr Harm Evert Waalkens</w:t>
            </w:r>
          </w:p>
          <w:p w:rsidR="00EA34D0" w:rsidRPr="00EA34D0" w:rsidRDefault="00EA34D0" w:rsidP="002450FC">
            <w:pPr>
              <w:rPr>
                <w:lang w:val="fr-FR"/>
              </w:rPr>
            </w:pPr>
            <w:r w:rsidRPr="00EA34D0">
              <w:rPr>
                <w:lang w:val="fr-FR"/>
              </w:rPr>
              <w:t xml:space="preserve">Alderman </w:t>
            </w:r>
            <w:proofErr w:type="spellStart"/>
            <w:r w:rsidRPr="00EA34D0">
              <w:rPr>
                <w:lang w:val="fr-FR"/>
              </w:rPr>
              <w:t>Municipality</w:t>
            </w:r>
            <w:proofErr w:type="spellEnd"/>
            <w:r w:rsidRPr="00EA34D0">
              <w:rPr>
                <w:lang w:val="fr-FR"/>
              </w:rPr>
              <w:t xml:space="preserve"> De Marne</w:t>
            </w:r>
          </w:p>
          <w:p w:rsidR="00EA34D0" w:rsidRPr="00EA34D0" w:rsidRDefault="00EA34D0" w:rsidP="002450FC">
            <w:pPr>
              <w:rPr>
                <w:lang w:val="fr-FR"/>
              </w:rPr>
            </w:pPr>
            <w:proofErr w:type="spellStart"/>
            <w:r w:rsidRPr="00EA34D0">
              <w:rPr>
                <w:lang w:val="fr-FR"/>
              </w:rPr>
              <w:t>Gemeente</w:t>
            </w:r>
            <w:proofErr w:type="spellEnd"/>
            <w:r w:rsidRPr="00EA34D0">
              <w:rPr>
                <w:lang w:val="fr-FR"/>
              </w:rPr>
              <w:t xml:space="preserve"> De Marne</w:t>
            </w:r>
          </w:p>
          <w:p w:rsidR="00EA34D0" w:rsidRPr="00EA34D0" w:rsidRDefault="00EA34D0" w:rsidP="002450FC">
            <w:pPr>
              <w:rPr>
                <w:lang w:val="fr-FR"/>
              </w:rPr>
            </w:pPr>
            <w:proofErr w:type="spellStart"/>
            <w:r w:rsidRPr="00EA34D0">
              <w:rPr>
                <w:lang w:val="fr-FR"/>
              </w:rPr>
              <w:t>Postbus</w:t>
            </w:r>
            <w:proofErr w:type="spellEnd"/>
            <w:r w:rsidRPr="00EA34D0">
              <w:rPr>
                <w:lang w:val="fr-FR"/>
              </w:rPr>
              <w:t xml:space="preserve"> 11</w:t>
            </w:r>
          </w:p>
          <w:p w:rsidR="00EA34D0" w:rsidRPr="00EA34D0" w:rsidRDefault="00EA34D0" w:rsidP="002450FC">
            <w:pPr>
              <w:rPr>
                <w:lang w:val="fr-FR"/>
              </w:rPr>
            </w:pPr>
            <w:r w:rsidRPr="00EA34D0">
              <w:rPr>
                <w:lang w:val="fr-FR"/>
              </w:rPr>
              <w:t xml:space="preserve">NL - 9965 ZG </w:t>
            </w:r>
            <w:proofErr w:type="spellStart"/>
            <w:r w:rsidRPr="00EA34D0">
              <w:rPr>
                <w:lang w:val="fr-FR"/>
              </w:rPr>
              <w:t>Leens</w:t>
            </w:r>
            <w:proofErr w:type="spellEnd"/>
          </w:p>
          <w:p w:rsidR="00EA34D0" w:rsidRPr="00EA34D0" w:rsidRDefault="00EA34D0" w:rsidP="002450FC">
            <w:pPr>
              <w:rPr>
                <w:lang w:val="fr-FR"/>
              </w:rPr>
            </w:pPr>
            <w:r w:rsidRPr="00EA34D0">
              <w:rPr>
                <w:lang w:val="fr-FR"/>
              </w:rPr>
              <w:t>Phone: +31 595 421056</w:t>
            </w:r>
          </w:p>
          <w:p w:rsidR="00EA34D0" w:rsidRPr="00EA34D0" w:rsidRDefault="00EA34D0" w:rsidP="002450FC">
            <w:pPr>
              <w:rPr>
                <w:lang w:val="fr-FR"/>
              </w:rPr>
            </w:pPr>
            <w:r w:rsidRPr="00EA34D0">
              <w:rPr>
                <w:lang w:val="fr-FR"/>
              </w:rPr>
              <w:t xml:space="preserve">Mobile: +31 6 55 89 0335 </w:t>
            </w:r>
          </w:p>
          <w:p w:rsidR="00EA34D0" w:rsidRPr="00EA34D0" w:rsidRDefault="00EA34D0" w:rsidP="002450FC">
            <w:pPr>
              <w:rPr>
                <w:lang w:val="en-US"/>
              </w:rPr>
            </w:pPr>
            <w:r w:rsidRPr="00EA34D0">
              <w:rPr>
                <w:lang w:val="fr-FR"/>
              </w:rPr>
              <w:t xml:space="preserve">E-mail: </w:t>
            </w:r>
            <w:r w:rsidRPr="00EA34D0">
              <w:t>HE.Waalkens@demarne.nl</w:t>
            </w:r>
          </w:p>
        </w:tc>
      </w:tr>
      <w:tr w:rsidR="00EA34D0" w:rsidRPr="007700CA" w:rsidTr="004F06EA">
        <w:tc>
          <w:tcPr>
            <w:tcW w:w="4210" w:type="dxa"/>
          </w:tcPr>
          <w:p w:rsidR="00EA34D0" w:rsidRPr="00EA34D0" w:rsidRDefault="00EA34D0" w:rsidP="002450FC">
            <w:r w:rsidRPr="00EA34D0">
              <w:t xml:space="preserve">Ms Christiane Paulus </w:t>
            </w:r>
          </w:p>
          <w:p w:rsidR="00EA34D0" w:rsidRPr="00EA34D0" w:rsidRDefault="00953012" w:rsidP="002450FC">
            <w:r>
              <w:t>Head of Division N I 2</w:t>
            </w:r>
            <w:r w:rsidR="00EA34D0" w:rsidRPr="00EA34D0">
              <w:t xml:space="preserve"> </w:t>
            </w:r>
          </w:p>
          <w:p w:rsidR="00953012" w:rsidRDefault="00EA34D0" w:rsidP="002450FC">
            <w:r w:rsidRPr="00EA34D0">
              <w:t xml:space="preserve">Federal Ministry for the Environment, Nature Protection </w:t>
            </w:r>
          </w:p>
          <w:p w:rsidR="00EA34D0" w:rsidRPr="00EA34D0" w:rsidRDefault="00EA34D0" w:rsidP="002450FC">
            <w:pPr>
              <w:rPr>
                <w:lang w:val="de-DE"/>
              </w:rPr>
            </w:pPr>
            <w:r w:rsidRPr="00EA34D0">
              <w:rPr>
                <w:lang w:val="de-DE"/>
              </w:rPr>
              <w:t>Robert-Schuman-Platz 3</w:t>
            </w:r>
          </w:p>
          <w:p w:rsidR="00EA34D0" w:rsidRPr="00EA34D0" w:rsidRDefault="00EA34D0" w:rsidP="002450FC">
            <w:pPr>
              <w:rPr>
                <w:lang w:val="de-DE"/>
              </w:rPr>
            </w:pPr>
            <w:r w:rsidRPr="00EA34D0">
              <w:rPr>
                <w:lang w:val="de-DE"/>
              </w:rPr>
              <w:t>D - 53175 Bonn</w:t>
            </w:r>
          </w:p>
          <w:p w:rsidR="00EA34D0" w:rsidRPr="00EA34D0" w:rsidRDefault="00EA34D0" w:rsidP="002450FC">
            <w:pPr>
              <w:rPr>
                <w:lang w:val="fr-FR"/>
              </w:rPr>
            </w:pPr>
            <w:r w:rsidRPr="00EA34D0">
              <w:rPr>
                <w:lang w:val="fr-FR"/>
              </w:rPr>
              <w:t>Phone: +49 22899 305 2620</w:t>
            </w:r>
          </w:p>
          <w:p w:rsidR="00EA34D0" w:rsidRPr="00EA34D0" w:rsidRDefault="00EA34D0" w:rsidP="002450FC">
            <w:pPr>
              <w:rPr>
                <w:lang w:val="fr-FR"/>
              </w:rPr>
            </w:pPr>
            <w:r w:rsidRPr="00EA34D0">
              <w:rPr>
                <w:lang w:val="fr-FR"/>
              </w:rPr>
              <w:t>Mobile : +49 173 5443598</w:t>
            </w:r>
          </w:p>
          <w:p w:rsidR="00EA34D0" w:rsidRDefault="00EA34D0" w:rsidP="002450FC">
            <w:pPr>
              <w:rPr>
                <w:color w:val="0000FF" w:themeColor="hyperlink"/>
                <w:sz w:val="18"/>
                <w:szCs w:val="18"/>
                <w:u w:val="single"/>
                <w:lang w:val="de-DE"/>
              </w:rPr>
            </w:pPr>
            <w:r w:rsidRPr="00EA34D0">
              <w:rPr>
                <w:sz w:val="18"/>
                <w:szCs w:val="18"/>
                <w:lang w:val="de-DE"/>
              </w:rPr>
              <w:t>E-Mail:</w:t>
            </w:r>
            <w:r w:rsidRPr="00EA34D0">
              <w:rPr>
                <w:rFonts w:asciiTheme="minorHAnsi" w:eastAsiaTheme="minorHAnsi" w:hAnsiTheme="minorHAnsi" w:cstheme="minorBidi"/>
                <w:sz w:val="22"/>
                <w:szCs w:val="22"/>
                <w:lang w:val="de-DE" w:eastAsia="en-US"/>
              </w:rPr>
              <w:t xml:space="preserve"> </w:t>
            </w:r>
            <w:hyperlink r:id="rId22" w:history="1">
              <w:r w:rsidRPr="00EA34D0">
                <w:rPr>
                  <w:color w:val="0000FF" w:themeColor="hyperlink"/>
                  <w:sz w:val="18"/>
                  <w:szCs w:val="18"/>
                  <w:u w:val="single"/>
                  <w:lang w:val="de-DE"/>
                </w:rPr>
                <w:t>christiane.paulus@bmu.bund.de</w:t>
              </w:r>
            </w:hyperlink>
          </w:p>
          <w:p w:rsidR="007700CA" w:rsidRPr="00EA34D0" w:rsidRDefault="007700CA" w:rsidP="002450FC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5002" w:type="dxa"/>
          </w:tcPr>
          <w:p w:rsidR="00EA34D0" w:rsidRPr="00EA34D0" w:rsidRDefault="00EA34D0" w:rsidP="002450FC">
            <w:pPr>
              <w:rPr>
                <w:lang w:val="de-DE"/>
              </w:rPr>
            </w:pPr>
            <w:proofErr w:type="spellStart"/>
            <w:r w:rsidRPr="00EA34D0">
              <w:rPr>
                <w:lang w:val="de-DE"/>
              </w:rPr>
              <w:t>Ms</w:t>
            </w:r>
            <w:proofErr w:type="spellEnd"/>
            <w:r w:rsidRPr="00EA34D0">
              <w:rPr>
                <w:lang w:val="de-DE"/>
              </w:rPr>
              <w:t xml:space="preserve"> Vera </w:t>
            </w:r>
            <w:proofErr w:type="spellStart"/>
            <w:r w:rsidRPr="00EA34D0">
              <w:rPr>
                <w:lang w:val="de-DE"/>
              </w:rPr>
              <w:t>Knoke</w:t>
            </w:r>
            <w:proofErr w:type="spellEnd"/>
          </w:p>
          <w:p w:rsidR="00EA34D0" w:rsidRPr="00EA34D0" w:rsidRDefault="00EA34D0" w:rsidP="002450FC">
            <w:pPr>
              <w:rPr>
                <w:lang w:val="de-DE"/>
              </w:rPr>
            </w:pPr>
            <w:r w:rsidRPr="00EA34D0">
              <w:rPr>
                <w:lang w:val="de-DE"/>
              </w:rPr>
              <w:t>Referat Meeresschutz &amp; Nationalpark</w:t>
            </w:r>
          </w:p>
          <w:p w:rsidR="00EA34D0" w:rsidRPr="00EA34D0" w:rsidRDefault="00EA34D0" w:rsidP="002450FC">
            <w:pPr>
              <w:rPr>
                <w:lang w:val="de-DE"/>
              </w:rPr>
            </w:pPr>
            <w:r w:rsidRPr="00EA34D0">
              <w:rPr>
                <w:lang w:val="de-DE"/>
              </w:rPr>
              <w:t>Ministerium für Landwirtscha</w:t>
            </w:r>
            <w:r w:rsidR="00953012">
              <w:rPr>
                <w:lang w:val="de-DE"/>
              </w:rPr>
              <w:t>f</w:t>
            </w:r>
            <w:r w:rsidRPr="00EA34D0">
              <w:rPr>
                <w:lang w:val="de-DE"/>
              </w:rPr>
              <w:t>t, Umwelt und ländliche Räume</w:t>
            </w:r>
          </w:p>
          <w:p w:rsidR="00EA34D0" w:rsidRPr="00EA34D0" w:rsidRDefault="00EA34D0" w:rsidP="002450FC">
            <w:pPr>
              <w:rPr>
                <w:lang w:val="en-US"/>
              </w:rPr>
            </w:pPr>
            <w:proofErr w:type="spellStart"/>
            <w:r w:rsidRPr="00EA34D0">
              <w:rPr>
                <w:lang w:val="en-US"/>
              </w:rPr>
              <w:t>Mercatorstrasse</w:t>
            </w:r>
            <w:proofErr w:type="spellEnd"/>
            <w:r w:rsidRPr="00EA34D0">
              <w:rPr>
                <w:lang w:val="en-US"/>
              </w:rPr>
              <w:t xml:space="preserve"> 3 </w:t>
            </w:r>
          </w:p>
          <w:p w:rsidR="00EA34D0" w:rsidRPr="00EA34D0" w:rsidRDefault="00EA34D0" w:rsidP="002450FC">
            <w:r w:rsidRPr="00EA34D0">
              <w:t xml:space="preserve">D - 24106 Kiel </w:t>
            </w:r>
          </w:p>
          <w:p w:rsidR="00EA34D0" w:rsidRPr="00EA34D0" w:rsidRDefault="00EA34D0" w:rsidP="002450FC">
            <w:pPr>
              <w:rPr>
                <w:lang w:val="fr-FR"/>
              </w:rPr>
            </w:pPr>
            <w:r w:rsidRPr="00EA34D0">
              <w:rPr>
                <w:lang w:val="fr-FR"/>
              </w:rPr>
              <w:t>Phone: + 49 431 988 7196</w:t>
            </w:r>
          </w:p>
          <w:p w:rsidR="00EA34D0" w:rsidRPr="00EA34D0" w:rsidRDefault="00EA34D0" w:rsidP="002450FC">
            <w:pPr>
              <w:rPr>
                <w:rFonts w:asciiTheme="minorHAnsi" w:eastAsiaTheme="minorHAnsi" w:hAnsiTheme="minorHAnsi" w:cstheme="minorBidi"/>
                <w:color w:val="1F497D"/>
                <w:sz w:val="22"/>
                <w:szCs w:val="22"/>
                <w:lang w:val="en-US" w:eastAsia="en-US"/>
              </w:rPr>
            </w:pPr>
            <w:r w:rsidRPr="00EA34D0">
              <w:rPr>
                <w:lang w:val="fr-FR"/>
              </w:rPr>
              <w:t>Mobile: + 491 71 656 8457</w:t>
            </w:r>
          </w:p>
          <w:p w:rsidR="00EA34D0" w:rsidRPr="00EA34D0" w:rsidRDefault="00EA34D0" w:rsidP="002450FC">
            <w:pPr>
              <w:rPr>
                <w:sz w:val="18"/>
                <w:szCs w:val="18"/>
                <w:lang w:val="fr-FR"/>
              </w:rPr>
            </w:pPr>
            <w:r w:rsidRPr="00EA34D0">
              <w:rPr>
                <w:sz w:val="18"/>
                <w:szCs w:val="18"/>
                <w:lang w:val="fr-FR"/>
              </w:rPr>
              <w:t xml:space="preserve">E-mail: </w:t>
            </w:r>
            <w:hyperlink r:id="rId23" w:history="1">
              <w:r w:rsidRPr="007700CA">
                <w:rPr>
                  <w:color w:val="0000FF"/>
                  <w:sz w:val="18"/>
                  <w:szCs w:val="18"/>
                  <w:lang w:val="de-DE"/>
                </w:rPr>
                <w:t>Vera.Knoke@melur.landsh.de</w:t>
              </w:r>
            </w:hyperlink>
          </w:p>
        </w:tc>
      </w:tr>
      <w:tr w:rsidR="00EA34D0" w:rsidRPr="007700CA" w:rsidTr="004F06EA">
        <w:tc>
          <w:tcPr>
            <w:tcW w:w="4210" w:type="dxa"/>
          </w:tcPr>
          <w:p w:rsidR="00EA34D0" w:rsidRPr="00953012" w:rsidRDefault="00EA34D0" w:rsidP="002450FC">
            <w:r w:rsidRPr="00953012">
              <w:lastRenderedPageBreak/>
              <w:t xml:space="preserve">Mr Hubertus </w:t>
            </w:r>
            <w:proofErr w:type="spellStart"/>
            <w:r w:rsidRPr="00953012">
              <w:t>Hebbelmann</w:t>
            </w:r>
            <w:proofErr w:type="spellEnd"/>
            <w:r w:rsidRPr="00953012">
              <w:t xml:space="preserve">  </w:t>
            </w:r>
          </w:p>
          <w:p w:rsidR="00EA34D0" w:rsidRPr="00953012" w:rsidRDefault="00EA34D0" w:rsidP="002450FC">
            <w:r w:rsidRPr="00953012">
              <w:t>Ministry for Environment and Climate Prote</w:t>
            </w:r>
            <w:r w:rsidRPr="00953012">
              <w:t>c</w:t>
            </w:r>
            <w:r w:rsidRPr="00953012">
              <w:t xml:space="preserve">tion Niedersachsen </w:t>
            </w:r>
          </w:p>
          <w:p w:rsidR="00EA34D0" w:rsidRPr="00953012" w:rsidRDefault="00EA34D0" w:rsidP="002450FC">
            <w:r w:rsidRPr="00953012">
              <w:t>PO Box 4107  </w:t>
            </w:r>
          </w:p>
          <w:p w:rsidR="00EA34D0" w:rsidRPr="00953012" w:rsidRDefault="00EA34D0" w:rsidP="002450FC">
            <w:r w:rsidRPr="00953012">
              <w:t>D - 30041 Hannover </w:t>
            </w:r>
          </w:p>
          <w:p w:rsidR="00EA34D0" w:rsidRPr="00953012" w:rsidRDefault="00EA34D0" w:rsidP="002450FC">
            <w:r w:rsidRPr="00953012">
              <w:t>Phone: +49 511 120 3382</w:t>
            </w:r>
          </w:p>
          <w:p w:rsidR="00EA34D0" w:rsidRPr="00953012" w:rsidRDefault="00EA34D0" w:rsidP="002450FC">
            <w:pPr>
              <w:rPr>
                <w:lang w:val="de-DE"/>
              </w:rPr>
            </w:pPr>
            <w:r w:rsidRPr="00953012">
              <w:rPr>
                <w:lang w:val="de-DE"/>
              </w:rPr>
              <w:t>Mobile: +49 177 899 5055 </w:t>
            </w:r>
          </w:p>
          <w:p w:rsidR="00EA34D0" w:rsidRPr="00953012" w:rsidRDefault="00EA34D0" w:rsidP="002450FC">
            <w:pPr>
              <w:rPr>
                <w:lang w:val="de-DE"/>
              </w:rPr>
            </w:pPr>
            <w:proofErr w:type="spellStart"/>
            <w:r w:rsidRPr="00953012">
              <w:rPr>
                <w:lang w:val="de-DE"/>
              </w:rPr>
              <w:t>E-mail</w:t>
            </w:r>
            <w:proofErr w:type="spellEnd"/>
            <w:r w:rsidRPr="00953012">
              <w:rPr>
                <w:lang w:val="de-DE"/>
              </w:rPr>
              <w:t xml:space="preserve">: </w:t>
            </w:r>
            <w:hyperlink r:id="rId24" w:history="1">
              <w:r w:rsidRPr="00953012">
                <w:rPr>
                  <w:color w:val="0000FF" w:themeColor="hyperlink"/>
                  <w:u w:val="single"/>
                  <w:lang w:val="de-DE"/>
                </w:rPr>
                <w:t>hube</w:t>
              </w:r>
              <w:r w:rsidRPr="00953012">
                <w:rPr>
                  <w:color w:val="0000FF" w:themeColor="hyperlink"/>
                  <w:u w:val="single"/>
                  <w:lang w:val="de-DE"/>
                </w:rPr>
                <w:t>r</w:t>
              </w:r>
              <w:r w:rsidRPr="00953012">
                <w:rPr>
                  <w:color w:val="0000FF" w:themeColor="hyperlink"/>
                  <w:u w:val="single"/>
                  <w:lang w:val="de-DE"/>
                </w:rPr>
                <w:t>tus.hebbelmann@mu.niedersachsen.de</w:t>
              </w:r>
            </w:hyperlink>
          </w:p>
        </w:tc>
        <w:tc>
          <w:tcPr>
            <w:tcW w:w="5002" w:type="dxa"/>
          </w:tcPr>
          <w:p w:rsidR="00EA34D0" w:rsidRPr="00953012" w:rsidRDefault="00EA34D0" w:rsidP="002450FC">
            <w:r w:rsidRPr="00953012">
              <w:t xml:space="preserve">Mr Hans </w:t>
            </w:r>
            <w:proofErr w:type="spellStart"/>
            <w:r w:rsidRPr="00953012">
              <w:t>Gabanyi</w:t>
            </w:r>
            <w:proofErr w:type="spellEnd"/>
          </w:p>
          <w:p w:rsidR="00EA34D0" w:rsidRPr="00953012" w:rsidRDefault="00EA34D0" w:rsidP="002450FC">
            <w:r w:rsidRPr="00953012">
              <w:t>Ministry of Urban Development and Environment</w:t>
            </w:r>
          </w:p>
          <w:p w:rsidR="00EA34D0" w:rsidRPr="00953012" w:rsidRDefault="00EA34D0" w:rsidP="002450FC">
            <w:r w:rsidRPr="00953012">
              <w:t>Free and Hanseatic City of Hamburg</w:t>
            </w:r>
          </w:p>
          <w:p w:rsidR="00EA34D0" w:rsidRPr="00953012" w:rsidRDefault="00EA34D0" w:rsidP="002450FC">
            <w:pPr>
              <w:rPr>
                <w:lang w:val="de-DE"/>
              </w:rPr>
            </w:pPr>
            <w:r w:rsidRPr="00953012">
              <w:rPr>
                <w:lang w:val="de-DE"/>
              </w:rPr>
              <w:t xml:space="preserve">Stadthausbrücke 8 </w:t>
            </w:r>
          </w:p>
          <w:p w:rsidR="00EA34D0" w:rsidRPr="00953012" w:rsidRDefault="00EA34D0" w:rsidP="002450FC">
            <w:pPr>
              <w:rPr>
                <w:lang w:val="de-DE"/>
              </w:rPr>
            </w:pPr>
            <w:r w:rsidRPr="00953012">
              <w:rPr>
                <w:lang w:val="de-DE"/>
              </w:rPr>
              <w:t xml:space="preserve">D - 20355 Hamburg </w:t>
            </w:r>
          </w:p>
          <w:p w:rsidR="00EA34D0" w:rsidRPr="00953012" w:rsidRDefault="00EA34D0" w:rsidP="002450FC">
            <w:pPr>
              <w:rPr>
                <w:lang w:val="de-DE"/>
              </w:rPr>
            </w:pPr>
            <w:r w:rsidRPr="00953012">
              <w:rPr>
                <w:lang w:val="de-DE"/>
              </w:rPr>
              <w:t>Phone: + 49 40 42840 2420</w:t>
            </w:r>
          </w:p>
          <w:p w:rsidR="00EA34D0" w:rsidRPr="00953012" w:rsidRDefault="00EA34D0" w:rsidP="002450FC">
            <w:pPr>
              <w:rPr>
                <w:lang w:val="fr-FR"/>
              </w:rPr>
            </w:pPr>
            <w:r w:rsidRPr="00953012">
              <w:rPr>
                <w:lang w:val="de-DE"/>
              </w:rPr>
              <w:t>Mobile: + 49</w:t>
            </w:r>
          </w:p>
          <w:p w:rsidR="00EA34D0" w:rsidRPr="00953012" w:rsidRDefault="00EA34D0" w:rsidP="002450FC">
            <w:pPr>
              <w:rPr>
                <w:lang w:val="fr-FR"/>
              </w:rPr>
            </w:pPr>
            <w:r w:rsidRPr="00953012">
              <w:rPr>
                <w:lang w:val="fr-FR"/>
              </w:rPr>
              <w:t>E-mail:</w:t>
            </w:r>
            <w:r w:rsidRPr="00953012">
              <w:rPr>
                <w:lang w:val="fr-FR"/>
              </w:rPr>
              <w:tab/>
              <w:t>Hans.Gabanyi@bsu.hamburg.de</w:t>
            </w:r>
          </w:p>
        </w:tc>
      </w:tr>
      <w:tr w:rsidR="00EA34D0" w:rsidRPr="00EA34D0" w:rsidTr="004F06EA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D0" w:rsidRPr="00953012" w:rsidRDefault="00EA34D0" w:rsidP="002450FC">
            <w:r w:rsidRPr="00953012">
              <w:t>Advisors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D0" w:rsidRPr="00953012" w:rsidRDefault="00EA34D0" w:rsidP="002450FC"/>
        </w:tc>
      </w:tr>
      <w:tr w:rsidR="00EA34D0" w:rsidRPr="007700CA" w:rsidTr="004F06EA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D0" w:rsidRPr="002450FC" w:rsidRDefault="00EA34D0" w:rsidP="002450FC">
            <w:pPr>
              <w:rPr>
                <w:lang w:val="nl-NL"/>
              </w:rPr>
            </w:pPr>
            <w:r w:rsidRPr="002450FC">
              <w:rPr>
                <w:lang w:val="nl-NL"/>
              </w:rPr>
              <w:t>Mr Henk Staghower</w:t>
            </w:r>
          </w:p>
          <w:p w:rsidR="00EA34D0" w:rsidRPr="002450FC" w:rsidRDefault="00EA34D0" w:rsidP="002450FC">
            <w:pPr>
              <w:rPr>
                <w:lang w:val="nl-NL"/>
              </w:rPr>
            </w:pPr>
            <w:r w:rsidRPr="002450FC">
              <w:rPr>
                <w:lang w:val="nl-NL"/>
              </w:rPr>
              <w:t>Gedeputeerde Landbouw &amp; Visserij, Natur &amp; Landschap</w:t>
            </w:r>
            <w:r w:rsidRPr="002450FC">
              <w:rPr>
                <w:b/>
                <w:lang w:val="nl-NL"/>
              </w:rPr>
              <w:br/>
            </w:r>
            <w:r w:rsidRPr="002450FC">
              <w:rPr>
                <w:lang w:val="nl-NL"/>
              </w:rPr>
              <w:t>Natuur, Landschap en Vitaal platteland</w:t>
            </w:r>
            <w:r w:rsidRPr="002450FC">
              <w:rPr>
                <w:b/>
                <w:lang w:val="nl-NL"/>
              </w:rPr>
              <w:br/>
            </w:r>
            <w:r w:rsidRPr="002450FC">
              <w:rPr>
                <w:lang w:val="nl-NL"/>
              </w:rPr>
              <w:t>Martinikerhof 12</w:t>
            </w:r>
          </w:p>
          <w:p w:rsidR="00EA34D0" w:rsidRPr="00EA34D0" w:rsidRDefault="00EA34D0" w:rsidP="002450FC">
            <w:pPr>
              <w:rPr>
                <w:lang w:val="en-US"/>
              </w:rPr>
            </w:pPr>
            <w:proofErr w:type="spellStart"/>
            <w:r w:rsidRPr="00EA34D0">
              <w:rPr>
                <w:lang w:val="en-US"/>
              </w:rPr>
              <w:t>Postbus</w:t>
            </w:r>
            <w:proofErr w:type="spellEnd"/>
            <w:r w:rsidRPr="00EA34D0">
              <w:rPr>
                <w:lang w:val="en-US"/>
              </w:rPr>
              <w:t xml:space="preserve"> 610 </w:t>
            </w:r>
          </w:p>
          <w:p w:rsidR="00EA34D0" w:rsidRPr="00EA34D0" w:rsidRDefault="00EA34D0" w:rsidP="002450FC">
            <w:pPr>
              <w:rPr>
                <w:lang w:val="en-US"/>
              </w:rPr>
            </w:pPr>
            <w:r w:rsidRPr="00EA34D0">
              <w:rPr>
                <w:lang w:val="en-US"/>
              </w:rPr>
              <w:t>NL-9700 AP Groningen</w:t>
            </w:r>
          </w:p>
          <w:p w:rsidR="00EA34D0" w:rsidRPr="002450FC" w:rsidRDefault="00EA34D0" w:rsidP="002450FC">
            <w:r w:rsidRPr="00EA34D0">
              <w:rPr>
                <w:lang w:val="en-US"/>
              </w:rPr>
              <w:t>Phone:+31 50 - 316 41 26</w:t>
            </w:r>
            <w:r w:rsidRPr="00EA34D0">
              <w:rPr>
                <w:lang w:val="en-US"/>
              </w:rPr>
              <w:br/>
            </w:r>
            <w:r w:rsidRPr="002450FC">
              <w:t>Mobile phone : + 31</w:t>
            </w:r>
          </w:p>
          <w:p w:rsidR="00EA34D0" w:rsidRPr="00EA34D0" w:rsidRDefault="00EA34D0" w:rsidP="002450FC">
            <w:pPr>
              <w:rPr>
                <w:sz w:val="18"/>
                <w:szCs w:val="18"/>
                <w:lang w:val="de-DE"/>
              </w:rPr>
            </w:pPr>
            <w:proofErr w:type="spellStart"/>
            <w:r w:rsidRPr="00EA34D0">
              <w:rPr>
                <w:sz w:val="18"/>
                <w:szCs w:val="18"/>
                <w:lang w:val="de-DE"/>
              </w:rPr>
              <w:t>E-mail</w:t>
            </w:r>
            <w:proofErr w:type="spellEnd"/>
            <w:r w:rsidRPr="00EA34D0">
              <w:rPr>
                <w:sz w:val="18"/>
                <w:szCs w:val="18"/>
                <w:lang w:val="de-DE"/>
              </w:rPr>
              <w:t xml:space="preserve">: </w:t>
            </w:r>
            <w:hyperlink r:id="rId25" w:history="1">
              <w:r w:rsidRPr="00EA34D0">
                <w:rPr>
                  <w:color w:val="0000FF" w:themeColor="hyperlink"/>
                  <w:sz w:val="18"/>
                  <w:szCs w:val="18"/>
                  <w:u w:val="single"/>
                  <w:lang w:val="de-DE"/>
                </w:rPr>
                <w:t>h.staghouwer@provinciegroningen.nl</w:t>
              </w:r>
            </w:hyperlink>
          </w:p>
          <w:p w:rsidR="00EA34D0" w:rsidRPr="00EA34D0" w:rsidRDefault="00EA34D0" w:rsidP="002450FC">
            <w:pPr>
              <w:rPr>
                <w:lang w:val="de-DE"/>
              </w:rPr>
            </w:pP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D0" w:rsidRPr="00EA34D0" w:rsidRDefault="00EA34D0" w:rsidP="002450FC">
            <w:r w:rsidRPr="00EA34D0">
              <w:t xml:space="preserve">Mr Hans-Ulrich Rösner </w:t>
            </w:r>
          </w:p>
          <w:p w:rsidR="00EA34D0" w:rsidRPr="00EA34D0" w:rsidRDefault="00EA34D0" w:rsidP="002450FC">
            <w:proofErr w:type="spellStart"/>
            <w:r w:rsidRPr="00EA34D0">
              <w:t>Wadden</w:t>
            </w:r>
            <w:proofErr w:type="spellEnd"/>
            <w:r w:rsidRPr="00EA34D0">
              <w:t xml:space="preserve"> Sea Team</w:t>
            </w:r>
          </w:p>
          <w:p w:rsidR="00EA34D0" w:rsidRPr="00EA34D0" w:rsidRDefault="00EA34D0" w:rsidP="002450FC">
            <w:r w:rsidRPr="00EA34D0">
              <w:t xml:space="preserve">WWF – </w:t>
            </w:r>
            <w:proofErr w:type="spellStart"/>
            <w:r w:rsidRPr="00EA34D0">
              <w:t>Wadden</w:t>
            </w:r>
            <w:proofErr w:type="spellEnd"/>
            <w:r w:rsidRPr="00EA34D0">
              <w:t xml:space="preserve"> Sea Office</w:t>
            </w:r>
          </w:p>
          <w:p w:rsidR="00EA34D0" w:rsidRPr="00EA34D0" w:rsidRDefault="00EA34D0" w:rsidP="002450FC">
            <w:pPr>
              <w:rPr>
                <w:lang w:val="de-DE"/>
              </w:rPr>
            </w:pPr>
            <w:r w:rsidRPr="00EA34D0">
              <w:rPr>
                <w:lang w:val="de-DE"/>
              </w:rPr>
              <w:t>Hafenstraße 3</w:t>
            </w:r>
          </w:p>
          <w:p w:rsidR="00EA34D0" w:rsidRPr="00EA34D0" w:rsidRDefault="00EA34D0" w:rsidP="002450FC">
            <w:pPr>
              <w:rPr>
                <w:lang w:val="de-DE"/>
              </w:rPr>
            </w:pPr>
            <w:r w:rsidRPr="00EA34D0">
              <w:rPr>
                <w:lang w:val="de-DE"/>
              </w:rPr>
              <w:t xml:space="preserve">D - 25813 Husum </w:t>
            </w:r>
          </w:p>
          <w:p w:rsidR="00EA34D0" w:rsidRPr="00EA34D0" w:rsidRDefault="00EA34D0" w:rsidP="002450FC">
            <w:pPr>
              <w:rPr>
                <w:lang w:val="de-DE"/>
              </w:rPr>
            </w:pPr>
            <w:r w:rsidRPr="00EA34D0">
              <w:rPr>
                <w:lang w:val="de-DE"/>
              </w:rPr>
              <w:t xml:space="preserve">Phone: </w:t>
            </w:r>
            <w:r w:rsidRPr="00EA34D0">
              <w:rPr>
                <w:lang w:val="de-DE"/>
              </w:rPr>
              <w:tab/>
              <w:t>+49 4841 66 85 51</w:t>
            </w:r>
          </w:p>
          <w:p w:rsidR="00EA34D0" w:rsidRPr="00EA34D0" w:rsidRDefault="00EA34D0" w:rsidP="002450FC">
            <w:pPr>
              <w:rPr>
                <w:lang w:val="de-DE"/>
              </w:rPr>
            </w:pPr>
            <w:r w:rsidRPr="00EA34D0">
              <w:rPr>
                <w:lang w:val="de-DE"/>
              </w:rPr>
              <w:t xml:space="preserve">Mobile: </w:t>
            </w:r>
            <w:r w:rsidRPr="00EA34D0">
              <w:rPr>
                <w:lang w:val="de-DE"/>
              </w:rPr>
              <w:tab/>
              <w:t>+49 151 122 90 848</w:t>
            </w:r>
          </w:p>
          <w:p w:rsidR="00EA34D0" w:rsidRPr="00EA34D0" w:rsidRDefault="00EA34D0" w:rsidP="002450FC">
            <w:pPr>
              <w:rPr>
                <w:color w:val="0000FF"/>
                <w:sz w:val="18"/>
                <w:szCs w:val="18"/>
                <w:u w:val="single"/>
                <w:lang w:val="de-DE"/>
              </w:rPr>
            </w:pPr>
            <w:proofErr w:type="spellStart"/>
            <w:r w:rsidRPr="00EA34D0">
              <w:rPr>
                <w:sz w:val="18"/>
                <w:szCs w:val="18"/>
                <w:lang w:val="de-DE"/>
              </w:rPr>
              <w:t>E-mail</w:t>
            </w:r>
            <w:proofErr w:type="spellEnd"/>
            <w:r w:rsidRPr="00EA34D0">
              <w:rPr>
                <w:sz w:val="18"/>
                <w:szCs w:val="18"/>
                <w:lang w:val="de-DE"/>
              </w:rPr>
              <w:t xml:space="preserve">: </w:t>
            </w:r>
            <w:hyperlink r:id="rId26" w:history="1">
              <w:r w:rsidRPr="00EA34D0">
                <w:rPr>
                  <w:color w:val="0000FF" w:themeColor="hyperlink"/>
                  <w:sz w:val="18"/>
                  <w:szCs w:val="18"/>
                  <w:u w:val="single"/>
                  <w:lang w:val="de-DE"/>
                </w:rPr>
                <w:t>wwf.husumr@mac.com</w:t>
              </w:r>
            </w:hyperlink>
          </w:p>
          <w:p w:rsidR="00EA34D0" w:rsidRPr="00EA34D0" w:rsidRDefault="00EA34D0" w:rsidP="002450FC">
            <w:pPr>
              <w:rPr>
                <w:lang w:val="de-DE"/>
              </w:rPr>
            </w:pPr>
          </w:p>
        </w:tc>
      </w:tr>
      <w:tr w:rsidR="00EA34D0" w:rsidRPr="002450FC" w:rsidTr="004F06EA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D0" w:rsidRPr="00EA34D0" w:rsidRDefault="00EA34D0" w:rsidP="002450FC">
            <w:r w:rsidRPr="00EA34D0">
              <w:t xml:space="preserve">Mr Herman Verheij </w:t>
            </w:r>
          </w:p>
          <w:p w:rsidR="00EA34D0" w:rsidRPr="00EA34D0" w:rsidRDefault="00EA34D0" w:rsidP="002450FC">
            <w:proofErr w:type="spellStart"/>
            <w:r w:rsidRPr="00EA34D0">
              <w:t>Wadden</w:t>
            </w:r>
            <w:proofErr w:type="spellEnd"/>
            <w:r w:rsidRPr="00EA34D0">
              <w:t xml:space="preserve"> Sea Team</w:t>
            </w:r>
          </w:p>
          <w:p w:rsidR="00EA34D0" w:rsidRPr="00EA34D0" w:rsidRDefault="00EA34D0" w:rsidP="002450FC">
            <w:proofErr w:type="spellStart"/>
            <w:r w:rsidRPr="00EA34D0">
              <w:t>Wadden</w:t>
            </w:r>
            <w:proofErr w:type="spellEnd"/>
            <w:r w:rsidRPr="00EA34D0">
              <w:t xml:space="preserve"> Society</w:t>
            </w:r>
          </w:p>
          <w:p w:rsidR="00EA34D0" w:rsidRPr="00EA34D0" w:rsidRDefault="00EA34D0" w:rsidP="002450FC">
            <w:r w:rsidRPr="00EA34D0">
              <w:t xml:space="preserve">PO Box  90 </w:t>
            </w:r>
          </w:p>
          <w:p w:rsidR="00EA34D0" w:rsidRPr="002450FC" w:rsidRDefault="00EA34D0" w:rsidP="002450FC">
            <w:pPr>
              <w:rPr>
                <w:lang w:val="de-DE"/>
              </w:rPr>
            </w:pPr>
            <w:r w:rsidRPr="002450FC">
              <w:rPr>
                <w:lang w:val="de-DE"/>
              </w:rPr>
              <w:t xml:space="preserve">NL - 8860 AB </w:t>
            </w:r>
            <w:proofErr w:type="spellStart"/>
            <w:r w:rsidRPr="002450FC">
              <w:rPr>
                <w:lang w:val="de-DE"/>
              </w:rPr>
              <w:t>Harlingen</w:t>
            </w:r>
            <w:proofErr w:type="spellEnd"/>
            <w:r w:rsidRPr="002450FC">
              <w:rPr>
                <w:lang w:val="de-DE"/>
              </w:rPr>
              <w:t xml:space="preserve"> </w:t>
            </w:r>
          </w:p>
          <w:p w:rsidR="00EA34D0" w:rsidRPr="002450FC" w:rsidRDefault="00EA34D0" w:rsidP="002450FC">
            <w:pPr>
              <w:rPr>
                <w:lang w:val="de-DE"/>
              </w:rPr>
            </w:pPr>
            <w:r w:rsidRPr="002450FC">
              <w:rPr>
                <w:lang w:val="de-DE"/>
              </w:rPr>
              <w:t>Phone: +31 51 749 3640</w:t>
            </w:r>
          </w:p>
          <w:p w:rsidR="00EA34D0" w:rsidRPr="002450FC" w:rsidRDefault="00EA34D0" w:rsidP="002450FC">
            <w:pPr>
              <w:rPr>
                <w:lang w:val="de-DE"/>
              </w:rPr>
            </w:pPr>
            <w:r w:rsidRPr="002450FC">
              <w:rPr>
                <w:lang w:val="de-DE"/>
              </w:rPr>
              <w:t>Mobile: +31 6 13 54 9964</w:t>
            </w:r>
          </w:p>
          <w:p w:rsidR="00EA34D0" w:rsidRPr="002450FC" w:rsidRDefault="00EA34D0" w:rsidP="002450FC">
            <w:pPr>
              <w:rPr>
                <w:color w:val="0000FF"/>
                <w:sz w:val="18"/>
                <w:szCs w:val="18"/>
                <w:u w:val="single"/>
                <w:lang w:val="de-DE"/>
              </w:rPr>
            </w:pPr>
            <w:proofErr w:type="spellStart"/>
            <w:r w:rsidRPr="00EA34D0">
              <w:rPr>
                <w:sz w:val="18"/>
                <w:szCs w:val="18"/>
                <w:lang w:val="de-DE"/>
              </w:rPr>
              <w:t>E-mail</w:t>
            </w:r>
            <w:proofErr w:type="spellEnd"/>
            <w:r w:rsidRPr="00EA34D0">
              <w:rPr>
                <w:sz w:val="18"/>
                <w:szCs w:val="18"/>
                <w:lang w:val="de-DE"/>
              </w:rPr>
              <w:t xml:space="preserve">: </w:t>
            </w:r>
            <w:hyperlink r:id="rId27" w:history="1">
              <w:r w:rsidRPr="00EA34D0">
                <w:rPr>
                  <w:color w:val="0000FF"/>
                  <w:sz w:val="18"/>
                  <w:szCs w:val="18"/>
                  <w:u w:val="single"/>
                  <w:lang w:val="de-DE"/>
                </w:rPr>
                <w:t>verheij@waddenvereniging.nl</w:t>
              </w:r>
            </w:hyperlink>
          </w:p>
          <w:p w:rsidR="00EA34D0" w:rsidRPr="00EA34D0" w:rsidRDefault="00EA34D0" w:rsidP="002450FC">
            <w:pPr>
              <w:rPr>
                <w:lang w:val="de-DE"/>
              </w:rPr>
            </w:pP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D0" w:rsidRPr="002450FC" w:rsidRDefault="00EA34D0" w:rsidP="002450FC">
            <w:pPr>
              <w:rPr>
                <w:lang w:val="de-DE"/>
              </w:rPr>
            </w:pPr>
          </w:p>
        </w:tc>
      </w:tr>
      <w:tr w:rsidR="00EA34D0" w:rsidRPr="00EA34D0" w:rsidTr="004F06EA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D0" w:rsidRDefault="00EA34D0" w:rsidP="002450FC">
            <w:r w:rsidRPr="00EA34D0">
              <w:t>Jens Enemark</w:t>
            </w:r>
          </w:p>
          <w:p w:rsidR="00EA34D0" w:rsidRPr="00EA34D0" w:rsidRDefault="00953012" w:rsidP="00953012">
            <w:r>
              <w:t>Secretary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D0" w:rsidRPr="00EA34D0" w:rsidRDefault="00EA34D0" w:rsidP="002450FC"/>
        </w:tc>
      </w:tr>
    </w:tbl>
    <w:p w:rsidR="00592AF0" w:rsidRPr="00EA34D0" w:rsidRDefault="00592AF0" w:rsidP="002450FC">
      <w:pPr>
        <w:pStyle w:val="Kopfzeile"/>
        <w:rPr>
          <w:lang w:val="en-US"/>
        </w:rPr>
      </w:pPr>
    </w:p>
    <w:sectPr w:rsidR="00592AF0" w:rsidRPr="00EA34D0" w:rsidSect="00873E20">
      <w:pgSz w:w="11906" w:h="16838"/>
      <w:pgMar w:top="1191" w:right="1418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AF3" w:rsidRDefault="002C7AF3" w:rsidP="002450FC">
      <w:r>
        <w:separator/>
      </w:r>
    </w:p>
    <w:p w:rsidR="002C7AF3" w:rsidRDefault="002C7AF3" w:rsidP="002450FC"/>
    <w:p w:rsidR="002C7AF3" w:rsidRDefault="002C7AF3" w:rsidP="002450FC"/>
  </w:endnote>
  <w:endnote w:type="continuationSeparator" w:id="0">
    <w:p w:rsidR="002C7AF3" w:rsidRDefault="002C7AF3" w:rsidP="002450FC">
      <w:r>
        <w:continuationSeparator/>
      </w:r>
    </w:p>
    <w:p w:rsidR="002C7AF3" w:rsidRDefault="002C7AF3" w:rsidP="002450FC"/>
    <w:p w:rsidR="002C7AF3" w:rsidRDefault="002C7AF3" w:rsidP="002450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RotisSans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AF3" w:rsidRDefault="002C7AF3" w:rsidP="002450FC">
      <w:r>
        <w:separator/>
      </w:r>
    </w:p>
    <w:p w:rsidR="002C7AF3" w:rsidRDefault="002C7AF3" w:rsidP="002450FC"/>
    <w:p w:rsidR="002C7AF3" w:rsidRDefault="002C7AF3" w:rsidP="002450FC"/>
  </w:footnote>
  <w:footnote w:type="continuationSeparator" w:id="0">
    <w:p w:rsidR="002C7AF3" w:rsidRDefault="002C7AF3" w:rsidP="002450FC">
      <w:r>
        <w:continuationSeparator/>
      </w:r>
    </w:p>
    <w:p w:rsidR="002C7AF3" w:rsidRDefault="002C7AF3" w:rsidP="002450FC"/>
    <w:p w:rsidR="002C7AF3" w:rsidRDefault="002C7AF3" w:rsidP="002450F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AW999929" w:val="7357a092-f062-4b0a-af99-11feb432703a"/>
  </w:docVars>
  <w:rsids>
    <w:rsidRoot w:val="00BF6571"/>
    <w:rsid w:val="00001ECE"/>
    <w:rsid w:val="000304FD"/>
    <w:rsid w:val="00046A6D"/>
    <w:rsid w:val="00050779"/>
    <w:rsid w:val="00055D11"/>
    <w:rsid w:val="00057468"/>
    <w:rsid w:val="0006591E"/>
    <w:rsid w:val="0007367C"/>
    <w:rsid w:val="000737DA"/>
    <w:rsid w:val="000811C2"/>
    <w:rsid w:val="00081806"/>
    <w:rsid w:val="000876A5"/>
    <w:rsid w:val="000A1422"/>
    <w:rsid w:val="000D1AF7"/>
    <w:rsid w:val="000E1947"/>
    <w:rsid w:val="000E4DAC"/>
    <w:rsid w:val="000E6233"/>
    <w:rsid w:val="000F09A4"/>
    <w:rsid w:val="000F3A17"/>
    <w:rsid w:val="000F416B"/>
    <w:rsid w:val="00105276"/>
    <w:rsid w:val="00113B9A"/>
    <w:rsid w:val="00117EF9"/>
    <w:rsid w:val="001269A2"/>
    <w:rsid w:val="00130C3C"/>
    <w:rsid w:val="001313AC"/>
    <w:rsid w:val="0014102F"/>
    <w:rsid w:val="0014182F"/>
    <w:rsid w:val="00145FDD"/>
    <w:rsid w:val="001573CA"/>
    <w:rsid w:val="001618A4"/>
    <w:rsid w:val="00165736"/>
    <w:rsid w:val="00187FCA"/>
    <w:rsid w:val="00190B14"/>
    <w:rsid w:val="00191FF5"/>
    <w:rsid w:val="001B0CED"/>
    <w:rsid w:val="001B0FBB"/>
    <w:rsid w:val="001B19B7"/>
    <w:rsid w:val="001B3DBC"/>
    <w:rsid w:val="001B5792"/>
    <w:rsid w:val="001C096C"/>
    <w:rsid w:val="001D447A"/>
    <w:rsid w:val="001F5A3E"/>
    <w:rsid w:val="0021181A"/>
    <w:rsid w:val="00217C4B"/>
    <w:rsid w:val="00220671"/>
    <w:rsid w:val="00221CCA"/>
    <w:rsid w:val="00227E88"/>
    <w:rsid w:val="00234553"/>
    <w:rsid w:val="002364FA"/>
    <w:rsid w:val="002450FC"/>
    <w:rsid w:val="002460D5"/>
    <w:rsid w:val="002466A2"/>
    <w:rsid w:val="00247287"/>
    <w:rsid w:val="002619AB"/>
    <w:rsid w:val="00273E67"/>
    <w:rsid w:val="00275A62"/>
    <w:rsid w:val="00280505"/>
    <w:rsid w:val="0028202D"/>
    <w:rsid w:val="002822F5"/>
    <w:rsid w:val="00285A85"/>
    <w:rsid w:val="00295485"/>
    <w:rsid w:val="00297051"/>
    <w:rsid w:val="002A1EB4"/>
    <w:rsid w:val="002A7E58"/>
    <w:rsid w:val="002B1595"/>
    <w:rsid w:val="002C128E"/>
    <w:rsid w:val="002C7AF3"/>
    <w:rsid w:val="002D4E13"/>
    <w:rsid w:val="002F08B7"/>
    <w:rsid w:val="002F6506"/>
    <w:rsid w:val="003078FE"/>
    <w:rsid w:val="00316100"/>
    <w:rsid w:val="00323300"/>
    <w:rsid w:val="00327693"/>
    <w:rsid w:val="0032776F"/>
    <w:rsid w:val="003314DA"/>
    <w:rsid w:val="003325A6"/>
    <w:rsid w:val="003355B0"/>
    <w:rsid w:val="00342EF1"/>
    <w:rsid w:val="003503D4"/>
    <w:rsid w:val="00352C1C"/>
    <w:rsid w:val="003547B1"/>
    <w:rsid w:val="00361D98"/>
    <w:rsid w:val="0036735E"/>
    <w:rsid w:val="00376232"/>
    <w:rsid w:val="00381923"/>
    <w:rsid w:val="00383FD6"/>
    <w:rsid w:val="00384A0E"/>
    <w:rsid w:val="003872AD"/>
    <w:rsid w:val="00393F7D"/>
    <w:rsid w:val="00397C0D"/>
    <w:rsid w:val="003A10F4"/>
    <w:rsid w:val="003A44FF"/>
    <w:rsid w:val="003A45F3"/>
    <w:rsid w:val="003A59B0"/>
    <w:rsid w:val="003B1462"/>
    <w:rsid w:val="003B183C"/>
    <w:rsid w:val="003B3759"/>
    <w:rsid w:val="003C258F"/>
    <w:rsid w:val="003C33AA"/>
    <w:rsid w:val="003C4EEC"/>
    <w:rsid w:val="003D016E"/>
    <w:rsid w:val="003E0EEF"/>
    <w:rsid w:val="003F1952"/>
    <w:rsid w:val="003F5EB9"/>
    <w:rsid w:val="003F61D6"/>
    <w:rsid w:val="00413378"/>
    <w:rsid w:val="00416343"/>
    <w:rsid w:val="00417E30"/>
    <w:rsid w:val="004328EB"/>
    <w:rsid w:val="00432A9C"/>
    <w:rsid w:val="004404E3"/>
    <w:rsid w:val="00455C9D"/>
    <w:rsid w:val="00457B3C"/>
    <w:rsid w:val="00467B90"/>
    <w:rsid w:val="004749E1"/>
    <w:rsid w:val="00484764"/>
    <w:rsid w:val="00486487"/>
    <w:rsid w:val="0049084B"/>
    <w:rsid w:val="004A11CC"/>
    <w:rsid w:val="004A693B"/>
    <w:rsid w:val="004B2C38"/>
    <w:rsid w:val="004C70CA"/>
    <w:rsid w:val="004D613A"/>
    <w:rsid w:val="004E308A"/>
    <w:rsid w:val="004F4463"/>
    <w:rsid w:val="004F5D30"/>
    <w:rsid w:val="00500E04"/>
    <w:rsid w:val="00506155"/>
    <w:rsid w:val="00537FA2"/>
    <w:rsid w:val="005402C1"/>
    <w:rsid w:val="00545083"/>
    <w:rsid w:val="00545FCB"/>
    <w:rsid w:val="00551DD5"/>
    <w:rsid w:val="00565853"/>
    <w:rsid w:val="00584940"/>
    <w:rsid w:val="00592AF0"/>
    <w:rsid w:val="00595B63"/>
    <w:rsid w:val="005A6CA2"/>
    <w:rsid w:val="005C152F"/>
    <w:rsid w:val="005C22AB"/>
    <w:rsid w:val="005C28E3"/>
    <w:rsid w:val="005E3382"/>
    <w:rsid w:val="005E76A0"/>
    <w:rsid w:val="005F154A"/>
    <w:rsid w:val="005F186B"/>
    <w:rsid w:val="00601F4B"/>
    <w:rsid w:val="0061162A"/>
    <w:rsid w:val="006253A4"/>
    <w:rsid w:val="0063654B"/>
    <w:rsid w:val="00643950"/>
    <w:rsid w:val="00643FC9"/>
    <w:rsid w:val="00647568"/>
    <w:rsid w:val="006566F4"/>
    <w:rsid w:val="006634C4"/>
    <w:rsid w:val="0066352A"/>
    <w:rsid w:val="006650F3"/>
    <w:rsid w:val="00671B06"/>
    <w:rsid w:val="006769B0"/>
    <w:rsid w:val="006770A0"/>
    <w:rsid w:val="00682378"/>
    <w:rsid w:val="006827C9"/>
    <w:rsid w:val="0068489F"/>
    <w:rsid w:val="00686D64"/>
    <w:rsid w:val="00686F3E"/>
    <w:rsid w:val="0069360D"/>
    <w:rsid w:val="006A10A3"/>
    <w:rsid w:val="006A2101"/>
    <w:rsid w:val="006B0450"/>
    <w:rsid w:val="006C48C8"/>
    <w:rsid w:val="006D6026"/>
    <w:rsid w:val="006F597C"/>
    <w:rsid w:val="00702AB0"/>
    <w:rsid w:val="00703144"/>
    <w:rsid w:val="00714B1E"/>
    <w:rsid w:val="00714CBD"/>
    <w:rsid w:val="00727867"/>
    <w:rsid w:val="00731CBE"/>
    <w:rsid w:val="007403AA"/>
    <w:rsid w:val="0075395B"/>
    <w:rsid w:val="007700CA"/>
    <w:rsid w:val="00774728"/>
    <w:rsid w:val="00776209"/>
    <w:rsid w:val="00781F9E"/>
    <w:rsid w:val="007931D3"/>
    <w:rsid w:val="00796D56"/>
    <w:rsid w:val="00797EA9"/>
    <w:rsid w:val="007A12CA"/>
    <w:rsid w:val="007A6D46"/>
    <w:rsid w:val="007C3BD8"/>
    <w:rsid w:val="007D2824"/>
    <w:rsid w:val="007E146D"/>
    <w:rsid w:val="007F004F"/>
    <w:rsid w:val="007F3ED4"/>
    <w:rsid w:val="007F5DAE"/>
    <w:rsid w:val="00802C5F"/>
    <w:rsid w:val="00810C32"/>
    <w:rsid w:val="00827CCD"/>
    <w:rsid w:val="00837BF2"/>
    <w:rsid w:val="0084097A"/>
    <w:rsid w:val="00850A0A"/>
    <w:rsid w:val="00856EC3"/>
    <w:rsid w:val="00873E20"/>
    <w:rsid w:val="00875F28"/>
    <w:rsid w:val="00880BCF"/>
    <w:rsid w:val="00882BC0"/>
    <w:rsid w:val="00886642"/>
    <w:rsid w:val="00887EB5"/>
    <w:rsid w:val="00890BDB"/>
    <w:rsid w:val="00895693"/>
    <w:rsid w:val="008B2971"/>
    <w:rsid w:val="008B565F"/>
    <w:rsid w:val="008C234B"/>
    <w:rsid w:val="008C7B66"/>
    <w:rsid w:val="008D3880"/>
    <w:rsid w:val="008D7760"/>
    <w:rsid w:val="008E10B1"/>
    <w:rsid w:val="008F7157"/>
    <w:rsid w:val="00901CF7"/>
    <w:rsid w:val="0090469C"/>
    <w:rsid w:val="00904D73"/>
    <w:rsid w:val="00905655"/>
    <w:rsid w:val="00920389"/>
    <w:rsid w:val="009243BE"/>
    <w:rsid w:val="00924D0C"/>
    <w:rsid w:val="0094092C"/>
    <w:rsid w:val="00944ABB"/>
    <w:rsid w:val="00953012"/>
    <w:rsid w:val="00957E9A"/>
    <w:rsid w:val="00964CC5"/>
    <w:rsid w:val="00967B4C"/>
    <w:rsid w:val="00967F5B"/>
    <w:rsid w:val="00971C13"/>
    <w:rsid w:val="00972D3B"/>
    <w:rsid w:val="00980BB0"/>
    <w:rsid w:val="00983F25"/>
    <w:rsid w:val="009848FC"/>
    <w:rsid w:val="00985D63"/>
    <w:rsid w:val="00985F92"/>
    <w:rsid w:val="00986327"/>
    <w:rsid w:val="0099085B"/>
    <w:rsid w:val="009B2398"/>
    <w:rsid w:val="009B6404"/>
    <w:rsid w:val="009C4527"/>
    <w:rsid w:val="009C6B5A"/>
    <w:rsid w:val="009D4A1B"/>
    <w:rsid w:val="009E7421"/>
    <w:rsid w:val="00A36CE7"/>
    <w:rsid w:val="00A37482"/>
    <w:rsid w:val="00A416F5"/>
    <w:rsid w:val="00A46937"/>
    <w:rsid w:val="00A654FE"/>
    <w:rsid w:val="00A65CD5"/>
    <w:rsid w:val="00A7186C"/>
    <w:rsid w:val="00A95C97"/>
    <w:rsid w:val="00AC4243"/>
    <w:rsid w:val="00AC5DED"/>
    <w:rsid w:val="00AE4B4A"/>
    <w:rsid w:val="00AF0381"/>
    <w:rsid w:val="00AF15A3"/>
    <w:rsid w:val="00AF1FB0"/>
    <w:rsid w:val="00AF48F2"/>
    <w:rsid w:val="00AF6AF9"/>
    <w:rsid w:val="00B13372"/>
    <w:rsid w:val="00B14AB4"/>
    <w:rsid w:val="00B22C74"/>
    <w:rsid w:val="00B34C17"/>
    <w:rsid w:val="00B44967"/>
    <w:rsid w:val="00B45F66"/>
    <w:rsid w:val="00B54943"/>
    <w:rsid w:val="00B74CE1"/>
    <w:rsid w:val="00B81CC7"/>
    <w:rsid w:val="00B837FB"/>
    <w:rsid w:val="00B83A04"/>
    <w:rsid w:val="00B85AF6"/>
    <w:rsid w:val="00B907B6"/>
    <w:rsid w:val="00B90A37"/>
    <w:rsid w:val="00B955C3"/>
    <w:rsid w:val="00BA24CC"/>
    <w:rsid w:val="00BC3291"/>
    <w:rsid w:val="00BD01C9"/>
    <w:rsid w:val="00BD26BB"/>
    <w:rsid w:val="00BD54CB"/>
    <w:rsid w:val="00BF6571"/>
    <w:rsid w:val="00BF722F"/>
    <w:rsid w:val="00C0281E"/>
    <w:rsid w:val="00C04D13"/>
    <w:rsid w:val="00C13E4B"/>
    <w:rsid w:val="00C30571"/>
    <w:rsid w:val="00C313A4"/>
    <w:rsid w:val="00C419DD"/>
    <w:rsid w:val="00C56D5D"/>
    <w:rsid w:val="00C621AD"/>
    <w:rsid w:val="00C72D03"/>
    <w:rsid w:val="00C80EC3"/>
    <w:rsid w:val="00C96F2A"/>
    <w:rsid w:val="00CA34CA"/>
    <w:rsid w:val="00CA475F"/>
    <w:rsid w:val="00CA5BE7"/>
    <w:rsid w:val="00CA5E61"/>
    <w:rsid w:val="00CA66BF"/>
    <w:rsid w:val="00CB677A"/>
    <w:rsid w:val="00CD3BAD"/>
    <w:rsid w:val="00CD4DC8"/>
    <w:rsid w:val="00CE0B6F"/>
    <w:rsid w:val="00CE6843"/>
    <w:rsid w:val="00CF5F76"/>
    <w:rsid w:val="00CF646F"/>
    <w:rsid w:val="00D12F92"/>
    <w:rsid w:val="00D239D1"/>
    <w:rsid w:val="00D26466"/>
    <w:rsid w:val="00D27059"/>
    <w:rsid w:val="00D41F84"/>
    <w:rsid w:val="00D55495"/>
    <w:rsid w:val="00D737E1"/>
    <w:rsid w:val="00D8255E"/>
    <w:rsid w:val="00D90311"/>
    <w:rsid w:val="00DA00AB"/>
    <w:rsid w:val="00DA066C"/>
    <w:rsid w:val="00DA3B9F"/>
    <w:rsid w:val="00DB0A26"/>
    <w:rsid w:val="00DB2629"/>
    <w:rsid w:val="00DB382B"/>
    <w:rsid w:val="00DB71FE"/>
    <w:rsid w:val="00DB7923"/>
    <w:rsid w:val="00DC478F"/>
    <w:rsid w:val="00DD5B6A"/>
    <w:rsid w:val="00DE05AC"/>
    <w:rsid w:val="00DF5683"/>
    <w:rsid w:val="00E01563"/>
    <w:rsid w:val="00E03F7D"/>
    <w:rsid w:val="00E05895"/>
    <w:rsid w:val="00E11834"/>
    <w:rsid w:val="00E16151"/>
    <w:rsid w:val="00E20629"/>
    <w:rsid w:val="00E232C1"/>
    <w:rsid w:val="00E26FFB"/>
    <w:rsid w:val="00E42186"/>
    <w:rsid w:val="00E5241A"/>
    <w:rsid w:val="00E57861"/>
    <w:rsid w:val="00E62CD6"/>
    <w:rsid w:val="00E64923"/>
    <w:rsid w:val="00E65ED0"/>
    <w:rsid w:val="00E74D81"/>
    <w:rsid w:val="00E80FAC"/>
    <w:rsid w:val="00E93F70"/>
    <w:rsid w:val="00E94D32"/>
    <w:rsid w:val="00EA0D79"/>
    <w:rsid w:val="00EA25FC"/>
    <w:rsid w:val="00EA34D0"/>
    <w:rsid w:val="00EC414E"/>
    <w:rsid w:val="00EC4948"/>
    <w:rsid w:val="00ED302B"/>
    <w:rsid w:val="00ED5488"/>
    <w:rsid w:val="00ED66C3"/>
    <w:rsid w:val="00EE407C"/>
    <w:rsid w:val="00EF42A8"/>
    <w:rsid w:val="00EF4A4A"/>
    <w:rsid w:val="00EF62E6"/>
    <w:rsid w:val="00F005EB"/>
    <w:rsid w:val="00F147FB"/>
    <w:rsid w:val="00F378D8"/>
    <w:rsid w:val="00F60E79"/>
    <w:rsid w:val="00F736C1"/>
    <w:rsid w:val="00F80FD2"/>
    <w:rsid w:val="00F9428B"/>
    <w:rsid w:val="00FD1755"/>
    <w:rsid w:val="00FD3B8A"/>
    <w:rsid w:val="00FE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autoRedefine/>
    <w:qFormat/>
    <w:rsid w:val="002450FC"/>
    <w:rPr>
      <w:rFonts w:ascii="Arial" w:hAnsi="Arial" w:cs="Arial"/>
      <w:iCs/>
      <w:lang w:val="en-GB"/>
    </w:rPr>
  </w:style>
  <w:style w:type="paragraph" w:styleId="berschrift1">
    <w:name w:val="heading 1"/>
    <w:basedOn w:val="Basis-berschrift"/>
    <w:next w:val="Textkrper"/>
    <w:qFormat/>
    <w:pPr>
      <w:outlineLvl w:val="0"/>
    </w:pPr>
  </w:style>
  <w:style w:type="paragraph" w:styleId="berschrift2">
    <w:name w:val="heading 2"/>
    <w:basedOn w:val="Basis-berschrift"/>
    <w:next w:val="Textkrper"/>
    <w:qFormat/>
    <w:pPr>
      <w:spacing w:before="160"/>
      <w:outlineLvl w:val="1"/>
    </w:pPr>
    <w:rPr>
      <w:i/>
      <w:sz w:val="28"/>
    </w:rPr>
  </w:style>
  <w:style w:type="paragraph" w:styleId="berschrift3">
    <w:name w:val="heading 3"/>
    <w:basedOn w:val="Basis-berschrift"/>
    <w:next w:val="Textkrper"/>
    <w:qFormat/>
    <w:pPr>
      <w:spacing w:before="120" w:after="80"/>
      <w:outlineLvl w:val="2"/>
    </w:pPr>
    <w:rPr>
      <w:rFonts w:ascii="Times" w:hAnsi="Times"/>
      <w:sz w:val="28"/>
    </w:rPr>
  </w:style>
  <w:style w:type="paragraph" w:styleId="berschrift4">
    <w:name w:val="heading 4"/>
    <w:basedOn w:val="Basis-berschrift"/>
    <w:next w:val="Textkrper"/>
    <w:qFormat/>
    <w:pPr>
      <w:spacing w:before="120" w:after="80"/>
      <w:outlineLvl w:val="3"/>
    </w:pPr>
    <w:rPr>
      <w:rFonts w:ascii="Times" w:hAnsi="Times"/>
      <w:i/>
      <w:sz w:val="28"/>
    </w:rPr>
  </w:style>
  <w:style w:type="paragraph" w:styleId="berschrift5">
    <w:name w:val="heading 5"/>
    <w:basedOn w:val="Basis-berschrift"/>
    <w:next w:val="Textkrper"/>
    <w:qFormat/>
    <w:pPr>
      <w:spacing w:before="120" w:after="80"/>
      <w:outlineLvl w:val="4"/>
    </w:pPr>
    <w:rPr>
      <w:sz w:val="20"/>
    </w:rPr>
  </w:style>
  <w:style w:type="paragraph" w:styleId="berschrift6">
    <w:name w:val="heading 6"/>
    <w:basedOn w:val="Basis-berschrift"/>
    <w:next w:val="Textkrper"/>
    <w:qFormat/>
    <w:pPr>
      <w:spacing w:before="120" w:after="80"/>
      <w:outlineLvl w:val="5"/>
    </w:pPr>
    <w:rPr>
      <w:i/>
      <w:sz w:val="20"/>
    </w:rPr>
  </w:style>
  <w:style w:type="paragraph" w:styleId="berschrift7">
    <w:name w:val="heading 7"/>
    <w:basedOn w:val="Basis-berschrift"/>
    <w:next w:val="Textkrper"/>
    <w:qFormat/>
    <w:pPr>
      <w:spacing w:before="80" w:after="60"/>
      <w:outlineLvl w:val="6"/>
    </w:pPr>
    <w:rPr>
      <w:rFonts w:ascii="Times" w:hAnsi="Times"/>
      <w:sz w:val="24"/>
    </w:rPr>
  </w:style>
  <w:style w:type="paragraph" w:styleId="berschrift8">
    <w:name w:val="heading 8"/>
    <w:basedOn w:val="Basis-berschrift"/>
    <w:next w:val="Textkrper"/>
    <w:qFormat/>
    <w:pPr>
      <w:spacing w:before="80" w:after="60"/>
      <w:outlineLvl w:val="7"/>
    </w:pPr>
    <w:rPr>
      <w:rFonts w:ascii="Times" w:hAnsi="Times"/>
      <w:b w:val="0"/>
      <w:i/>
      <w:sz w:val="24"/>
    </w:rPr>
  </w:style>
  <w:style w:type="paragraph" w:styleId="berschrift9">
    <w:name w:val="heading 9"/>
    <w:basedOn w:val="Basis-berschrift"/>
    <w:next w:val="Textkrper"/>
    <w:qFormat/>
    <w:pPr>
      <w:spacing w:before="80" w:after="60"/>
      <w:outlineLvl w:val="8"/>
    </w:pPr>
    <w:rPr>
      <w:rFonts w:ascii="Times" w:hAnsi="Times"/>
      <w:i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sis-berschrift">
    <w:name w:val="Basis-Überschrift"/>
    <w:basedOn w:val="Standard"/>
    <w:next w:val="Textkrper"/>
    <w:pPr>
      <w:keepNext/>
      <w:keepLines/>
      <w:spacing w:before="240" w:after="120"/>
    </w:pPr>
    <w:rPr>
      <w:rFonts w:ascii="Helvetica" w:hAnsi="Helvetica"/>
      <w:b/>
      <w:kern w:val="28"/>
      <w:sz w:val="36"/>
    </w:rPr>
  </w:style>
  <w:style w:type="paragraph" w:styleId="Textkrper">
    <w:name w:val="Body Text"/>
    <w:basedOn w:val="Standard"/>
    <w:pPr>
      <w:spacing w:after="160"/>
    </w:pPr>
  </w:style>
  <w:style w:type="character" w:customStyle="1" w:styleId="Einleitung">
    <w:name w:val="Einleitung"/>
    <w:rPr>
      <w:b/>
      <w:i/>
    </w:rPr>
  </w:style>
  <w:style w:type="paragraph" w:customStyle="1" w:styleId="Basis-Funote">
    <w:name w:val="Basis-Fußnote"/>
    <w:basedOn w:val="Standard"/>
    <w:pPr>
      <w:tabs>
        <w:tab w:val="left" w:pos="187"/>
      </w:tabs>
      <w:spacing w:line="220" w:lineRule="exact"/>
      <w:ind w:left="187" w:hanging="187"/>
    </w:pPr>
    <w:rPr>
      <w:rFonts w:ascii="Times" w:hAnsi="Times"/>
      <w:sz w:val="22"/>
    </w:rPr>
  </w:style>
  <w:style w:type="paragraph" w:customStyle="1" w:styleId="Basis-Kopfzeile">
    <w:name w:val="Basis-Kopfzeile"/>
    <w:basedOn w:val="Standard"/>
    <w:pPr>
      <w:keepLines/>
      <w:tabs>
        <w:tab w:val="center" w:pos="4320"/>
        <w:tab w:val="right" w:pos="8640"/>
      </w:tabs>
    </w:pPr>
    <w:rPr>
      <w:rFonts w:ascii="Times" w:hAnsi="Times"/>
      <w:sz w:val="24"/>
    </w:rPr>
  </w:style>
  <w:style w:type="paragraph" w:customStyle="1" w:styleId="Adresse">
    <w:name w:val="Adresse"/>
    <w:basedOn w:val="Textkrper"/>
    <w:pPr>
      <w:keepLines/>
      <w:spacing w:after="0"/>
      <w:ind w:right="4320"/>
    </w:pPr>
    <w:rPr>
      <w:rFonts w:ascii="Times" w:hAnsi="Times"/>
      <w:sz w:val="24"/>
    </w:rPr>
  </w:style>
  <w:style w:type="paragraph" w:styleId="Nachrichtenkopf">
    <w:name w:val="Message Header"/>
    <w:basedOn w:val="Textkrper"/>
    <w:pPr>
      <w:keepLines/>
      <w:tabs>
        <w:tab w:val="left" w:pos="3600"/>
        <w:tab w:val="left" w:pos="4680"/>
      </w:tabs>
      <w:spacing w:after="240"/>
      <w:ind w:left="1080" w:hanging="1080"/>
    </w:pPr>
    <w:rPr>
      <w:rFonts w:ascii="Helvetica" w:hAnsi="Helvetica"/>
    </w:rPr>
  </w:style>
  <w:style w:type="paragraph" w:styleId="Datum">
    <w:name w:val="Date"/>
    <w:basedOn w:val="Textkrper"/>
    <w:pPr>
      <w:keepNext/>
      <w:spacing w:before="480"/>
    </w:pPr>
    <w:rPr>
      <w:rFonts w:ascii="Times" w:hAnsi="Times"/>
      <w:sz w:val="24"/>
    </w:rPr>
  </w:style>
  <w:style w:type="paragraph" w:styleId="Liste">
    <w:name w:val="List"/>
    <w:basedOn w:val="Textkrper"/>
    <w:pPr>
      <w:tabs>
        <w:tab w:val="left" w:pos="720"/>
      </w:tabs>
      <w:spacing w:after="80"/>
      <w:ind w:left="720" w:hanging="360"/>
    </w:pPr>
    <w:rPr>
      <w:rFonts w:ascii="Times" w:hAnsi="Times"/>
      <w:sz w:val="24"/>
    </w:rPr>
  </w:style>
  <w:style w:type="paragraph" w:styleId="Makrotext">
    <w:name w:val="macro"/>
    <w:basedOn w:val="Textkrper"/>
    <w:semiHidden/>
    <w:pPr>
      <w:spacing w:after="120"/>
    </w:pPr>
    <w:rPr>
      <w:rFonts w:ascii="Courier" w:hAnsi="Courier"/>
    </w:rPr>
  </w:style>
  <w:style w:type="paragraph" w:customStyle="1" w:styleId="Grafik">
    <w:name w:val="Grafik"/>
    <w:basedOn w:val="Textkrper"/>
    <w:pPr>
      <w:keepNext/>
    </w:pPr>
    <w:rPr>
      <w:rFonts w:ascii="Times" w:hAnsi="Times"/>
      <w:sz w:val="24"/>
    </w:rPr>
  </w:style>
  <w:style w:type="paragraph" w:styleId="Kommentartext">
    <w:name w:val="annotation text"/>
    <w:basedOn w:val="Basis-Funote"/>
    <w:semiHidden/>
    <w:pPr>
      <w:spacing w:after="120"/>
    </w:pPr>
    <w:rPr>
      <w:sz w:val="24"/>
    </w:rPr>
  </w:style>
  <w:style w:type="paragraph" w:styleId="Fuzeile">
    <w:name w:val="footer"/>
    <w:basedOn w:val="Basis-Kopfzeile"/>
    <w:link w:val="FuzeileZchn"/>
    <w:uiPriority w:val="99"/>
  </w:style>
  <w:style w:type="paragraph" w:styleId="Kopfzeile">
    <w:name w:val="header"/>
    <w:basedOn w:val="Basis-Kopfzeile"/>
    <w:link w:val="KopfzeileZchn"/>
  </w:style>
  <w:style w:type="paragraph" w:customStyle="1" w:styleId="Bezeichnung">
    <w:name w:val="Bezeichnung"/>
    <w:basedOn w:val="Basis-berschrift"/>
    <w:pPr>
      <w:spacing w:after="360"/>
    </w:pPr>
    <w:rPr>
      <w:rFonts w:ascii="Times" w:hAnsi="Times"/>
      <w:sz w:val="44"/>
    </w:rPr>
  </w:style>
  <w:style w:type="character" w:customStyle="1" w:styleId="Hochgestellt">
    <w:name w:val="Hochgestellt"/>
    <w:rPr>
      <w:vertAlign w:val="superscript"/>
    </w:rPr>
  </w:style>
  <w:style w:type="paragraph" w:customStyle="1" w:styleId="Absender">
    <w:name w:val="Absender"/>
    <w:basedOn w:val="Adresse"/>
  </w:style>
  <w:style w:type="paragraph" w:styleId="Aufzhlungszeichen">
    <w:name w:val="List Bullet"/>
    <w:basedOn w:val="Liste"/>
    <w:pPr>
      <w:tabs>
        <w:tab w:val="clear" w:pos="720"/>
      </w:tabs>
      <w:spacing w:after="160"/>
    </w:pPr>
  </w:style>
  <w:style w:type="paragraph" w:styleId="Listennummer">
    <w:name w:val="List Number"/>
    <w:basedOn w:val="Liste"/>
    <w:pPr>
      <w:tabs>
        <w:tab w:val="clear" w:pos="720"/>
      </w:tabs>
      <w:spacing w:after="160"/>
    </w:pPr>
  </w:style>
  <w:style w:type="paragraph" w:customStyle="1" w:styleId="Abstzezusammenhalten">
    <w:name w:val="Absätze zusammenhalten"/>
    <w:basedOn w:val="Textkrper"/>
    <w:pPr>
      <w:keepNext/>
    </w:pPr>
    <w:rPr>
      <w:rFonts w:ascii="Times" w:hAnsi="Times"/>
      <w:sz w:val="24"/>
    </w:rPr>
  </w:style>
  <w:style w:type="paragraph" w:customStyle="1" w:styleId="AufzhlungAnfang">
    <w:name w:val="Aufzählung Anfang"/>
    <w:basedOn w:val="Aufzhlungszeichen"/>
    <w:next w:val="Aufzhlungszeichen"/>
    <w:pPr>
      <w:spacing w:before="80"/>
    </w:pPr>
  </w:style>
  <w:style w:type="paragraph" w:customStyle="1" w:styleId="AufzhlungEnde">
    <w:name w:val="Aufzählung Ende"/>
    <w:basedOn w:val="Aufzhlungszeichen"/>
    <w:next w:val="Textkrper"/>
    <w:pPr>
      <w:spacing w:after="240"/>
    </w:pPr>
  </w:style>
  <w:style w:type="paragraph" w:customStyle="1" w:styleId="ZuHndenvon">
    <w:name w:val="Zu Händen von"/>
    <w:basedOn w:val="Textkrper"/>
    <w:rPr>
      <w:b/>
      <w:i/>
    </w:rPr>
  </w:style>
  <w:style w:type="paragraph" w:customStyle="1" w:styleId="Firmenname">
    <w:name w:val="Firmenname"/>
    <w:basedOn w:val="Textkrper"/>
    <w:pPr>
      <w:spacing w:before="120" w:after="80"/>
    </w:pPr>
    <w:rPr>
      <w:rFonts w:ascii="Times" w:hAnsi="Times"/>
      <w:b/>
      <w:sz w:val="34"/>
    </w:rPr>
  </w:style>
  <w:style w:type="character" w:styleId="Endnotenzeichen">
    <w:name w:val="endnote reference"/>
    <w:semiHidden/>
    <w:rPr>
      <w:vertAlign w:val="superscript"/>
    </w:rPr>
  </w:style>
  <w:style w:type="paragraph" w:customStyle="1" w:styleId="NumerierungAnfang">
    <w:name w:val="Numerierung Anfang"/>
    <w:basedOn w:val="Listennummer"/>
    <w:next w:val="Listennummer"/>
    <w:pPr>
      <w:spacing w:before="80"/>
    </w:pPr>
  </w:style>
  <w:style w:type="paragraph" w:customStyle="1" w:styleId="NumerierungEnde">
    <w:name w:val="Numerierung Ende"/>
    <w:basedOn w:val="Listennummer"/>
    <w:next w:val="Textkrper"/>
    <w:pPr>
      <w:spacing w:after="240"/>
    </w:pPr>
  </w:style>
  <w:style w:type="paragraph" w:customStyle="1" w:styleId="ListeAnfang">
    <w:name w:val="Liste Anfang"/>
    <w:basedOn w:val="Liste"/>
    <w:next w:val="Liste"/>
    <w:pPr>
      <w:spacing w:before="80"/>
    </w:pPr>
  </w:style>
  <w:style w:type="paragraph" w:customStyle="1" w:styleId="ListeEnde">
    <w:name w:val="Liste Ende"/>
    <w:basedOn w:val="Liste"/>
    <w:next w:val="Textkrper"/>
    <w:pPr>
      <w:spacing w:after="240"/>
    </w:pPr>
  </w:style>
  <w:style w:type="paragraph" w:customStyle="1" w:styleId="Seitenanzahl">
    <w:name w:val="Seitenanzahl"/>
    <w:basedOn w:val="Textkrper"/>
    <w:pPr>
      <w:spacing w:after="0"/>
    </w:pPr>
    <w:rPr>
      <w:rFonts w:ascii="Helvetica" w:hAnsi="Helvetica"/>
      <w:b/>
    </w:rPr>
  </w:style>
  <w:style w:type="paragraph" w:styleId="Abbildungsverzeichnis">
    <w:name w:val="table of figures"/>
    <w:basedOn w:val="Standard"/>
    <w:next w:val="Standard"/>
    <w:semiHidden/>
    <w:pPr>
      <w:tabs>
        <w:tab w:val="right" w:leader="dot" w:pos="9071"/>
      </w:tabs>
      <w:ind w:left="400" w:hanging="400"/>
    </w:pPr>
    <w:rPr>
      <w:rFonts w:ascii="Times" w:hAnsi="Times"/>
      <w:sz w:val="24"/>
    </w:rPr>
  </w:style>
  <w:style w:type="paragraph" w:styleId="Endnotentext">
    <w:name w:val="endnote text"/>
    <w:basedOn w:val="Basis-Funote"/>
    <w:semiHidden/>
    <w:pPr>
      <w:spacing w:after="120"/>
    </w:pPr>
    <w:rPr>
      <w:sz w:val="18"/>
    </w:rPr>
  </w:style>
  <w:style w:type="paragraph" w:customStyle="1" w:styleId="NachrichtenkopfAnfang">
    <w:name w:val="Nachrichtenkopf Anfang"/>
    <w:basedOn w:val="Nachrichtenkopf"/>
    <w:next w:val="Nachrichtenkopf"/>
    <w:pPr>
      <w:spacing w:before="120"/>
    </w:pPr>
  </w:style>
  <w:style w:type="paragraph" w:styleId="Liste5">
    <w:name w:val="List 5"/>
    <w:basedOn w:val="Liste"/>
    <w:pPr>
      <w:tabs>
        <w:tab w:val="clear" w:pos="720"/>
        <w:tab w:val="left" w:pos="2160"/>
      </w:tabs>
      <w:ind w:left="2160"/>
    </w:pPr>
  </w:style>
  <w:style w:type="paragraph" w:styleId="Textkrper-Zeileneinzug">
    <w:name w:val="Body Text Indent"/>
    <w:basedOn w:val="Textkrper"/>
    <w:pPr>
      <w:ind w:left="360"/>
    </w:pPr>
  </w:style>
  <w:style w:type="paragraph" w:styleId="Liste2">
    <w:name w:val="List 2"/>
    <w:basedOn w:val="Liste"/>
    <w:pPr>
      <w:tabs>
        <w:tab w:val="clear" w:pos="720"/>
        <w:tab w:val="left" w:pos="1080"/>
      </w:tabs>
      <w:ind w:left="1080"/>
    </w:pPr>
  </w:style>
  <w:style w:type="paragraph" w:styleId="Liste3">
    <w:name w:val="List 3"/>
    <w:basedOn w:val="Liste"/>
    <w:pPr>
      <w:tabs>
        <w:tab w:val="clear" w:pos="720"/>
        <w:tab w:val="left" w:pos="1440"/>
      </w:tabs>
      <w:ind w:left="1440"/>
    </w:pPr>
  </w:style>
  <w:style w:type="paragraph" w:styleId="Liste4">
    <w:name w:val="List 4"/>
    <w:basedOn w:val="Liste"/>
    <w:pPr>
      <w:tabs>
        <w:tab w:val="clear" w:pos="720"/>
        <w:tab w:val="left" w:pos="1800"/>
      </w:tabs>
      <w:ind w:left="1800"/>
    </w:pPr>
  </w:style>
  <w:style w:type="paragraph" w:styleId="Aufzhlungszeichen2">
    <w:name w:val="List Bullet 2"/>
    <w:basedOn w:val="Aufzhlungszeichen"/>
    <w:pPr>
      <w:ind w:left="1080"/>
    </w:pPr>
  </w:style>
  <w:style w:type="paragraph" w:styleId="Aufzhlungszeichen3">
    <w:name w:val="List Bullet 3"/>
    <w:basedOn w:val="Aufzhlungszeichen"/>
    <w:pPr>
      <w:ind w:left="1440"/>
    </w:pPr>
  </w:style>
  <w:style w:type="paragraph" w:styleId="Aufzhlungszeichen4">
    <w:name w:val="List Bullet 4"/>
    <w:basedOn w:val="Aufzhlungszeichen"/>
    <w:pPr>
      <w:ind w:left="1800"/>
    </w:pPr>
  </w:style>
  <w:style w:type="paragraph" w:styleId="Aufzhlungszeichen5">
    <w:name w:val="List Bullet 5"/>
    <w:basedOn w:val="Aufzhlungszeichen"/>
    <w:pPr>
      <w:ind w:left="2160"/>
    </w:pPr>
  </w:style>
  <w:style w:type="paragraph" w:styleId="Listennummer2">
    <w:name w:val="List Number 2"/>
    <w:basedOn w:val="Listennummer"/>
    <w:pPr>
      <w:ind w:left="1080"/>
    </w:pPr>
  </w:style>
  <w:style w:type="paragraph" w:styleId="Listennummer3">
    <w:name w:val="List Number 3"/>
    <w:basedOn w:val="Listennummer"/>
    <w:pPr>
      <w:ind w:left="1440"/>
    </w:pPr>
  </w:style>
  <w:style w:type="paragraph" w:styleId="Listennummer4">
    <w:name w:val="List Number 4"/>
    <w:basedOn w:val="Listennummer"/>
    <w:pPr>
      <w:ind w:left="1800"/>
    </w:pPr>
  </w:style>
  <w:style w:type="paragraph" w:styleId="Listennummer5">
    <w:name w:val="List Number 5"/>
    <w:basedOn w:val="Listennummer"/>
    <w:pPr>
      <w:ind w:left="2160"/>
    </w:pPr>
  </w:style>
  <w:style w:type="paragraph" w:styleId="Listenfortsetzung">
    <w:name w:val="List Continue"/>
    <w:basedOn w:val="Liste"/>
    <w:pPr>
      <w:tabs>
        <w:tab w:val="clear" w:pos="720"/>
      </w:tabs>
      <w:spacing w:after="160"/>
    </w:pPr>
  </w:style>
  <w:style w:type="character" w:styleId="Funotenzeichen">
    <w:name w:val="footnote reference"/>
    <w:semiHidden/>
    <w:rPr>
      <w:vertAlign w:val="superscript"/>
    </w:rPr>
  </w:style>
  <w:style w:type="paragraph" w:styleId="Funotentext">
    <w:name w:val="footnote text"/>
    <w:basedOn w:val="Basis-Funote"/>
    <w:semiHidden/>
    <w:pPr>
      <w:spacing w:after="120"/>
    </w:pPr>
  </w:style>
  <w:style w:type="character" w:customStyle="1" w:styleId="Memokopf-Element">
    <w:name w:val="Memokopf-Element"/>
    <w:rPr>
      <w:rFonts w:ascii="Helvetica" w:hAnsi="Helvetica"/>
      <w:b/>
      <w:caps/>
      <w:sz w:val="18"/>
    </w:rPr>
  </w:style>
  <w:style w:type="character" w:styleId="Hervorhebung">
    <w:name w:val="Emphasis"/>
    <w:qFormat/>
    <w:rPr>
      <w:i/>
    </w:rPr>
  </w:style>
  <w:style w:type="character" w:styleId="Seitenzahl">
    <w:name w:val="page number"/>
    <w:rPr>
      <w:b/>
    </w:rPr>
  </w:style>
  <w:style w:type="paragraph" w:styleId="Untertitel">
    <w:name w:val="Subtitle"/>
    <w:basedOn w:val="Titel"/>
    <w:next w:val="Textkrper"/>
    <w:qFormat/>
    <w:pPr>
      <w:spacing w:before="0" w:after="240"/>
    </w:pPr>
    <w:rPr>
      <w:b w:val="0"/>
      <w:i/>
      <w:sz w:val="28"/>
    </w:rPr>
  </w:style>
  <w:style w:type="character" w:styleId="Kommentarzeichen">
    <w:name w:val="annotation reference"/>
    <w:semiHidden/>
    <w:rPr>
      <w:sz w:val="16"/>
    </w:rPr>
  </w:style>
  <w:style w:type="paragraph" w:styleId="Listenfortsetzung2">
    <w:name w:val="List Continue 2"/>
    <w:basedOn w:val="Listenfortsetzung"/>
    <w:pPr>
      <w:ind w:left="1080"/>
    </w:pPr>
  </w:style>
  <w:style w:type="paragraph" w:styleId="Listenfortsetzung3">
    <w:name w:val="List Continue 3"/>
    <w:basedOn w:val="Listenfortsetzung"/>
    <w:pPr>
      <w:ind w:left="1440"/>
    </w:pPr>
  </w:style>
  <w:style w:type="paragraph" w:styleId="Listenfortsetzung4">
    <w:name w:val="List Continue 4"/>
    <w:basedOn w:val="Listenfortsetzung"/>
    <w:pPr>
      <w:ind w:left="1800"/>
    </w:pPr>
  </w:style>
  <w:style w:type="paragraph" w:styleId="Listenfortsetzung5">
    <w:name w:val="List Continue 5"/>
    <w:basedOn w:val="Listenfortsetzung"/>
    <w:pPr>
      <w:ind w:left="2160"/>
    </w:pPr>
  </w:style>
  <w:style w:type="paragraph" w:customStyle="1" w:styleId="NachrichtenkopfEnde">
    <w:name w:val="Nachrichtenkopf Ende"/>
    <w:basedOn w:val="Nachrichtenkopf"/>
    <w:next w:val="Textkrper"/>
    <w:pPr>
      <w:spacing w:after="360"/>
    </w:pPr>
  </w:style>
  <w:style w:type="paragraph" w:styleId="Umschlagabsenderadresse">
    <w:name w:val="envelope return"/>
    <w:basedOn w:val="Standard"/>
    <w:rPr>
      <w:rFonts w:ascii="Times" w:hAnsi="Times"/>
      <w:sz w:val="24"/>
    </w:rPr>
  </w:style>
  <w:style w:type="paragraph" w:styleId="Titel">
    <w:name w:val="Title"/>
    <w:basedOn w:val="Basis-berschrift"/>
    <w:next w:val="Untertitel"/>
    <w:qFormat/>
    <w:pPr>
      <w:spacing w:before="360" w:after="160"/>
      <w:jc w:val="center"/>
    </w:pPr>
    <w:rPr>
      <w:sz w:val="40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rFonts w:ascii="Times" w:hAnsi="Times"/>
      <w:b/>
      <w:sz w:val="24"/>
    </w:rPr>
  </w:style>
  <w:style w:type="paragraph" w:styleId="Gruformel">
    <w:name w:val="Closing"/>
    <w:basedOn w:val="Standard"/>
    <w:pPr>
      <w:ind w:left="4252"/>
    </w:pPr>
    <w:rPr>
      <w:rFonts w:ascii="Times" w:hAnsi="Times"/>
      <w:sz w:val="24"/>
    </w:rPr>
  </w:style>
  <w:style w:type="paragraph" w:styleId="Index1">
    <w:name w:val="index 1"/>
    <w:basedOn w:val="Standard"/>
    <w:next w:val="Standard"/>
    <w:semiHidden/>
    <w:pPr>
      <w:tabs>
        <w:tab w:val="right" w:leader="dot" w:pos="9071"/>
      </w:tabs>
      <w:ind w:left="200" w:hanging="200"/>
    </w:pPr>
    <w:rPr>
      <w:rFonts w:ascii="Times" w:hAnsi="Times"/>
      <w:sz w:val="24"/>
    </w:rPr>
  </w:style>
  <w:style w:type="paragraph" w:styleId="Index2">
    <w:name w:val="index 2"/>
    <w:basedOn w:val="Standard"/>
    <w:next w:val="Standard"/>
    <w:semiHidden/>
    <w:pPr>
      <w:tabs>
        <w:tab w:val="right" w:leader="dot" w:pos="9071"/>
      </w:tabs>
      <w:ind w:left="400" w:hanging="200"/>
    </w:pPr>
    <w:rPr>
      <w:rFonts w:ascii="Times" w:hAnsi="Times"/>
      <w:sz w:val="24"/>
    </w:rPr>
  </w:style>
  <w:style w:type="paragraph" w:styleId="Index3">
    <w:name w:val="index 3"/>
    <w:basedOn w:val="Standard"/>
    <w:next w:val="Standard"/>
    <w:semiHidden/>
    <w:pPr>
      <w:tabs>
        <w:tab w:val="right" w:leader="dot" w:pos="9071"/>
      </w:tabs>
      <w:ind w:left="600" w:hanging="200"/>
    </w:pPr>
    <w:rPr>
      <w:rFonts w:ascii="Times" w:hAnsi="Times"/>
      <w:sz w:val="24"/>
    </w:rPr>
  </w:style>
  <w:style w:type="paragraph" w:styleId="Index4">
    <w:name w:val="index 4"/>
    <w:basedOn w:val="Standard"/>
    <w:next w:val="Standard"/>
    <w:semiHidden/>
    <w:pPr>
      <w:tabs>
        <w:tab w:val="right" w:leader="dot" w:pos="9071"/>
      </w:tabs>
      <w:ind w:left="800" w:hanging="200"/>
    </w:pPr>
    <w:rPr>
      <w:rFonts w:ascii="Times" w:hAnsi="Times"/>
      <w:sz w:val="24"/>
    </w:rPr>
  </w:style>
  <w:style w:type="paragraph" w:styleId="Index5">
    <w:name w:val="index 5"/>
    <w:basedOn w:val="Standard"/>
    <w:next w:val="Standard"/>
    <w:semiHidden/>
    <w:pPr>
      <w:tabs>
        <w:tab w:val="right" w:leader="dot" w:pos="9071"/>
      </w:tabs>
      <w:ind w:left="1000" w:hanging="200"/>
    </w:pPr>
    <w:rPr>
      <w:rFonts w:ascii="Times" w:hAnsi="Times"/>
      <w:sz w:val="24"/>
    </w:rPr>
  </w:style>
  <w:style w:type="paragraph" w:styleId="Index6">
    <w:name w:val="index 6"/>
    <w:basedOn w:val="Standard"/>
    <w:next w:val="Standard"/>
    <w:semiHidden/>
    <w:pPr>
      <w:tabs>
        <w:tab w:val="right" w:leader="dot" w:pos="9071"/>
      </w:tabs>
      <w:ind w:left="1200" w:hanging="200"/>
    </w:pPr>
    <w:rPr>
      <w:rFonts w:ascii="Times" w:hAnsi="Times"/>
      <w:sz w:val="24"/>
    </w:rPr>
  </w:style>
  <w:style w:type="paragraph" w:styleId="Index7">
    <w:name w:val="index 7"/>
    <w:basedOn w:val="Standard"/>
    <w:next w:val="Standard"/>
    <w:semiHidden/>
    <w:pPr>
      <w:tabs>
        <w:tab w:val="right" w:leader="dot" w:pos="9071"/>
      </w:tabs>
      <w:ind w:left="1400" w:hanging="200"/>
    </w:pPr>
    <w:rPr>
      <w:rFonts w:ascii="Times" w:hAnsi="Times"/>
      <w:sz w:val="24"/>
    </w:rPr>
  </w:style>
  <w:style w:type="paragraph" w:styleId="Index8">
    <w:name w:val="index 8"/>
    <w:basedOn w:val="Standard"/>
    <w:next w:val="Standard"/>
    <w:semiHidden/>
    <w:pPr>
      <w:tabs>
        <w:tab w:val="right" w:leader="dot" w:pos="9071"/>
      </w:tabs>
      <w:ind w:left="1600" w:hanging="200"/>
    </w:pPr>
    <w:rPr>
      <w:rFonts w:ascii="Times" w:hAnsi="Times"/>
      <w:sz w:val="24"/>
    </w:rPr>
  </w:style>
  <w:style w:type="paragraph" w:styleId="Index9">
    <w:name w:val="index 9"/>
    <w:basedOn w:val="Standard"/>
    <w:next w:val="Standard"/>
    <w:semiHidden/>
    <w:pPr>
      <w:tabs>
        <w:tab w:val="right" w:leader="dot" w:pos="9071"/>
      </w:tabs>
      <w:ind w:left="1800" w:hanging="200"/>
    </w:pPr>
    <w:rPr>
      <w:rFonts w:ascii="Times" w:hAnsi="Times"/>
      <w:sz w:val="24"/>
    </w:rPr>
  </w:style>
  <w:style w:type="paragraph" w:styleId="Indexberschrift">
    <w:name w:val="index heading"/>
    <w:basedOn w:val="Standard"/>
    <w:next w:val="Index1"/>
    <w:semiHidden/>
    <w:rPr>
      <w:rFonts w:ascii="Times" w:hAnsi="Times"/>
      <w:sz w:val="24"/>
    </w:rPr>
  </w:style>
  <w:style w:type="paragraph" w:styleId="Standardeinzug">
    <w:name w:val="Normal Indent"/>
    <w:basedOn w:val="Standard"/>
    <w:pPr>
      <w:ind w:left="720"/>
    </w:pPr>
  </w:style>
  <w:style w:type="paragraph" w:styleId="Umschlagadresse">
    <w:name w:val="envelope address"/>
    <w:basedOn w:val="Standard"/>
    <w:pPr>
      <w:framePr w:w="7920" w:h="1980" w:hRule="exact" w:hSpace="141" w:wrap="auto" w:hAnchor="page" w:xAlign="center" w:yAlign="bottom"/>
      <w:ind w:left="2880"/>
    </w:pPr>
  </w:style>
  <w:style w:type="paragraph" w:styleId="Unterschrift">
    <w:name w:val="Signature"/>
    <w:basedOn w:val="Standard"/>
    <w:pPr>
      <w:ind w:left="4252"/>
    </w:pPr>
  </w:style>
  <w:style w:type="paragraph" w:styleId="Verzeichnis1">
    <w:name w:val="toc 1"/>
    <w:basedOn w:val="Standard"/>
    <w:next w:val="Standard"/>
    <w:semiHidden/>
    <w:pPr>
      <w:tabs>
        <w:tab w:val="right" w:leader="dot" w:pos="9071"/>
      </w:tabs>
    </w:pPr>
  </w:style>
  <w:style w:type="paragraph" w:styleId="Verzeichnis2">
    <w:name w:val="toc 2"/>
    <w:basedOn w:val="Standard"/>
    <w:next w:val="Standard"/>
    <w:semiHidden/>
    <w:pPr>
      <w:tabs>
        <w:tab w:val="right" w:leader="dot" w:pos="9071"/>
      </w:tabs>
      <w:ind w:left="240"/>
    </w:pPr>
  </w:style>
  <w:style w:type="paragraph" w:styleId="Verzeichnis3">
    <w:name w:val="toc 3"/>
    <w:basedOn w:val="Standard"/>
    <w:next w:val="Standard"/>
    <w:semiHidden/>
    <w:pPr>
      <w:tabs>
        <w:tab w:val="right" w:leader="dot" w:pos="9071"/>
      </w:tabs>
      <w:ind w:left="480"/>
    </w:pPr>
  </w:style>
  <w:style w:type="paragraph" w:styleId="Verzeichnis4">
    <w:name w:val="toc 4"/>
    <w:basedOn w:val="Standard"/>
    <w:next w:val="Standard"/>
    <w:semiHidden/>
    <w:pPr>
      <w:tabs>
        <w:tab w:val="right" w:leader="dot" w:pos="9071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071"/>
      </w:tabs>
      <w:ind w:left="960"/>
    </w:pPr>
  </w:style>
  <w:style w:type="paragraph" w:styleId="Verzeichnis6">
    <w:name w:val="toc 6"/>
    <w:basedOn w:val="Standard"/>
    <w:next w:val="Standard"/>
    <w:semiHidden/>
    <w:pPr>
      <w:tabs>
        <w:tab w:val="right" w:leader="dot" w:pos="9071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071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071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071"/>
      </w:tabs>
      <w:ind w:left="1920"/>
    </w:pPr>
  </w:style>
  <w:style w:type="character" w:styleId="Zeilennummer">
    <w:name w:val="line number"/>
    <w:basedOn w:val="Absatz-Standardschriftart"/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Helvetica" w:hAnsi="Helvetica"/>
      <w:b/>
    </w:rPr>
  </w:style>
  <w:style w:type="paragraph" w:styleId="Rechtsgrundlagenverzeichnis">
    <w:name w:val="table of authorities"/>
    <w:basedOn w:val="Standard"/>
    <w:next w:val="Standard"/>
    <w:semiHidden/>
    <w:pPr>
      <w:tabs>
        <w:tab w:val="right" w:leader="dot" w:pos="9071"/>
      </w:tabs>
      <w:ind w:left="240" w:hanging="240"/>
    </w:pPr>
  </w:style>
  <w:style w:type="paragraph" w:customStyle="1" w:styleId="Textkrper21">
    <w:name w:val="Textkörper 21"/>
    <w:basedOn w:val="Standard"/>
    <w:rPr>
      <w:rFonts w:ascii="Helvetica" w:hAnsi="Helvetica"/>
      <w:color w:val="000000"/>
      <w:lang w:val="en-US"/>
    </w:rPr>
  </w:style>
  <w:style w:type="paragraph" w:styleId="NurText">
    <w:name w:val="Plain Text"/>
    <w:basedOn w:val="Standard"/>
    <w:pPr>
      <w:jc w:val="both"/>
    </w:pPr>
    <w:rPr>
      <w:rFonts w:ascii="RotisSansSerif" w:hAnsi="RotisSansSerif"/>
    </w:rPr>
  </w:style>
  <w:style w:type="character" w:styleId="Hyperlink">
    <w:name w:val="Hyperlink"/>
    <w:basedOn w:val="Absatz-Standardschriftart"/>
    <w:rsid w:val="00727867"/>
    <w:rPr>
      <w:color w:val="0000FF"/>
      <w:u w:val="single"/>
    </w:rPr>
  </w:style>
  <w:style w:type="paragraph" w:styleId="Sprechblasentext">
    <w:name w:val="Balloon Text"/>
    <w:basedOn w:val="Standard"/>
    <w:semiHidden/>
    <w:rsid w:val="002822F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DF56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rsid w:val="003503D4"/>
    <w:pPr>
      <w:spacing w:before="100" w:beforeAutospacing="1" w:after="100" w:afterAutospacing="1"/>
    </w:pPr>
    <w:rPr>
      <w:rFonts w:ascii="Times New Roman" w:hAnsi="Times New Roman" w:cs="Times New Roman"/>
      <w:bCs/>
      <w:sz w:val="24"/>
      <w:szCs w:val="24"/>
      <w:lang w:val="de-DE"/>
    </w:rPr>
  </w:style>
  <w:style w:type="character" w:styleId="Fett">
    <w:name w:val="Strong"/>
    <w:basedOn w:val="Absatz-Standardschriftart"/>
    <w:uiPriority w:val="22"/>
    <w:qFormat/>
    <w:rsid w:val="003503D4"/>
    <w:rPr>
      <w:b/>
      <w:bCs/>
    </w:rPr>
  </w:style>
  <w:style w:type="character" w:customStyle="1" w:styleId="FuzeileZchn">
    <w:name w:val="Fußzeile Zchn"/>
    <w:basedOn w:val="Absatz-Standardschriftart"/>
    <w:link w:val="Fuzeile"/>
    <w:uiPriority w:val="99"/>
    <w:rsid w:val="000811C2"/>
    <w:rPr>
      <w:rFonts w:ascii="Times" w:hAnsi="Times" w:cs="Arial"/>
      <w:sz w:val="24"/>
      <w:lang w:val="en-GB"/>
    </w:rPr>
  </w:style>
  <w:style w:type="character" w:customStyle="1" w:styleId="KopfzeileZchn">
    <w:name w:val="Kopfzeile Zchn"/>
    <w:basedOn w:val="Absatz-Standardschriftart"/>
    <w:link w:val="Kopfzeile"/>
    <w:rsid w:val="00323300"/>
    <w:rPr>
      <w:rFonts w:ascii="Times" w:hAnsi="Times" w:cs="Arial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autoRedefine/>
    <w:qFormat/>
    <w:rsid w:val="002450FC"/>
    <w:rPr>
      <w:rFonts w:ascii="Arial" w:hAnsi="Arial" w:cs="Arial"/>
      <w:iCs/>
      <w:lang w:val="en-GB"/>
    </w:rPr>
  </w:style>
  <w:style w:type="paragraph" w:styleId="berschrift1">
    <w:name w:val="heading 1"/>
    <w:basedOn w:val="Basis-berschrift"/>
    <w:next w:val="Textkrper"/>
    <w:qFormat/>
    <w:pPr>
      <w:outlineLvl w:val="0"/>
    </w:pPr>
  </w:style>
  <w:style w:type="paragraph" w:styleId="berschrift2">
    <w:name w:val="heading 2"/>
    <w:basedOn w:val="Basis-berschrift"/>
    <w:next w:val="Textkrper"/>
    <w:qFormat/>
    <w:pPr>
      <w:spacing w:before="160"/>
      <w:outlineLvl w:val="1"/>
    </w:pPr>
    <w:rPr>
      <w:i/>
      <w:sz w:val="28"/>
    </w:rPr>
  </w:style>
  <w:style w:type="paragraph" w:styleId="berschrift3">
    <w:name w:val="heading 3"/>
    <w:basedOn w:val="Basis-berschrift"/>
    <w:next w:val="Textkrper"/>
    <w:qFormat/>
    <w:pPr>
      <w:spacing w:before="120" w:after="80"/>
      <w:outlineLvl w:val="2"/>
    </w:pPr>
    <w:rPr>
      <w:rFonts w:ascii="Times" w:hAnsi="Times"/>
      <w:sz w:val="28"/>
    </w:rPr>
  </w:style>
  <w:style w:type="paragraph" w:styleId="berschrift4">
    <w:name w:val="heading 4"/>
    <w:basedOn w:val="Basis-berschrift"/>
    <w:next w:val="Textkrper"/>
    <w:qFormat/>
    <w:pPr>
      <w:spacing w:before="120" w:after="80"/>
      <w:outlineLvl w:val="3"/>
    </w:pPr>
    <w:rPr>
      <w:rFonts w:ascii="Times" w:hAnsi="Times"/>
      <w:i/>
      <w:sz w:val="28"/>
    </w:rPr>
  </w:style>
  <w:style w:type="paragraph" w:styleId="berschrift5">
    <w:name w:val="heading 5"/>
    <w:basedOn w:val="Basis-berschrift"/>
    <w:next w:val="Textkrper"/>
    <w:qFormat/>
    <w:pPr>
      <w:spacing w:before="120" w:after="80"/>
      <w:outlineLvl w:val="4"/>
    </w:pPr>
    <w:rPr>
      <w:sz w:val="20"/>
    </w:rPr>
  </w:style>
  <w:style w:type="paragraph" w:styleId="berschrift6">
    <w:name w:val="heading 6"/>
    <w:basedOn w:val="Basis-berschrift"/>
    <w:next w:val="Textkrper"/>
    <w:qFormat/>
    <w:pPr>
      <w:spacing w:before="120" w:after="80"/>
      <w:outlineLvl w:val="5"/>
    </w:pPr>
    <w:rPr>
      <w:i/>
      <w:sz w:val="20"/>
    </w:rPr>
  </w:style>
  <w:style w:type="paragraph" w:styleId="berschrift7">
    <w:name w:val="heading 7"/>
    <w:basedOn w:val="Basis-berschrift"/>
    <w:next w:val="Textkrper"/>
    <w:qFormat/>
    <w:pPr>
      <w:spacing w:before="80" w:after="60"/>
      <w:outlineLvl w:val="6"/>
    </w:pPr>
    <w:rPr>
      <w:rFonts w:ascii="Times" w:hAnsi="Times"/>
      <w:sz w:val="24"/>
    </w:rPr>
  </w:style>
  <w:style w:type="paragraph" w:styleId="berschrift8">
    <w:name w:val="heading 8"/>
    <w:basedOn w:val="Basis-berschrift"/>
    <w:next w:val="Textkrper"/>
    <w:qFormat/>
    <w:pPr>
      <w:spacing w:before="80" w:after="60"/>
      <w:outlineLvl w:val="7"/>
    </w:pPr>
    <w:rPr>
      <w:rFonts w:ascii="Times" w:hAnsi="Times"/>
      <w:b w:val="0"/>
      <w:i/>
      <w:sz w:val="24"/>
    </w:rPr>
  </w:style>
  <w:style w:type="paragraph" w:styleId="berschrift9">
    <w:name w:val="heading 9"/>
    <w:basedOn w:val="Basis-berschrift"/>
    <w:next w:val="Textkrper"/>
    <w:qFormat/>
    <w:pPr>
      <w:spacing w:before="80" w:after="60"/>
      <w:outlineLvl w:val="8"/>
    </w:pPr>
    <w:rPr>
      <w:rFonts w:ascii="Times" w:hAnsi="Times"/>
      <w:i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sis-berschrift">
    <w:name w:val="Basis-Überschrift"/>
    <w:basedOn w:val="Standard"/>
    <w:next w:val="Textkrper"/>
    <w:pPr>
      <w:keepNext/>
      <w:keepLines/>
      <w:spacing w:before="240" w:after="120"/>
    </w:pPr>
    <w:rPr>
      <w:rFonts w:ascii="Helvetica" w:hAnsi="Helvetica"/>
      <w:b/>
      <w:kern w:val="28"/>
      <w:sz w:val="36"/>
    </w:rPr>
  </w:style>
  <w:style w:type="paragraph" w:styleId="Textkrper">
    <w:name w:val="Body Text"/>
    <w:basedOn w:val="Standard"/>
    <w:pPr>
      <w:spacing w:after="160"/>
    </w:pPr>
  </w:style>
  <w:style w:type="character" w:customStyle="1" w:styleId="Einleitung">
    <w:name w:val="Einleitung"/>
    <w:rPr>
      <w:b/>
      <w:i/>
    </w:rPr>
  </w:style>
  <w:style w:type="paragraph" w:customStyle="1" w:styleId="Basis-Funote">
    <w:name w:val="Basis-Fußnote"/>
    <w:basedOn w:val="Standard"/>
    <w:pPr>
      <w:tabs>
        <w:tab w:val="left" w:pos="187"/>
      </w:tabs>
      <w:spacing w:line="220" w:lineRule="exact"/>
      <w:ind w:left="187" w:hanging="187"/>
    </w:pPr>
    <w:rPr>
      <w:rFonts w:ascii="Times" w:hAnsi="Times"/>
      <w:sz w:val="22"/>
    </w:rPr>
  </w:style>
  <w:style w:type="paragraph" w:customStyle="1" w:styleId="Basis-Kopfzeile">
    <w:name w:val="Basis-Kopfzeile"/>
    <w:basedOn w:val="Standard"/>
    <w:pPr>
      <w:keepLines/>
      <w:tabs>
        <w:tab w:val="center" w:pos="4320"/>
        <w:tab w:val="right" w:pos="8640"/>
      </w:tabs>
    </w:pPr>
    <w:rPr>
      <w:rFonts w:ascii="Times" w:hAnsi="Times"/>
      <w:sz w:val="24"/>
    </w:rPr>
  </w:style>
  <w:style w:type="paragraph" w:customStyle="1" w:styleId="Adresse">
    <w:name w:val="Adresse"/>
    <w:basedOn w:val="Textkrper"/>
    <w:pPr>
      <w:keepLines/>
      <w:spacing w:after="0"/>
      <w:ind w:right="4320"/>
    </w:pPr>
    <w:rPr>
      <w:rFonts w:ascii="Times" w:hAnsi="Times"/>
      <w:sz w:val="24"/>
    </w:rPr>
  </w:style>
  <w:style w:type="paragraph" w:styleId="Nachrichtenkopf">
    <w:name w:val="Message Header"/>
    <w:basedOn w:val="Textkrper"/>
    <w:pPr>
      <w:keepLines/>
      <w:tabs>
        <w:tab w:val="left" w:pos="3600"/>
        <w:tab w:val="left" w:pos="4680"/>
      </w:tabs>
      <w:spacing w:after="240"/>
      <w:ind w:left="1080" w:hanging="1080"/>
    </w:pPr>
    <w:rPr>
      <w:rFonts w:ascii="Helvetica" w:hAnsi="Helvetica"/>
    </w:rPr>
  </w:style>
  <w:style w:type="paragraph" w:styleId="Datum">
    <w:name w:val="Date"/>
    <w:basedOn w:val="Textkrper"/>
    <w:pPr>
      <w:keepNext/>
      <w:spacing w:before="480"/>
    </w:pPr>
    <w:rPr>
      <w:rFonts w:ascii="Times" w:hAnsi="Times"/>
      <w:sz w:val="24"/>
    </w:rPr>
  </w:style>
  <w:style w:type="paragraph" w:styleId="Liste">
    <w:name w:val="List"/>
    <w:basedOn w:val="Textkrper"/>
    <w:pPr>
      <w:tabs>
        <w:tab w:val="left" w:pos="720"/>
      </w:tabs>
      <w:spacing w:after="80"/>
      <w:ind w:left="720" w:hanging="360"/>
    </w:pPr>
    <w:rPr>
      <w:rFonts w:ascii="Times" w:hAnsi="Times"/>
      <w:sz w:val="24"/>
    </w:rPr>
  </w:style>
  <w:style w:type="paragraph" w:styleId="Makrotext">
    <w:name w:val="macro"/>
    <w:basedOn w:val="Textkrper"/>
    <w:semiHidden/>
    <w:pPr>
      <w:spacing w:after="120"/>
    </w:pPr>
    <w:rPr>
      <w:rFonts w:ascii="Courier" w:hAnsi="Courier"/>
    </w:rPr>
  </w:style>
  <w:style w:type="paragraph" w:customStyle="1" w:styleId="Grafik">
    <w:name w:val="Grafik"/>
    <w:basedOn w:val="Textkrper"/>
    <w:pPr>
      <w:keepNext/>
    </w:pPr>
    <w:rPr>
      <w:rFonts w:ascii="Times" w:hAnsi="Times"/>
      <w:sz w:val="24"/>
    </w:rPr>
  </w:style>
  <w:style w:type="paragraph" w:styleId="Kommentartext">
    <w:name w:val="annotation text"/>
    <w:basedOn w:val="Basis-Funote"/>
    <w:semiHidden/>
    <w:pPr>
      <w:spacing w:after="120"/>
    </w:pPr>
    <w:rPr>
      <w:sz w:val="24"/>
    </w:rPr>
  </w:style>
  <w:style w:type="paragraph" w:styleId="Fuzeile">
    <w:name w:val="footer"/>
    <w:basedOn w:val="Basis-Kopfzeile"/>
    <w:link w:val="FuzeileZchn"/>
    <w:uiPriority w:val="99"/>
  </w:style>
  <w:style w:type="paragraph" w:styleId="Kopfzeile">
    <w:name w:val="header"/>
    <w:basedOn w:val="Basis-Kopfzeile"/>
    <w:link w:val="KopfzeileZchn"/>
  </w:style>
  <w:style w:type="paragraph" w:customStyle="1" w:styleId="Bezeichnung">
    <w:name w:val="Bezeichnung"/>
    <w:basedOn w:val="Basis-berschrift"/>
    <w:pPr>
      <w:spacing w:after="360"/>
    </w:pPr>
    <w:rPr>
      <w:rFonts w:ascii="Times" w:hAnsi="Times"/>
      <w:sz w:val="44"/>
    </w:rPr>
  </w:style>
  <w:style w:type="character" w:customStyle="1" w:styleId="Hochgestellt">
    <w:name w:val="Hochgestellt"/>
    <w:rPr>
      <w:vertAlign w:val="superscript"/>
    </w:rPr>
  </w:style>
  <w:style w:type="paragraph" w:customStyle="1" w:styleId="Absender">
    <w:name w:val="Absender"/>
    <w:basedOn w:val="Adresse"/>
  </w:style>
  <w:style w:type="paragraph" w:styleId="Aufzhlungszeichen">
    <w:name w:val="List Bullet"/>
    <w:basedOn w:val="Liste"/>
    <w:pPr>
      <w:tabs>
        <w:tab w:val="clear" w:pos="720"/>
      </w:tabs>
      <w:spacing w:after="160"/>
    </w:pPr>
  </w:style>
  <w:style w:type="paragraph" w:styleId="Listennummer">
    <w:name w:val="List Number"/>
    <w:basedOn w:val="Liste"/>
    <w:pPr>
      <w:tabs>
        <w:tab w:val="clear" w:pos="720"/>
      </w:tabs>
      <w:spacing w:after="160"/>
    </w:pPr>
  </w:style>
  <w:style w:type="paragraph" w:customStyle="1" w:styleId="Abstzezusammenhalten">
    <w:name w:val="Absätze zusammenhalten"/>
    <w:basedOn w:val="Textkrper"/>
    <w:pPr>
      <w:keepNext/>
    </w:pPr>
    <w:rPr>
      <w:rFonts w:ascii="Times" w:hAnsi="Times"/>
      <w:sz w:val="24"/>
    </w:rPr>
  </w:style>
  <w:style w:type="paragraph" w:customStyle="1" w:styleId="AufzhlungAnfang">
    <w:name w:val="Aufzählung Anfang"/>
    <w:basedOn w:val="Aufzhlungszeichen"/>
    <w:next w:val="Aufzhlungszeichen"/>
    <w:pPr>
      <w:spacing w:before="80"/>
    </w:pPr>
  </w:style>
  <w:style w:type="paragraph" w:customStyle="1" w:styleId="AufzhlungEnde">
    <w:name w:val="Aufzählung Ende"/>
    <w:basedOn w:val="Aufzhlungszeichen"/>
    <w:next w:val="Textkrper"/>
    <w:pPr>
      <w:spacing w:after="240"/>
    </w:pPr>
  </w:style>
  <w:style w:type="paragraph" w:customStyle="1" w:styleId="ZuHndenvon">
    <w:name w:val="Zu Händen von"/>
    <w:basedOn w:val="Textkrper"/>
    <w:rPr>
      <w:b/>
      <w:i/>
    </w:rPr>
  </w:style>
  <w:style w:type="paragraph" w:customStyle="1" w:styleId="Firmenname">
    <w:name w:val="Firmenname"/>
    <w:basedOn w:val="Textkrper"/>
    <w:pPr>
      <w:spacing w:before="120" w:after="80"/>
    </w:pPr>
    <w:rPr>
      <w:rFonts w:ascii="Times" w:hAnsi="Times"/>
      <w:b/>
      <w:sz w:val="34"/>
    </w:rPr>
  </w:style>
  <w:style w:type="character" w:styleId="Endnotenzeichen">
    <w:name w:val="endnote reference"/>
    <w:semiHidden/>
    <w:rPr>
      <w:vertAlign w:val="superscript"/>
    </w:rPr>
  </w:style>
  <w:style w:type="paragraph" w:customStyle="1" w:styleId="NumerierungAnfang">
    <w:name w:val="Numerierung Anfang"/>
    <w:basedOn w:val="Listennummer"/>
    <w:next w:val="Listennummer"/>
    <w:pPr>
      <w:spacing w:before="80"/>
    </w:pPr>
  </w:style>
  <w:style w:type="paragraph" w:customStyle="1" w:styleId="NumerierungEnde">
    <w:name w:val="Numerierung Ende"/>
    <w:basedOn w:val="Listennummer"/>
    <w:next w:val="Textkrper"/>
    <w:pPr>
      <w:spacing w:after="240"/>
    </w:pPr>
  </w:style>
  <w:style w:type="paragraph" w:customStyle="1" w:styleId="ListeAnfang">
    <w:name w:val="Liste Anfang"/>
    <w:basedOn w:val="Liste"/>
    <w:next w:val="Liste"/>
    <w:pPr>
      <w:spacing w:before="80"/>
    </w:pPr>
  </w:style>
  <w:style w:type="paragraph" w:customStyle="1" w:styleId="ListeEnde">
    <w:name w:val="Liste Ende"/>
    <w:basedOn w:val="Liste"/>
    <w:next w:val="Textkrper"/>
    <w:pPr>
      <w:spacing w:after="240"/>
    </w:pPr>
  </w:style>
  <w:style w:type="paragraph" w:customStyle="1" w:styleId="Seitenanzahl">
    <w:name w:val="Seitenanzahl"/>
    <w:basedOn w:val="Textkrper"/>
    <w:pPr>
      <w:spacing w:after="0"/>
    </w:pPr>
    <w:rPr>
      <w:rFonts w:ascii="Helvetica" w:hAnsi="Helvetica"/>
      <w:b/>
    </w:rPr>
  </w:style>
  <w:style w:type="paragraph" w:styleId="Abbildungsverzeichnis">
    <w:name w:val="table of figures"/>
    <w:basedOn w:val="Standard"/>
    <w:next w:val="Standard"/>
    <w:semiHidden/>
    <w:pPr>
      <w:tabs>
        <w:tab w:val="right" w:leader="dot" w:pos="9071"/>
      </w:tabs>
      <w:ind w:left="400" w:hanging="400"/>
    </w:pPr>
    <w:rPr>
      <w:rFonts w:ascii="Times" w:hAnsi="Times"/>
      <w:sz w:val="24"/>
    </w:rPr>
  </w:style>
  <w:style w:type="paragraph" w:styleId="Endnotentext">
    <w:name w:val="endnote text"/>
    <w:basedOn w:val="Basis-Funote"/>
    <w:semiHidden/>
    <w:pPr>
      <w:spacing w:after="120"/>
    </w:pPr>
    <w:rPr>
      <w:sz w:val="18"/>
    </w:rPr>
  </w:style>
  <w:style w:type="paragraph" w:customStyle="1" w:styleId="NachrichtenkopfAnfang">
    <w:name w:val="Nachrichtenkopf Anfang"/>
    <w:basedOn w:val="Nachrichtenkopf"/>
    <w:next w:val="Nachrichtenkopf"/>
    <w:pPr>
      <w:spacing w:before="120"/>
    </w:pPr>
  </w:style>
  <w:style w:type="paragraph" w:styleId="Liste5">
    <w:name w:val="List 5"/>
    <w:basedOn w:val="Liste"/>
    <w:pPr>
      <w:tabs>
        <w:tab w:val="clear" w:pos="720"/>
        <w:tab w:val="left" w:pos="2160"/>
      </w:tabs>
      <w:ind w:left="2160"/>
    </w:pPr>
  </w:style>
  <w:style w:type="paragraph" w:styleId="Textkrper-Zeileneinzug">
    <w:name w:val="Body Text Indent"/>
    <w:basedOn w:val="Textkrper"/>
    <w:pPr>
      <w:ind w:left="360"/>
    </w:pPr>
  </w:style>
  <w:style w:type="paragraph" w:styleId="Liste2">
    <w:name w:val="List 2"/>
    <w:basedOn w:val="Liste"/>
    <w:pPr>
      <w:tabs>
        <w:tab w:val="clear" w:pos="720"/>
        <w:tab w:val="left" w:pos="1080"/>
      </w:tabs>
      <w:ind w:left="1080"/>
    </w:pPr>
  </w:style>
  <w:style w:type="paragraph" w:styleId="Liste3">
    <w:name w:val="List 3"/>
    <w:basedOn w:val="Liste"/>
    <w:pPr>
      <w:tabs>
        <w:tab w:val="clear" w:pos="720"/>
        <w:tab w:val="left" w:pos="1440"/>
      </w:tabs>
      <w:ind w:left="1440"/>
    </w:pPr>
  </w:style>
  <w:style w:type="paragraph" w:styleId="Liste4">
    <w:name w:val="List 4"/>
    <w:basedOn w:val="Liste"/>
    <w:pPr>
      <w:tabs>
        <w:tab w:val="clear" w:pos="720"/>
        <w:tab w:val="left" w:pos="1800"/>
      </w:tabs>
      <w:ind w:left="1800"/>
    </w:pPr>
  </w:style>
  <w:style w:type="paragraph" w:styleId="Aufzhlungszeichen2">
    <w:name w:val="List Bullet 2"/>
    <w:basedOn w:val="Aufzhlungszeichen"/>
    <w:pPr>
      <w:ind w:left="1080"/>
    </w:pPr>
  </w:style>
  <w:style w:type="paragraph" w:styleId="Aufzhlungszeichen3">
    <w:name w:val="List Bullet 3"/>
    <w:basedOn w:val="Aufzhlungszeichen"/>
    <w:pPr>
      <w:ind w:left="1440"/>
    </w:pPr>
  </w:style>
  <w:style w:type="paragraph" w:styleId="Aufzhlungszeichen4">
    <w:name w:val="List Bullet 4"/>
    <w:basedOn w:val="Aufzhlungszeichen"/>
    <w:pPr>
      <w:ind w:left="1800"/>
    </w:pPr>
  </w:style>
  <w:style w:type="paragraph" w:styleId="Aufzhlungszeichen5">
    <w:name w:val="List Bullet 5"/>
    <w:basedOn w:val="Aufzhlungszeichen"/>
    <w:pPr>
      <w:ind w:left="2160"/>
    </w:pPr>
  </w:style>
  <w:style w:type="paragraph" w:styleId="Listennummer2">
    <w:name w:val="List Number 2"/>
    <w:basedOn w:val="Listennummer"/>
    <w:pPr>
      <w:ind w:left="1080"/>
    </w:pPr>
  </w:style>
  <w:style w:type="paragraph" w:styleId="Listennummer3">
    <w:name w:val="List Number 3"/>
    <w:basedOn w:val="Listennummer"/>
    <w:pPr>
      <w:ind w:left="1440"/>
    </w:pPr>
  </w:style>
  <w:style w:type="paragraph" w:styleId="Listennummer4">
    <w:name w:val="List Number 4"/>
    <w:basedOn w:val="Listennummer"/>
    <w:pPr>
      <w:ind w:left="1800"/>
    </w:pPr>
  </w:style>
  <w:style w:type="paragraph" w:styleId="Listennummer5">
    <w:name w:val="List Number 5"/>
    <w:basedOn w:val="Listennummer"/>
    <w:pPr>
      <w:ind w:left="2160"/>
    </w:pPr>
  </w:style>
  <w:style w:type="paragraph" w:styleId="Listenfortsetzung">
    <w:name w:val="List Continue"/>
    <w:basedOn w:val="Liste"/>
    <w:pPr>
      <w:tabs>
        <w:tab w:val="clear" w:pos="720"/>
      </w:tabs>
      <w:spacing w:after="160"/>
    </w:pPr>
  </w:style>
  <w:style w:type="character" w:styleId="Funotenzeichen">
    <w:name w:val="footnote reference"/>
    <w:semiHidden/>
    <w:rPr>
      <w:vertAlign w:val="superscript"/>
    </w:rPr>
  </w:style>
  <w:style w:type="paragraph" w:styleId="Funotentext">
    <w:name w:val="footnote text"/>
    <w:basedOn w:val="Basis-Funote"/>
    <w:semiHidden/>
    <w:pPr>
      <w:spacing w:after="120"/>
    </w:pPr>
  </w:style>
  <w:style w:type="character" w:customStyle="1" w:styleId="Memokopf-Element">
    <w:name w:val="Memokopf-Element"/>
    <w:rPr>
      <w:rFonts w:ascii="Helvetica" w:hAnsi="Helvetica"/>
      <w:b/>
      <w:caps/>
      <w:sz w:val="18"/>
    </w:rPr>
  </w:style>
  <w:style w:type="character" w:styleId="Hervorhebung">
    <w:name w:val="Emphasis"/>
    <w:qFormat/>
    <w:rPr>
      <w:i/>
    </w:rPr>
  </w:style>
  <w:style w:type="character" w:styleId="Seitenzahl">
    <w:name w:val="page number"/>
    <w:rPr>
      <w:b/>
    </w:rPr>
  </w:style>
  <w:style w:type="paragraph" w:styleId="Untertitel">
    <w:name w:val="Subtitle"/>
    <w:basedOn w:val="Titel"/>
    <w:next w:val="Textkrper"/>
    <w:qFormat/>
    <w:pPr>
      <w:spacing w:before="0" w:after="240"/>
    </w:pPr>
    <w:rPr>
      <w:b w:val="0"/>
      <w:i/>
      <w:sz w:val="28"/>
    </w:rPr>
  </w:style>
  <w:style w:type="character" w:styleId="Kommentarzeichen">
    <w:name w:val="annotation reference"/>
    <w:semiHidden/>
    <w:rPr>
      <w:sz w:val="16"/>
    </w:rPr>
  </w:style>
  <w:style w:type="paragraph" w:styleId="Listenfortsetzung2">
    <w:name w:val="List Continue 2"/>
    <w:basedOn w:val="Listenfortsetzung"/>
    <w:pPr>
      <w:ind w:left="1080"/>
    </w:pPr>
  </w:style>
  <w:style w:type="paragraph" w:styleId="Listenfortsetzung3">
    <w:name w:val="List Continue 3"/>
    <w:basedOn w:val="Listenfortsetzung"/>
    <w:pPr>
      <w:ind w:left="1440"/>
    </w:pPr>
  </w:style>
  <w:style w:type="paragraph" w:styleId="Listenfortsetzung4">
    <w:name w:val="List Continue 4"/>
    <w:basedOn w:val="Listenfortsetzung"/>
    <w:pPr>
      <w:ind w:left="1800"/>
    </w:pPr>
  </w:style>
  <w:style w:type="paragraph" w:styleId="Listenfortsetzung5">
    <w:name w:val="List Continue 5"/>
    <w:basedOn w:val="Listenfortsetzung"/>
    <w:pPr>
      <w:ind w:left="2160"/>
    </w:pPr>
  </w:style>
  <w:style w:type="paragraph" w:customStyle="1" w:styleId="NachrichtenkopfEnde">
    <w:name w:val="Nachrichtenkopf Ende"/>
    <w:basedOn w:val="Nachrichtenkopf"/>
    <w:next w:val="Textkrper"/>
    <w:pPr>
      <w:spacing w:after="360"/>
    </w:pPr>
  </w:style>
  <w:style w:type="paragraph" w:styleId="Umschlagabsenderadresse">
    <w:name w:val="envelope return"/>
    <w:basedOn w:val="Standard"/>
    <w:rPr>
      <w:rFonts w:ascii="Times" w:hAnsi="Times"/>
      <w:sz w:val="24"/>
    </w:rPr>
  </w:style>
  <w:style w:type="paragraph" w:styleId="Titel">
    <w:name w:val="Title"/>
    <w:basedOn w:val="Basis-berschrift"/>
    <w:next w:val="Untertitel"/>
    <w:qFormat/>
    <w:pPr>
      <w:spacing w:before="360" w:after="160"/>
      <w:jc w:val="center"/>
    </w:pPr>
    <w:rPr>
      <w:sz w:val="40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rFonts w:ascii="Times" w:hAnsi="Times"/>
      <w:b/>
      <w:sz w:val="24"/>
    </w:rPr>
  </w:style>
  <w:style w:type="paragraph" w:styleId="Gruformel">
    <w:name w:val="Closing"/>
    <w:basedOn w:val="Standard"/>
    <w:pPr>
      <w:ind w:left="4252"/>
    </w:pPr>
    <w:rPr>
      <w:rFonts w:ascii="Times" w:hAnsi="Times"/>
      <w:sz w:val="24"/>
    </w:rPr>
  </w:style>
  <w:style w:type="paragraph" w:styleId="Index1">
    <w:name w:val="index 1"/>
    <w:basedOn w:val="Standard"/>
    <w:next w:val="Standard"/>
    <w:semiHidden/>
    <w:pPr>
      <w:tabs>
        <w:tab w:val="right" w:leader="dot" w:pos="9071"/>
      </w:tabs>
      <w:ind w:left="200" w:hanging="200"/>
    </w:pPr>
    <w:rPr>
      <w:rFonts w:ascii="Times" w:hAnsi="Times"/>
      <w:sz w:val="24"/>
    </w:rPr>
  </w:style>
  <w:style w:type="paragraph" w:styleId="Index2">
    <w:name w:val="index 2"/>
    <w:basedOn w:val="Standard"/>
    <w:next w:val="Standard"/>
    <w:semiHidden/>
    <w:pPr>
      <w:tabs>
        <w:tab w:val="right" w:leader="dot" w:pos="9071"/>
      </w:tabs>
      <w:ind w:left="400" w:hanging="200"/>
    </w:pPr>
    <w:rPr>
      <w:rFonts w:ascii="Times" w:hAnsi="Times"/>
      <w:sz w:val="24"/>
    </w:rPr>
  </w:style>
  <w:style w:type="paragraph" w:styleId="Index3">
    <w:name w:val="index 3"/>
    <w:basedOn w:val="Standard"/>
    <w:next w:val="Standard"/>
    <w:semiHidden/>
    <w:pPr>
      <w:tabs>
        <w:tab w:val="right" w:leader="dot" w:pos="9071"/>
      </w:tabs>
      <w:ind w:left="600" w:hanging="200"/>
    </w:pPr>
    <w:rPr>
      <w:rFonts w:ascii="Times" w:hAnsi="Times"/>
      <w:sz w:val="24"/>
    </w:rPr>
  </w:style>
  <w:style w:type="paragraph" w:styleId="Index4">
    <w:name w:val="index 4"/>
    <w:basedOn w:val="Standard"/>
    <w:next w:val="Standard"/>
    <w:semiHidden/>
    <w:pPr>
      <w:tabs>
        <w:tab w:val="right" w:leader="dot" w:pos="9071"/>
      </w:tabs>
      <w:ind w:left="800" w:hanging="200"/>
    </w:pPr>
    <w:rPr>
      <w:rFonts w:ascii="Times" w:hAnsi="Times"/>
      <w:sz w:val="24"/>
    </w:rPr>
  </w:style>
  <w:style w:type="paragraph" w:styleId="Index5">
    <w:name w:val="index 5"/>
    <w:basedOn w:val="Standard"/>
    <w:next w:val="Standard"/>
    <w:semiHidden/>
    <w:pPr>
      <w:tabs>
        <w:tab w:val="right" w:leader="dot" w:pos="9071"/>
      </w:tabs>
      <w:ind w:left="1000" w:hanging="200"/>
    </w:pPr>
    <w:rPr>
      <w:rFonts w:ascii="Times" w:hAnsi="Times"/>
      <w:sz w:val="24"/>
    </w:rPr>
  </w:style>
  <w:style w:type="paragraph" w:styleId="Index6">
    <w:name w:val="index 6"/>
    <w:basedOn w:val="Standard"/>
    <w:next w:val="Standard"/>
    <w:semiHidden/>
    <w:pPr>
      <w:tabs>
        <w:tab w:val="right" w:leader="dot" w:pos="9071"/>
      </w:tabs>
      <w:ind w:left="1200" w:hanging="200"/>
    </w:pPr>
    <w:rPr>
      <w:rFonts w:ascii="Times" w:hAnsi="Times"/>
      <w:sz w:val="24"/>
    </w:rPr>
  </w:style>
  <w:style w:type="paragraph" w:styleId="Index7">
    <w:name w:val="index 7"/>
    <w:basedOn w:val="Standard"/>
    <w:next w:val="Standard"/>
    <w:semiHidden/>
    <w:pPr>
      <w:tabs>
        <w:tab w:val="right" w:leader="dot" w:pos="9071"/>
      </w:tabs>
      <w:ind w:left="1400" w:hanging="200"/>
    </w:pPr>
    <w:rPr>
      <w:rFonts w:ascii="Times" w:hAnsi="Times"/>
      <w:sz w:val="24"/>
    </w:rPr>
  </w:style>
  <w:style w:type="paragraph" w:styleId="Index8">
    <w:name w:val="index 8"/>
    <w:basedOn w:val="Standard"/>
    <w:next w:val="Standard"/>
    <w:semiHidden/>
    <w:pPr>
      <w:tabs>
        <w:tab w:val="right" w:leader="dot" w:pos="9071"/>
      </w:tabs>
      <w:ind w:left="1600" w:hanging="200"/>
    </w:pPr>
    <w:rPr>
      <w:rFonts w:ascii="Times" w:hAnsi="Times"/>
      <w:sz w:val="24"/>
    </w:rPr>
  </w:style>
  <w:style w:type="paragraph" w:styleId="Index9">
    <w:name w:val="index 9"/>
    <w:basedOn w:val="Standard"/>
    <w:next w:val="Standard"/>
    <w:semiHidden/>
    <w:pPr>
      <w:tabs>
        <w:tab w:val="right" w:leader="dot" w:pos="9071"/>
      </w:tabs>
      <w:ind w:left="1800" w:hanging="200"/>
    </w:pPr>
    <w:rPr>
      <w:rFonts w:ascii="Times" w:hAnsi="Times"/>
      <w:sz w:val="24"/>
    </w:rPr>
  </w:style>
  <w:style w:type="paragraph" w:styleId="Indexberschrift">
    <w:name w:val="index heading"/>
    <w:basedOn w:val="Standard"/>
    <w:next w:val="Index1"/>
    <w:semiHidden/>
    <w:rPr>
      <w:rFonts w:ascii="Times" w:hAnsi="Times"/>
      <w:sz w:val="24"/>
    </w:rPr>
  </w:style>
  <w:style w:type="paragraph" w:styleId="Standardeinzug">
    <w:name w:val="Normal Indent"/>
    <w:basedOn w:val="Standard"/>
    <w:pPr>
      <w:ind w:left="720"/>
    </w:pPr>
  </w:style>
  <w:style w:type="paragraph" w:styleId="Umschlagadresse">
    <w:name w:val="envelope address"/>
    <w:basedOn w:val="Standard"/>
    <w:pPr>
      <w:framePr w:w="7920" w:h="1980" w:hRule="exact" w:hSpace="141" w:wrap="auto" w:hAnchor="page" w:xAlign="center" w:yAlign="bottom"/>
      <w:ind w:left="2880"/>
    </w:pPr>
  </w:style>
  <w:style w:type="paragraph" w:styleId="Unterschrift">
    <w:name w:val="Signature"/>
    <w:basedOn w:val="Standard"/>
    <w:pPr>
      <w:ind w:left="4252"/>
    </w:pPr>
  </w:style>
  <w:style w:type="paragraph" w:styleId="Verzeichnis1">
    <w:name w:val="toc 1"/>
    <w:basedOn w:val="Standard"/>
    <w:next w:val="Standard"/>
    <w:semiHidden/>
    <w:pPr>
      <w:tabs>
        <w:tab w:val="right" w:leader="dot" w:pos="9071"/>
      </w:tabs>
    </w:pPr>
  </w:style>
  <w:style w:type="paragraph" w:styleId="Verzeichnis2">
    <w:name w:val="toc 2"/>
    <w:basedOn w:val="Standard"/>
    <w:next w:val="Standard"/>
    <w:semiHidden/>
    <w:pPr>
      <w:tabs>
        <w:tab w:val="right" w:leader="dot" w:pos="9071"/>
      </w:tabs>
      <w:ind w:left="240"/>
    </w:pPr>
  </w:style>
  <w:style w:type="paragraph" w:styleId="Verzeichnis3">
    <w:name w:val="toc 3"/>
    <w:basedOn w:val="Standard"/>
    <w:next w:val="Standard"/>
    <w:semiHidden/>
    <w:pPr>
      <w:tabs>
        <w:tab w:val="right" w:leader="dot" w:pos="9071"/>
      </w:tabs>
      <w:ind w:left="480"/>
    </w:pPr>
  </w:style>
  <w:style w:type="paragraph" w:styleId="Verzeichnis4">
    <w:name w:val="toc 4"/>
    <w:basedOn w:val="Standard"/>
    <w:next w:val="Standard"/>
    <w:semiHidden/>
    <w:pPr>
      <w:tabs>
        <w:tab w:val="right" w:leader="dot" w:pos="9071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071"/>
      </w:tabs>
      <w:ind w:left="960"/>
    </w:pPr>
  </w:style>
  <w:style w:type="paragraph" w:styleId="Verzeichnis6">
    <w:name w:val="toc 6"/>
    <w:basedOn w:val="Standard"/>
    <w:next w:val="Standard"/>
    <w:semiHidden/>
    <w:pPr>
      <w:tabs>
        <w:tab w:val="right" w:leader="dot" w:pos="9071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071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071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071"/>
      </w:tabs>
      <w:ind w:left="1920"/>
    </w:pPr>
  </w:style>
  <w:style w:type="character" w:styleId="Zeilennummer">
    <w:name w:val="line number"/>
    <w:basedOn w:val="Absatz-Standardschriftart"/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Helvetica" w:hAnsi="Helvetica"/>
      <w:b/>
    </w:rPr>
  </w:style>
  <w:style w:type="paragraph" w:styleId="Rechtsgrundlagenverzeichnis">
    <w:name w:val="table of authorities"/>
    <w:basedOn w:val="Standard"/>
    <w:next w:val="Standard"/>
    <w:semiHidden/>
    <w:pPr>
      <w:tabs>
        <w:tab w:val="right" w:leader="dot" w:pos="9071"/>
      </w:tabs>
      <w:ind w:left="240" w:hanging="240"/>
    </w:pPr>
  </w:style>
  <w:style w:type="paragraph" w:customStyle="1" w:styleId="Textkrper21">
    <w:name w:val="Textkörper 21"/>
    <w:basedOn w:val="Standard"/>
    <w:rPr>
      <w:rFonts w:ascii="Helvetica" w:hAnsi="Helvetica"/>
      <w:color w:val="000000"/>
      <w:lang w:val="en-US"/>
    </w:rPr>
  </w:style>
  <w:style w:type="paragraph" w:styleId="NurText">
    <w:name w:val="Plain Text"/>
    <w:basedOn w:val="Standard"/>
    <w:pPr>
      <w:jc w:val="both"/>
    </w:pPr>
    <w:rPr>
      <w:rFonts w:ascii="RotisSansSerif" w:hAnsi="RotisSansSerif"/>
    </w:rPr>
  </w:style>
  <w:style w:type="character" w:styleId="Hyperlink">
    <w:name w:val="Hyperlink"/>
    <w:basedOn w:val="Absatz-Standardschriftart"/>
    <w:rsid w:val="00727867"/>
    <w:rPr>
      <w:color w:val="0000FF"/>
      <w:u w:val="single"/>
    </w:rPr>
  </w:style>
  <w:style w:type="paragraph" w:styleId="Sprechblasentext">
    <w:name w:val="Balloon Text"/>
    <w:basedOn w:val="Standard"/>
    <w:semiHidden/>
    <w:rsid w:val="002822F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DF56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rsid w:val="003503D4"/>
    <w:pPr>
      <w:spacing w:before="100" w:beforeAutospacing="1" w:after="100" w:afterAutospacing="1"/>
    </w:pPr>
    <w:rPr>
      <w:rFonts w:ascii="Times New Roman" w:hAnsi="Times New Roman" w:cs="Times New Roman"/>
      <w:bCs/>
      <w:sz w:val="24"/>
      <w:szCs w:val="24"/>
      <w:lang w:val="de-DE"/>
    </w:rPr>
  </w:style>
  <w:style w:type="character" w:styleId="Fett">
    <w:name w:val="Strong"/>
    <w:basedOn w:val="Absatz-Standardschriftart"/>
    <w:uiPriority w:val="22"/>
    <w:qFormat/>
    <w:rsid w:val="003503D4"/>
    <w:rPr>
      <w:b/>
      <w:bCs/>
    </w:rPr>
  </w:style>
  <w:style w:type="character" w:customStyle="1" w:styleId="FuzeileZchn">
    <w:name w:val="Fußzeile Zchn"/>
    <w:basedOn w:val="Absatz-Standardschriftart"/>
    <w:link w:val="Fuzeile"/>
    <w:uiPriority w:val="99"/>
    <w:rsid w:val="000811C2"/>
    <w:rPr>
      <w:rFonts w:ascii="Times" w:hAnsi="Times" w:cs="Arial"/>
      <w:sz w:val="24"/>
      <w:lang w:val="en-GB"/>
    </w:rPr>
  </w:style>
  <w:style w:type="character" w:customStyle="1" w:styleId="KopfzeileZchn">
    <w:name w:val="Kopfzeile Zchn"/>
    <w:basedOn w:val="Absatz-Standardschriftart"/>
    <w:link w:val="Kopfzeile"/>
    <w:rsid w:val="00323300"/>
    <w:rPr>
      <w:rFonts w:ascii="Times" w:hAnsi="Times" w:cs="Arial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7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6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6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12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8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5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9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54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9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25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82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0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12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6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5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9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4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89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3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41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9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9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detjattel.nl" TargetMode="External"/><Relationship Id="rId18" Type="http://schemas.openxmlformats.org/officeDocument/2006/relationships/hyperlink" Target="mailto:solu@esbjergkommune.dk" TargetMode="External"/><Relationship Id="rId26" Type="http://schemas.openxmlformats.org/officeDocument/2006/relationships/hyperlink" Target="mailto:wwf.husumr@mac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els.van.grol@rws.n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hotelduinzicht.nl" TargetMode="External"/><Relationship Id="rId17" Type="http://schemas.openxmlformats.org/officeDocument/2006/relationships/hyperlink" Target="mailto:thhch@danmarksnationalparker.dk" TargetMode="External"/><Relationship Id="rId25" Type="http://schemas.openxmlformats.org/officeDocument/2006/relationships/hyperlink" Target="mailto:h.staghouwer@provinciegroningen.n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brasm@nst.dk" TargetMode="External"/><Relationship Id="rId20" Type="http://schemas.openxmlformats.org/officeDocument/2006/relationships/hyperlink" Target="mailto:secr.gs.schokker@fryslan.nl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bernstorff.nl" TargetMode="External"/><Relationship Id="rId24" Type="http://schemas.openxmlformats.org/officeDocument/2006/relationships/hyperlink" Target="mailto:hubertus.hebbelmann@mu.niedersachsen.de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pil@nst.dk" TargetMode="External"/><Relationship Id="rId23" Type="http://schemas.openxmlformats.org/officeDocument/2006/relationships/hyperlink" Target="mailto:Vera.Knoke@melur.landsh.de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info@bernstorff.nl" TargetMode="External"/><Relationship Id="rId19" Type="http://schemas.openxmlformats.org/officeDocument/2006/relationships/hyperlink" Target="mailto:j2.verhulst@mineleni.n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mailto:co.verdaas@wur.nl" TargetMode="External"/><Relationship Id="rId22" Type="http://schemas.openxmlformats.org/officeDocument/2006/relationships/hyperlink" Target="mailto:christiane.paulus@bmu.bund.de" TargetMode="External"/><Relationship Id="rId27" Type="http://schemas.openxmlformats.org/officeDocument/2006/relationships/hyperlink" Target="mailto:verheij@waddenvereniging.n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ijke%20Polanski\Application%20Data\Microsoft\Vorlagen\A-BRF%20englEn05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A-BRF englEn05.dot</Template>
  <TotalTime>0</TotalTime>
  <Pages>3</Pages>
  <Words>742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[Firmenname]</vt:lpstr>
    </vt:vector>
  </TitlesOfParts>
  <Company>CWSS</Company>
  <LinksUpToDate>false</LinksUpToDate>
  <CharactersWithSpaces>5631</CharactersWithSpaces>
  <SharedDoc>false</SharedDoc>
  <HLinks>
    <vt:vector size="78" baseType="variant">
      <vt:variant>
        <vt:i4>4063244</vt:i4>
      </vt:variant>
      <vt:variant>
        <vt:i4>36</vt:i4>
      </vt:variant>
      <vt:variant>
        <vt:i4>0</vt:i4>
      </vt:variant>
      <vt:variant>
        <vt:i4>5</vt:i4>
      </vt:variant>
      <vt:variant>
        <vt:lpwstr>mailto:verheij@waddenvereniging.nl</vt:lpwstr>
      </vt:variant>
      <vt:variant>
        <vt:lpwstr/>
      </vt:variant>
      <vt:variant>
        <vt:i4>7602261</vt:i4>
      </vt:variant>
      <vt:variant>
        <vt:i4>33</vt:i4>
      </vt:variant>
      <vt:variant>
        <vt:i4>0</vt:i4>
      </vt:variant>
      <vt:variant>
        <vt:i4>5</vt:i4>
      </vt:variant>
      <vt:variant>
        <vt:lpwstr>mailto:prfh@varde.dk</vt:lpwstr>
      </vt:variant>
      <vt:variant>
        <vt:lpwstr/>
      </vt:variant>
      <vt:variant>
        <vt:i4>5636135</vt:i4>
      </vt:variant>
      <vt:variant>
        <vt:i4>30</vt:i4>
      </vt:variant>
      <vt:variant>
        <vt:i4>0</vt:i4>
      </vt:variant>
      <vt:variant>
        <vt:i4>5</vt:i4>
      </vt:variant>
      <vt:variant>
        <vt:lpwstr>mailto:joern.klimant@dithmarschen.de</vt:lpwstr>
      </vt:variant>
      <vt:variant>
        <vt:lpwstr/>
      </vt:variant>
      <vt:variant>
        <vt:i4>786483</vt:i4>
      </vt:variant>
      <vt:variant>
        <vt:i4>27</vt:i4>
      </vt:variant>
      <vt:variant>
        <vt:i4>0</vt:i4>
      </vt:variant>
      <vt:variant>
        <vt:i4>5</vt:i4>
      </vt:variant>
      <vt:variant>
        <vt:lpwstr>mailto:holger.lange@bsu.hamburg.de</vt:lpwstr>
      </vt:variant>
      <vt:variant>
        <vt:lpwstr/>
      </vt:variant>
      <vt:variant>
        <vt:i4>4063235</vt:i4>
      </vt:variant>
      <vt:variant>
        <vt:i4>24</vt:i4>
      </vt:variant>
      <vt:variant>
        <vt:i4>0</vt:i4>
      </vt:variant>
      <vt:variant>
        <vt:i4>5</vt:i4>
      </vt:variant>
      <vt:variant>
        <vt:lpwstr>mailto:hubertus.hebbelmann@mu.niedersachsen.de</vt:lpwstr>
      </vt:variant>
      <vt:variant>
        <vt:lpwstr/>
      </vt:variant>
      <vt:variant>
        <vt:i4>3276813</vt:i4>
      </vt:variant>
      <vt:variant>
        <vt:i4>21</vt:i4>
      </vt:variant>
      <vt:variant>
        <vt:i4>0</vt:i4>
      </vt:variant>
      <vt:variant>
        <vt:i4>5</vt:i4>
      </vt:variant>
      <vt:variant>
        <vt:lpwstr>mailto:bernd.scherer@mlur.landsh.de</vt:lpwstr>
      </vt:variant>
      <vt:variant>
        <vt:lpwstr/>
      </vt:variant>
      <vt:variant>
        <vt:i4>6553689</vt:i4>
      </vt:variant>
      <vt:variant>
        <vt:i4>18</vt:i4>
      </vt:variant>
      <vt:variant>
        <vt:i4>0</vt:i4>
      </vt:variant>
      <vt:variant>
        <vt:i4>5</vt:i4>
      </vt:variant>
      <vt:variant>
        <vt:lpwstr>mailto:elsa.nickel@bmu.bund.de</vt:lpwstr>
      </vt:variant>
      <vt:variant>
        <vt:lpwstr/>
      </vt:variant>
      <vt:variant>
        <vt:i4>1572983</vt:i4>
      </vt:variant>
      <vt:variant>
        <vt:i4>15</vt:i4>
      </vt:variant>
      <vt:variant>
        <vt:i4>0</vt:i4>
      </vt:variant>
      <vt:variant>
        <vt:i4>5</vt:i4>
      </vt:variant>
      <vt:variant>
        <vt:lpwstr>mailto:ype.heijsman@rws.nl</vt:lpwstr>
      </vt:variant>
      <vt:variant>
        <vt:lpwstr/>
      </vt:variant>
      <vt:variant>
        <vt:i4>5767282</vt:i4>
      </vt:variant>
      <vt:variant>
        <vt:i4>12</vt:i4>
      </vt:variant>
      <vt:variant>
        <vt:i4>0</vt:i4>
      </vt:variant>
      <vt:variant>
        <vt:i4>5</vt:i4>
      </vt:variant>
      <vt:variant>
        <vt:lpwstr>mailto:secr.gs.schokker@fryslan.nl</vt:lpwstr>
      </vt:variant>
      <vt:variant>
        <vt:lpwstr/>
      </vt:variant>
      <vt:variant>
        <vt:i4>1835047</vt:i4>
      </vt:variant>
      <vt:variant>
        <vt:i4>9</vt:i4>
      </vt:variant>
      <vt:variant>
        <vt:i4>0</vt:i4>
      </vt:variant>
      <vt:variant>
        <vt:i4>5</vt:i4>
      </vt:variant>
      <vt:variant>
        <vt:lpwstr>mailto:j2.verhulst@minlnv.nl</vt:lpwstr>
      </vt:variant>
      <vt:variant>
        <vt:lpwstr/>
      </vt:variant>
      <vt:variant>
        <vt:i4>5832827</vt:i4>
      </vt:variant>
      <vt:variant>
        <vt:i4>6</vt:i4>
      </vt:variant>
      <vt:variant>
        <vt:i4>0</vt:i4>
      </vt:variant>
      <vt:variant>
        <vt:i4>5</vt:i4>
      </vt:variant>
      <vt:variant>
        <vt:lpwstr>mailto:thc@esbjergkommune.dk</vt:lpwstr>
      </vt:variant>
      <vt:variant>
        <vt:lpwstr/>
      </vt:variant>
      <vt:variant>
        <vt:i4>4653169</vt:i4>
      </vt:variant>
      <vt:variant>
        <vt:i4>3</vt:i4>
      </vt:variant>
      <vt:variant>
        <vt:i4>0</vt:i4>
      </vt:variant>
      <vt:variant>
        <vt:i4>5</vt:i4>
      </vt:variant>
      <vt:variant>
        <vt:lpwstr>mailto:pihni@blst.dk</vt:lpwstr>
      </vt:variant>
      <vt:variant>
        <vt:lpwstr/>
      </vt:variant>
      <vt:variant>
        <vt:i4>8</vt:i4>
      </vt:variant>
      <vt:variant>
        <vt:i4>0</vt:i4>
      </vt:variant>
      <vt:variant>
        <vt:i4>0</vt:i4>
      </vt:variant>
      <vt:variant>
        <vt:i4>5</vt:i4>
      </vt:variant>
      <vt:variant>
        <vt:lpwstr>http://www.city-hotel-valois.de/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[Firmenname]</dc:title>
  <dc:creator>Marijke Polanski</dc:creator>
  <cp:lastModifiedBy>Simone Goth</cp:lastModifiedBy>
  <cp:revision>46</cp:revision>
  <cp:lastPrinted>2013-09-13T08:07:00Z</cp:lastPrinted>
  <dcterms:created xsi:type="dcterms:W3CDTF">2013-09-03T12:34:00Z</dcterms:created>
  <dcterms:modified xsi:type="dcterms:W3CDTF">2014-05-05T11:54:00Z</dcterms:modified>
</cp:coreProperties>
</file>