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Pr="00D749E8" w:rsidRDefault="00650399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 w:rsidRPr="00D749E8"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59264" behindDoc="1" locked="0" layoutInCell="1" allowOverlap="1" wp14:anchorId="77202E5A" wp14:editId="289F3D64">
            <wp:simplePos x="0" y="0"/>
            <wp:positionH relativeFrom="column">
              <wp:posOffset>4296410</wp:posOffset>
            </wp:positionH>
            <wp:positionV relativeFrom="paragraph">
              <wp:posOffset>57150</wp:posOffset>
            </wp:positionV>
            <wp:extent cx="892175" cy="1054735"/>
            <wp:effectExtent l="0" t="0" r="3175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1054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5415" w:rsidRPr="00D749E8"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02E133" wp14:editId="09861A07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28BA" w:rsidRDefault="004A28BA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4A28BA" w:rsidRDefault="004A28BA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Wadden</w:t>
                                </w:r>
                              </w:smartTag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Board</w:t>
                            </w:r>
                          </w:p>
                          <w:p w:rsidR="004A28BA" w:rsidRDefault="004A28BA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4A28BA" w:rsidRPr="008B6DC3" w:rsidRDefault="00D90AA6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WSB 14</w:t>
                            </w:r>
                          </w:p>
                          <w:p w:rsidR="004A28BA" w:rsidRDefault="00AC3453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11</w:t>
                            </w:r>
                            <w:r w:rsidR="004A28BA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June</w:t>
                            </w:r>
                            <w:r w:rsidR="004A28BA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2015</w:t>
                            </w:r>
                            <w:r w:rsidR="004A28BA" w:rsidRPr="008B6DC3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:rsidR="004A28BA" w:rsidRPr="002160AA" w:rsidRDefault="00AC3453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Copenhagen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4A28BA" w:rsidRDefault="004A28BA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4A28BA" w:rsidRDefault="004A28BA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Wadden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Board</w:t>
                      </w:r>
                    </w:p>
                    <w:p w:rsidR="004A28BA" w:rsidRDefault="004A28BA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4A28BA" w:rsidRPr="008B6DC3" w:rsidRDefault="00D90AA6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WSB 14</w:t>
                      </w:r>
                    </w:p>
                    <w:p w:rsidR="004A28BA" w:rsidRDefault="00AC3453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11</w:t>
                      </w:r>
                      <w:r w:rsidR="004A28BA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June</w:t>
                      </w:r>
                      <w:r w:rsidR="004A28BA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2015</w:t>
                      </w:r>
                      <w:r w:rsidR="004A28BA" w:rsidRPr="008B6DC3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:rsidR="004A28BA" w:rsidRPr="002160AA" w:rsidRDefault="00AC3453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Copenhagen</w:t>
                      </w:r>
                    </w:p>
                  </w:txbxContent>
                </v:textbox>
              </v:shape>
            </w:pict>
          </mc:Fallback>
        </mc:AlternateContent>
      </w:r>
    </w:p>
    <w:p w:rsidR="003D6D11" w:rsidRPr="00D749E8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 w:rsidRPr="00D749E8"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Pr="00D749E8" w:rsidRDefault="003D6D11" w:rsidP="003D6D11">
      <w:pPr>
        <w:rPr>
          <w:sz w:val="20"/>
          <w:szCs w:val="20"/>
          <w:lang w:val="en-GB"/>
        </w:rPr>
      </w:pPr>
    </w:p>
    <w:p w:rsidR="003D6D11" w:rsidRPr="00D749E8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Pr="00D749E8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D749E8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Pr="00D749E8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D749E8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D749E8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D749E8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 w:rsidRPr="00D749E8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Pr="00D749E8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D749E8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D749E8">
        <w:rPr>
          <w:rFonts w:ascii="Arial" w:hAnsi="Arial" w:cs="Arial"/>
          <w:b/>
          <w:sz w:val="20"/>
          <w:szCs w:val="20"/>
          <w:lang w:val="en-GB"/>
        </w:rPr>
        <w:t>Agenda Item:</w:t>
      </w:r>
      <w:r w:rsidRPr="00D749E8">
        <w:rPr>
          <w:rFonts w:ascii="Arial" w:hAnsi="Arial" w:cs="Arial"/>
          <w:b/>
          <w:sz w:val="20"/>
          <w:szCs w:val="20"/>
          <w:lang w:val="en-GB"/>
        </w:rPr>
        <w:tab/>
      </w:r>
      <w:r w:rsidR="00D90AA6">
        <w:rPr>
          <w:rFonts w:ascii="Arial" w:hAnsi="Arial" w:cs="Arial"/>
          <w:sz w:val="20"/>
          <w:szCs w:val="20"/>
          <w:lang w:val="en-GB"/>
        </w:rPr>
        <w:t xml:space="preserve">5.1 </w:t>
      </w:r>
      <w:proofErr w:type="spellStart"/>
      <w:r w:rsidR="00D90AA6">
        <w:rPr>
          <w:rFonts w:ascii="Arial" w:hAnsi="Arial" w:cs="Arial"/>
          <w:sz w:val="20"/>
          <w:szCs w:val="20"/>
          <w:lang w:val="en-GB"/>
        </w:rPr>
        <w:t>Wadden</w:t>
      </w:r>
      <w:proofErr w:type="spellEnd"/>
      <w:r w:rsidR="00D90AA6">
        <w:rPr>
          <w:rFonts w:ascii="Arial" w:hAnsi="Arial" w:cs="Arial"/>
          <w:sz w:val="20"/>
          <w:szCs w:val="20"/>
          <w:lang w:val="en-GB"/>
        </w:rPr>
        <w:t xml:space="preserve"> Sea World Heritage</w:t>
      </w:r>
    </w:p>
    <w:p w:rsidR="003D6D11" w:rsidRPr="00D749E8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D749E8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D749E8">
        <w:rPr>
          <w:rFonts w:ascii="Arial" w:hAnsi="Arial" w:cs="Arial"/>
          <w:b/>
          <w:sz w:val="20"/>
          <w:szCs w:val="20"/>
          <w:lang w:val="en-GB"/>
        </w:rPr>
        <w:t>Subject:</w:t>
      </w:r>
      <w:r w:rsidRPr="00D749E8">
        <w:rPr>
          <w:rFonts w:ascii="Arial" w:hAnsi="Arial" w:cs="Arial"/>
          <w:b/>
          <w:sz w:val="20"/>
          <w:szCs w:val="20"/>
          <w:lang w:val="en-GB"/>
        </w:rPr>
        <w:tab/>
      </w:r>
      <w:r w:rsidR="002546FB">
        <w:rPr>
          <w:rFonts w:ascii="Arial" w:hAnsi="Arial" w:cs="Arial"/>
          <w:sz w:val="20"/>
          <w:szCs w:val="20"/>
          <w:lang w:val="en-GB"/>
        </w:rPr>
        <w:t>National Park Partner Programme</w:t>
      </w:r>
    </w:p>
    <w:p w:rsidR="003D6D11" w:rsidRPr="00D749E8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D749E8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D749E8">
        <w:rPr>
          <w:rFonts w:ascii="Arial" w:hAnsi="Arial" w:cs="Arial"/>
          <w:b/>
          <w:sz w:val="20"/>
          <w:szCs w:val="20"/>
          <w:lang w:val="en-GB"/>
        </w:rPr>
        <w:t>Document No.</w:t>
      </w:r>
      <w:r w:rsidRPr="00D749E8">
        <w:rPr>
          <w:rFonts w:ascii="Arial" w:hAnsi="Arial" w:cs="Arial"/>
          <w:b/>
          <w:sz w:val="20"/>
          <w:szCs w:val="20"/>
          <w:lang w:val="en-GB"/>
        </w:rPr>
        <w:tab/>
      </w:r>
      <w:r w:rsidR="00D90AA6">
        <w:rPr>
          <w:rFonts w:ascii="Arial" w:hAnsi="Arial" w:cs="Arial"/>
          <w:sz w:val="20"/>
          <w:szCs w:val="20"/>
          <w:lang w:val="en-GB"/>
        </w:rPr>
        <w:t>WSB 14</w:t>
      </w:r>
      <w:r w:rsidRPr="00D749E8">
        <w:rPr>
          <w:rFonts w:ascii="Arial" w:hAnsi="Arial" w:cs="Arial"/>
          <w:sz w:val="20"/>
          <w:szCs w:val="20"/>
          <w:lang w:val="en-GB"/>
        </w:rPr>
        <w:t>/</w:t>
      </w:r>
      <w:r w:rsidR="00D90AA6">
        <w:rPr>
          <w:rFonts w:ascii="Arial" w:hAnsi="Arial" w:cs="Arial"/>
          <w:sz w:val="20"/>
          <w:szCs w:val="20"/>
          <w:lang w:val="en-GB"/>
        </w:rPr>
        <w:t>5.1/1</w:t>
      </w:r>
      <w:r w:rsidR="002546FB">
        <w:rPr>
          <w:rFonts w:ascii="Arial" w:hAnsi="Arial" w:cs="Arial"/>
          <w:sz w:val="20"/>
          <w:szCs w:val="20"/>
          <w:lang w:val="en-GB"/>
        </w:rPr>
        <w:t xml:space="preserve"> Add</w:t>
      </w:r>
    </w:p>
    <w:p w:rsidR="003D6D11" w:rsidRPr="00D749E8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D749E8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D749E8">
        <w:rPr>
          <w:rFonts w:ascii="Arial" w:hAnsi="Arial" w:cs="Arial"/>
          <w:b/>
          <w:sz w:val="20"/>
          <w:szCs w:val="20"/>
          <w:lang w:val="en-GB"/>
        </w:rPr>
        <w:t>Date:</w:t>
      </w:r>
      <w:r w:rsidRPr="00D749E8">
        <w:rPr>
          <w:rFonts w:ascii="Arial" w:hAnsi="Arial" w:cs="Arial"/>
          <w:b/>
          <w:sz w:val="20"/>
          <w:szCs w:val="20"/>
          <w:lang w:val="en-GB"/>
        </w:rPr>
        <w:tab/>
      </w:r>
      <w:r w:rsidR="002546FB">
        <w:rPr>
          <w:rFonts w:ascii="Arial" w:hAnsi="Arial" w:cs="Arial"/>
          <w:sz w:val="20"/>
          <w:szCs w:val="20"/>
          <w:lang w:val="en-GB"/>
        </w:rPr>
        <w:t>27</w:t>
      </w:r>
      <w:r w:rsidR="00E904DF" w:rsidRPr="00D749E8">
        <w:rPr>
          <w:rFonts w:ascii="Arial" w:hAnsi="Arial" w:cs="Arial"/>
          <w:sz w:val="20"/>
          <w:szCs w:val="20"/>
          <w:lang w:val="en-GB"/>
        </w:rPr>
        <w:t xml:space="preserve"> </w:t>
      </w:r>
      <w:r w:rsidR="00AC3453">
        <w:rPr>
          <w:rFonts w:ascii="Arial" w:hAnsi="Arial" w:cs="Arial"/>
          <w:sz w:val="20"/>
          <w:szCs w:val="20"/>
          <w:lang w:val="en-GB"/>
        </w:rPr>
        <w:t>May</w:t>
      </w:r>
      <w:r w:rsidR="00E904DF" w:rsidRPr="00D749E8">
        <w:rPr>
          <w:rFonts w:ascii="Arial" w:hAnsi="Arial" w:cs="Arial"/>
          <w:sz w:val="20"/>
          <w:szCs w:val="20"/>
          <w:lang w:val="en-GB"/>
        </w:rPr>
        <w:t xml:space="preserve"> </w:t>
      </w:r>
      <w:r w:rsidR="00075502" w:rsidRPr="00D749E8">
        <w:rPr>
          <w:rFonts w:ascii="Arial" w:hAnsi="Arial" w:cs="Arial"/>
          <w:sz w:val="20"/>
          <w:szCs w:val="20"/>
          <w:lang w:val="en-GB"/>
        </w:rPr>
        <w:t>201</w:t>
      </w:r>
      <w:r w:rsidR="006C6A25">
        <w:rPr>
          <w:rFonts w:ascii="Arial" w:hAnsi="Arial" w:cs="Arial"/>
          <w:sz w:val="20"/>
          <w:szCs w:val="20"/>
          <w:lang w:val="en-GB"/>
        </w:rPr>
        <w:t>5</w:t>
      </w:r>
    </w:p>
    <w:p w:rsidR="003D6D11" w:rsidRPr="00D749E8" w:rsidRDefault="003D6D11" w:rsidP="003D6D11">
      <w:pPr>
        <w:tabs>
          <w:tab w:val="left" w:pos="3064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D749E8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D749E8">
        <w:rPr>
          <w:rFonts w:ascii="Arial" w:hAnsi="Arial" w:cs="Arial"/>
          <w:b/>
          <w:sz w:val="20"/>
          <w:szCs w:val="20"/>
          <w:lang w:val="en-GB"/>
        </w:rPr>
        <w:t>Submitted by:</w:t>
      </w:r>
      <w:r w:rsidRPr="00D749E8">
        <w:rPr>
          <w:rFonts w:ascii="Arial" w:hAnsi="Arial" w:cs="Arial"/>
          <w:b/>
          <w:sz w:val="20"/>
          <w:szCs w:val="20"/>
          <w:lang w:val="en-GB"/>
        </w:rPr>
        <w:tab/>
      </w:r>
      <w:r w:rsidR="002546FB">
        <w:rPr>
          <w:rFonts w:ascii="Arial" w:hAnsi="Arial" w:cs="Arial"/>
          <w:sz w:val="20"/>
          <w:szCs w:val="20"/>
          <w:lang w:val="en-GB"/>
        </w:rPr>
        <w:t>Schleswig-Holstein</w:t>
      </w:r>
    </w:p>
    <w:p w:rsidR="003D6D11" w:rsidRPr="00D749E8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 w:rsidRPr="00D749E8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Pr="00D749E8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1E32B2" w:rsidRPr="00D749E8" w:rsidRDefault="001E32B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2932AE" w:rsidRPr="00D749E8" w:rsidRDefault="002932AE" w:rsidP="002932AE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A20803" w:rsidRDefault="00A20803" w:rsidP="002932AE">
      <w:p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Attached is an information document about the National Park Partner Programme in Schleswig-</w:t>
      </w:r>
      <w:r w:rsidR="00E87FDF">
        <w:rPr>
          <w:rFonts w:ascii="Arial" w:hAnsi="Arial"/>
          <w:sz w:val="20"/>
          <w:szCs w:val="20"/>
          <w:lang w:val="en-GB"/>
        </w:rPr>
        <w:t xml:space="preserve">Holstein as announced at WSB </w:t>
      </w:r>
      <w:r w:rsidR="005D68A3">
        <w:rPr>
          <w:rFonts w:ascii="Arial" w:hAnsi="Arial"/>
          <w:sz w:val="20"/>
          <w:szCs w:val="20"/>
          <w:lang w:val="en-GB"/>
        </w:rPr>
        <w:t>13 (see PDF file)</w:t>
      </w:r>
      <w:r w:rsidR="00E87FDF">
        <w:rPr>
          <w:rFonts w:ascii="Arial" w:hAnsi="Arial"/>
          <w:sz w:val="20"/>
          <w:szCs w:val="20"/>
          <w:lang w:val="en-GB"/>
        </w:rPr>
        <w:t>.</w:t>
      </w:r>
    </w:p>
    <w:p w:rsidR="002932AE" w:rsidRPr="00D749E8" w:rsidRDefault="002932AE" w:rsidP="002932AE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2932AE" w:rsidRPr="00D749E8" w:rsidRDefault="002932AE" w:rsidP="002932AE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2932AE" w:rsidRPr="00D749E8" w:rsidRDefault="002932AE" w:rsidP="002932AE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2932AE" w:rsidRPr="005F0DB8" w:rsidRDefault="002932AE" w:rsidP="002932AE">
      <w:pPr>
        <w:ind w:left="1440" w:hanging="1440"/>
        <w:rPr>
          <w:rFonts w:ascii="Arial" w:hAnsi="Arial"/>
          <w:b/>
          <w:bCs/>
          <w:sz w:val="20"/>
          <w:szCs w:val="20"/>
          <w:lang w:val="en-GB"/>
        </w:rPr>
      </w:pPr>
      <w:r w:rsidRPr="005F0DB8">
        <w:rPr>
          <w:rFonts w:ascii="Arial" w:hAnsi="Arial"/>
          <w:b/>
          <w:bCs/>
          <w:sz w:val="20"/>
          <w:szCs w:val="20"/>
          <w:lang w:val="en-GB"/>
        </w:rPr>
        <w:t xml:space="preserve">Proposal: </w:t>
      </w:r>
      <w:r w:rsidRPr="005F0DB8">
        <w:rPr>
          <w:rFonts w:ascii="Arial" w:hAnsi="Arial"/>
          <w:b/>
          <w:bCs/>
          <w:sz w:val="20"/>
          <w:szCs w:val="20"/>
          <w:lang w:val="en-GB"/>
        </w:rPr>
        <w:tab/>
        <w:t xml:space="preserve">The meeting is </w:t>
      </w:r>
      <w:r w:rsidR="00C113FF">
        <w:rPr>
          <w:rFonts w:ascii="Arial" w:hAnsi="Arial"/>
          <w:b/>
          <w:bCs/>
          <w:sz w:val="20"/>
          <w:szCs w:val="20"/>
          <w:lang w:val="en-GB"/>
        </w:rPr>
        <w:t>requested</w:t>
      </w:r>
      <w:bookmarkStart w:id="0" w:name="_GoBack"/>
      <w:bookmarkEnd w:id="0"/>
      <w:r w:rsidR="00A20803">
        <w:rPr>
          <w:rFonts w:ascii="Arial" w:hAnsi="Arial"/>
          <w:b/>
          <w:bCs/>
          <w:sz w:val="20"/>
          <w:szCs w:val="20"/>
          <w:lang w:val="en-GB"/>
        </w:rPr>
        <w:t xml:space="preserve"> to note the information</w:t>
      </w:r>
      <w:r w:rsidRPr="005F0DB8">
        <w:rPr>
          <w:rFonts w:ascii="Arial" w:hAnsi="Arial"/>
          <w:b/>
          <w:bCs/>
          <w:sz w:val="20"/>
          <w:szCs w:val="20"/>
          <w:lang w:val="en-GB"/>
        </w:rPr>
        <w:t>.</w:t>
      </w:r>
    </w:p>
    <w:p w:rsidR="002932AE" w:rsidRPr="00D749E8" w:rsidRDefault="002932AE" w:rsidP="002932AE">
      <w:pPr>
        <w:pStyle w:val="Textkrper"/>
        <w:rPr>
          <w:szCs w:val="20"/>
          <w:lang w:val="en-GB"/>
        </w:rPr>
      </w:pPr>
    </w:p>
    <w:p w:rsidR="003D6D11" w:rsidRPr="00D749E8" w:rsidRDefault="003D6D11" w:rsidP="003D6D11">
      <w:pPr>
        <w:pStyle w:val="Textkrper"/>
        <w:rPr>
          <w:szCs w:val="20"/>
          <w:lang w:val="en-GB"/>
        </w:rPr>
      </w:pPr>
    </w:p>
    <w:p w:rsidR="003D6D11" w:rsidRPr="00D749E8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8026B" w:rsidRDefault="00A20803" w:rsidP="00A20803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D90AA6" w:rsidRPr="00D90AA6" w:rsidRDefault="00D90AA6">
      <w:pPr>
        <w:ind w:left="360" w:hanging="360"/>
        <w:rPr>
          <w:rFonts w:ascii="Arial" w:hAnsi="Arial" w:cs="Arial"/>
          <w:sz w:val="22"/>
          <w:szCs w:val="22"/>
        </w:rPr>
      </w:pPr>
    </w:p>
    <w:sectPr w:rsidR="00D90AA6" w:rsidRPr="00D90AA6" w:rsidSect="006C6A25">
      <w:headerReference w:type="default" r:id="rId10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F18" w:rsidRDefault="00CF2F18">
      <w:r>
        <w:separator/>
      </w:r>
    </w:p>
  </w:endnote>
  <w:endnote w:type="continuationSeparator" w:id="0">
    <w:p w:rsidR="00CF2F18" w:rsidRDefault="00CF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F18" w:rsidRDefault="00CF2F18">
      <w:r>
        <w:separator/>
      </w:r>
    </w:p>
  </w:footnote>
  <w:footnote w:type="continuationSeparator" w:id="0">
    <w:p w:rsidR="00CF2F18" w:rsidRDefault="00CF2F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6C3" w:rsidRPr="00241433" w:rsidRDefault="000F46C3" w:rsidP="000F46C3">
    <w:pPr>
      <w:tabs>
        <w:tab w:val="right" w:pos="8080"/>
      </w:tabs>
      <w:rPr>
        <w:rFonts w:ascii="Arial" w:hAnsi="Arial" w:cs="Arial"/>
        <w:sz w:val="18"/>
        <w:szCs w:val="18"/>
        <w:lang w:val="en-GB"/>
      </w:rPr>
    </w:pPr>
    <w:r w:rsidRPr="00241433">
      <w:rPr>
        <w:rFonts w:ascii="Arial" w:hAnsi="Arial" w:cs="Arial"/>
        <w:sz w:val="18"/>
        <w:szCs w:val="18"/>
        <w:lang w:val="en-GB"/>
      </w:rPr>
      <w:t>W</w:t>
    </w:r>
    <w:r>
      <w:rPr>
        <w:rFonts w:ascii="Arial" w:hAnsi="Arial" w:cs="Arial"/>
        <w:sz w:val="18"/>
        <w:szCs w:val="18"/>
        <w:lang w:val="en-GB"/>
      </w:rPr>
      <w:t>SB 14/5.1/1</w:t>
    </w:r>
    <w:r w:rsidR="002546FB">
      <w:rPr>
        <w:rFonts w:ascii="Arial" w:hAnsi="Arial" w:cs="Arial"/>
        <w:sz w:val="18"/>
        <w:szCs w:val="18"/>
        <w:lang w:val="en-GB"/>
      </w:rPr>
      <w:t xml:space="preserve">-Add National Park Partner </w:t>
    </w:r>
    <w:proofErr w:type="spellStart"/>
    <w:r w:rsidR="002546FB">
      <w:rPr>
        <w:rFonts w:ascii="Arial" w:hAnsi="Arial" w:cs="Arial"/>
        <w:sz w:val="18"/>
        <w:szCs w:val="18"/>
        <w:lang w:val="en-GB"/>
      </w:rPr>
      <w:t>Programm</w:t>
    </w:r>
    <w:proofErr w:type="spellEnd"/>
    <w:r w:rsidR="002546FB">
      <w:rPr>
        <w:rFonts w:ascii="Arial" w:hAnsi="Arial" w:cs="Arial"/>
        <w:sz w:val="18"/>
        <w:szCs w:val="18"/>
        <w:lang w:val="en-GB"/>
      </w:rPr>
      <w:t xml:space="preserve"> </w:t>
    </w:r>
    <w:r w:rsidR="002546FB">
      <w:rPr>
        <w:rFonts w:ascii="Arial" w:hAnsi="Arial" w:cs="Arial"/>
        <w:sz w:val="18"/>
        <w:szCs w:val="18"/>
        <w:lang w:val="en-GB"/>
      </w:rPr>
      <w:tab/>
    </w:r>
    <w:r w:rsidRPr="00241433">
      <w:rPr>
        <w:rFonts w:ascii="Arial" w:hAnsi="Arial" w:cs="Arial"/>
        <w:sz w:val="18"/>
        <w:szCs w:val="18"/>
        <w:lang w:val="en-GB"/>
      </w:rPr>
      <w:t xml:space="preserve">page </w:t>
    </w:r>
    <w:r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41433">
      <w:rPr>
        <w:rStyle w:val="Seitenzahl"/>
        <w:rFonts w:ascii="Arial" w:hAnsi="Arial" w:cs="Arial"/>
        <w:sz w:val="18"/>
        <w:szCs w:val="18"/>
      </w:rPr>
      <w:fldChar w:fldCharType="separate"/>
    </w:r>
    <w:r w:rsidR="00A20803">
      <w:rPr>
        <w:rStyle w:val="Seitenzahl"/>
        <w:rFonts w:ascii="Arial" w:hAnsi="Arial" w:cs="Arial"/>
        <w:noProof/>
        <w:sz w:val="18"/>
        <w:szCs w:val="18"/>
      </w:rPr>
      <w:t>2</w:t>
    </w:r>
    <w:r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2680F"/>
    <w:multiLevelType w:val="multilevel"/>
    <w:tmpl w:val="13121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82D9E"/>
    <w:multiLevelType w:val="hybridMultilevel"/>
    <w:tmpl w:val="13121B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F487F"/>
    <w:multiLevelType w:val="multilevel"/>
    <w:tmpl w:val="26A4B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0D00D23"/>
    <w:multiLevelType w:val="hybridMultilevel"/>
    <w:tmpl w:val="49AE0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7369F"/>
    <w:multiLevelType w:val="hybridMultilevel"/>
    <w:tmpl w:val="75AEF0B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14F93"/>
    <w:multiLevelType w:val="hybridMultilevel"/>
    <w:tmpl w:val="0F3CD24E"/>
    <w:lvl w:ilvl="0" w:tplc="432A0DF0">
      <w:start w:val="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35664D"/>
    <w:multiLevelType w:val="hybridMultilevel"/>
    <w:tmpl w:val="680AE44E"/>
    <w:lvl w:ilvl="0" w:tplc="BCC692D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CB0225"/>
    <w:multiLevelType w:val="hybridMultilevel"/>
    <w:tmpl w:val="DC38DA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E24D50"/>
    <w:multiLevelType w:val="hybridMultilevel"/>
    <w:tmpl w:val="6A2EF0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6D5620"/>
    <w:multiLevelType w:val="hybridMultilevel"/>
    <w:tmpl w:val="C86C84A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A92191"/>
    <w:multiLevelType w:val="hybridMultilevel"/>
    <w:tmpl w:val="CF2EC8F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15">
    <w:nsid w:val="4B9A17B2"/>
    <w:multiLevelType w:val="hybridMultilevel"/>
    <w:tmpl w:val="69544C28"/>
    <w:lvl w:ilvl="0" w:tplc="F21A976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1720F7"/>
    <w:multiLevelType w:val="hybridMultilevel"/>
    <w:tmpl w:val="AB4CF226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70322"/>
    <w:multiLevelType w:val="hybridMultilevel"/>
    <w:tmpl w:val="E154D9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1C2225"/>
    <w:multiLevelType w:val="multilevel"/>
    <w:tmpl w:val="13121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5776091B"/>
    <w:multiLevelType w:val="hybridMultilevel"/>
    <w:tmpl w:val="0496400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3B37DC"/>
    <w:multiLevelType w:val="hybridMultilevel"/>
    <w:tmpl w:val="6D222E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958BB"/>
    <w:multiLevelType w:val="hybridMultilevel"/>
    <w:tmpl w:val="962A5B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17588"/>
    <w:multiLevelType w:val="hybridMultilevel"/>
    <w:tmpl w:val="7B64507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645027"/>
    <w:multiLevelType w:val="hybridMultilevel"/>
    <w:tmpl w:val="590488BA"/>
    <w:lvl w:ilvl="0" w:tplc="C0EA7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A03273"/>
    <w:multiLevelType w:val="hybridMultilevel"/>
    <w:tmpl w:val="53D0DDA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5E64464"/>
    <w:multiLevelType w:val="hybridMultilevel"/>
    <w:tmpl w:val="C422D9A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10"/>
  </w:num>
  <w:num w:numId="5">
    <w:abstractNumId w:val="28"/>
  </w:num>
  <w:num w:numId="6">
    <w:abstractNumId w:val="1"/>
  </w:num>
  <w:num w:numId="7">
    <w:abstractNumId w:val="25"/>
  </w:num>
  <w:num w:numId="8">
    <w:abstractNumId w:val="27"/>
  </w:num>
  <w:num w:numId="9">
    <w:abstractNumId w:val="14"/>
  </w:num>
  <w:num w:numId="10">
    <w:abstractNumId w:val="13"/>
  </w:num>
  <w:num w:numId="11">
    <w:abstractNumId w:val="30"/>
  </w:num>
  <w:num w:numId="12">
    <w:abstractNumId w:val="3"/>
  </w:num>
  <w:num w:numId="13">
    <w:abstractNumId w:val="12"/>
  </w:num>
  <w:num w:numId="14">
    <w:abstractNumId w:val="20"/>
  </w:num>
  <w:num w:numId="15">
    <w:abstractNumId w:val="15"/>
  </w:num>
  <w:num w:numId="16">
    <w:abstractNumId w:val="7"/>
  </w:num>
  <w:num w:numId="17">
    <w:abstractNumId w:val="2"/>
  </w:num>
  <w:num w:numId="18">
    <w:abstractNumId w:val="0"/>
  </w:num>
  <w:num w:numId="19">
    <w:abstractNumId w:val="18"/>
  </w:num>
  <w:num w:numId="20">
    <w:abstractNumId w:val="23"/>
  </w:num>
  <w:num w:numId="21">
    <w:abstractNumId w:val="16"/>
  </w:num>
  <w:num w:numId="22">
    <w:abstractNumId w:val="29"/>
  </w:num>
  <w:num w:numId="23">
    <w:abstractNumId w:val="26"/>
  </w:num>
  <w:num w:numId="24">
    <w:abstractNumId w:val="11"/>
  </w:num>
  <w:num w:numId="25">
    <w:abstractNumId w:val="5"/>
  </w:num>
  <w:num w:numId="26">
    <w:abstractNumId w:val="24"/>
  </w:num>
  <w:num w:numId="27">
    <w:abstractNumId w:val="22"/>
  </w:num>
  <w:num w:numId="28">
    <w:abstractNumId w:val="17"/>
  </w:num>
  <w:num w:numId="29">
    <w:abstractNumId w:val="4"/>
  </w:num>
  <w:num w:numId="30">
    <w:abstractNumId w:val="8"/>
  </w:num>
  <w:num w:numId="31">
    <w:abstractNumId w:val="6"/>
  </w:num>
  <w:num w:numId="32">
    <w:abstractNumId w:val="21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</w:docVars>
  <w:rsids>
    <w:rsidRoot w:val="00E65956"/>
    <w:rsid w:val="000135D9"/>
    <w:rsid w:val="00014ADE"/>
    <w:rsid w:val="0002233C"/>
    <w:rsid w:val="00026202"/>
    <w:rsid w:val="00044B5D"/>
    <w:rsid w:val="0005021E"/>
    <w:rsid w:val="00051122"/>
    <w:rsid w:val="00063107"/>
    <w:rsid w:val="000635EC"/>
    <w:rsid w:val="00066FC4"/>
    <w:rsid w:val="000701AF"/>
    <w:rsid w:val="00075502"/>
    <w:rsid w:val="00084004"/>
    <w:rsid w:val="00085FDB"/>
    <w:rsid w:val="000A558C"/>
    <w:rsid w:val="000B051E"/>
    <w:rsid w:val="000B62EE"/>
    <w:rsid w:val="000B7C9D"/>
    <w:rsid w:val="000D1CD5"/>
    <w:rsid w:val="000D4AA1"/>
    <w:rsid w:val="000E250B"/>
    <w:rsid w:val="000E7117"/>
    <w:rsid w:val="000F0E64"/>
    <w:rsid w:val="000F37B1"/>
    <w:rsid w:val="000F46C3"/>
    <w:rsid w:val="001066E3"/>
    <w:rsid w:val="00126594"/>
    <w:rsid w:val="001351A3"/>
    <w:rsid w:val="0017526A"/>
    <w:rsid w:val="001760DD"/>
    <w:rsid w:val="001804F9"/>
    <w:rsid w:val="00193121"/>
    <w:rsid w:val="001B0378"/>
    <w:rsid w:val="001B785E"/>
    <w:rsid w:val="001C2827"/>
    <w:rsid w:val="001C6D73"/>
    <w:rsid w:val="001E32B2"/>
    <w:rsid w:val="001E3F88"/>
    <w:rsid w:val="002019BE"/>
    <w:rsid w:val="002054A8"/>
    <w:rsid w:val="002108D8"/>
    <w:rsid w:val="00212819"/>
    <w:rsid w:val="002160AA"/>
    <w:rsid w:val="00233B17"/>
    <w:rsid w:val="00241433"/>
    <w:rsid w:val="00252FED"/>
    <w:rsid w:val="002546FB"/>
    <w:rsid w:val="00254860"/>
    <w:rsid w:val="002808B6"/>
    <w:rsid w:val="00286407"/>
    <w:rsid w:val="00291E7B"/>
    <w:rsid w:val="002932AE"/>
    <w:rsid w:val="002A6524"/>
    <w:rsid w:val="002C3B3E"/>
    <w:rsid w:val="002D7C58"/>
    <w:rsid w:val="00303A4A"/>
    <w:rsid w:val="003148C6"/>
    <w:rsid w:val="00333535"/>
    <w:rsid w:val="00340678"/>
    <w:rsid w:val="00342BBA"/>
    <w:rsid w:val="00367F1A"/>
    <w:rsid w:val="003719F5"/>
    <w:rsid w:val="00375097"/>
    <w:rsid w:val="0038026B"/>
    <w:rsid w:val="003A4E03"/>
    <w:rsid w:val="003A6B2B"/>
    <w:rsid w:val="003A743F"/>
    <w:rsid w:val="003B2160"/>
    <w:rsid w:val="003B2804"/>
    <w:rsid w:val="003B2B39"/>
    <w:rsid w:val="003D0D67"/>
    <w:rsid w:val="003D2626"/>
    <w:rsid w:val="003D5EE2"/>
    <w:rsid w:val="003D6D11"/>
    <w:rsid w:val="003E6517"/>
    <w:rsid w:val="003E673D"/>
    <w:rsid w:val="00401131"/>
    <w:rsid w:val="0041392A"/>
    <w:rsid w:val="0041642B"/>
    <w:rsid w:val="004240B0"/>
    <w:rsid w:val="00427797"/>
    <w:rsid w:val="004354D2"/>
    <w:rsid w:val="004519E4"/>
    <w:rsid w:val="004634D9"/>
    <w:rsid w:val="0047073F"/>
    <w:rsid w:val="004721E1"/>
    <w:rsid w:val="00473646"/>
    <w:rsid w:val="0048039B"/>
    <w:rsid w:val="004811CF"/>
    <w:rsid w:val="00491758"/>
    <w:rsid w:val="0049559C"/>
    <w:rsid w:val="004A28BA"/>
    <w:rsid w:val="004B18F8"/>
    <w:rsid w:val="004F7255"/>
    <w:rsid w:val="0052327A"/>
    <w:rsid w:val="00544A24"/>
    <w:rsid w:val="005507A2"/>
    <w:rsid w:val="0055335E"/>
    <w:rsid w:val="005549D1"/>
    <w:rsid w:val="00566883"/>
    <w:rsid w:val="00590458"/>
    <w:rsid w:val="00590F38"/>
    <w:rsid w:val="005915E0"/>
    <w:rsid w:val="00596168"/>
    <w:rsid w:val="0059757A"/>
    <w:rsid w:val="005B1554"/>
    <w:rsid w:val="005B5541"/>
    <w:rsid w:val="005D68A3"/>
    <w:rsid w:val="005F2743"/>
    <w:rsid w:val="005F586A"/>
    <w:rsid w:val="006141B2"/>
    <w:rsid w:val="00616E52"/>
    <w:rsid w:val="006264FF"/>
    <w:rsid w:val="006363AB"/>
    <w:rsid w:val="00646DAB"/>
    <w:rsid w:val="00650399"/>
    <w:rsid w:val="00650ABF"/>
    <w:rsid w:val="00665B82"/>
    <w:rsid w:val="00697EC8"/>
    <w:rsid w:val="006A0819"/>
    <w:rsid w:val="006B1F5B"/>
    <w:rsid w:val="006C46D7"/>
    <w:rsid w:val="006C6A25"/>
    <w:rsid w:val="006C6D65"/>
    <w:rsid w:val="006D0998"/>
    <w:rsid w:val="006D1CAE"/>
    <w:rsid w:val="006D4D17"/>
    <w:rsid w:val="006F57CB"/>
    <w:rsid w:val="007019FC"/>
    <w:rsid w:val="00704B5F"/>
    <w:rsid w:val="00705336"/>
    <w:rsid w:val="007240E0"/>
    <w:rsid w:val="00724801"/>
    <w:rsid w:val="0072516E"/>
    <w:rsid w:val="007421DF"/>
    <w:rsid w:val="007563CD"/>
    <w:rsid w:val="00761403"/>
    <w:rsid w:val="0078654F"/>
    <w:rsid w:val="007976A5"/>
    <w:rsid w:val="007A180D"/>
    <w:rsid w:val="007B1410"/>
    <w:rsid w:val="007B729F"/>
    <w:rsid w:val="007B73FA"/>
    <w:rsid w:val="007C501F"/>
    <w:rsid w:val="007C7C17"/>
    <w:rsid w:val="007E2E72"/>
    <w:rsid w:val="008220BC"/>
    <w:rsid w:val="00822D1A"/>
    <w:rsid w:val="008236A8"/>
    <w:rsid w:val="00824914"/>
    <w:rsid w:val="00840BD4"/>
    <w:rsid w:val="0086530C"/>
    <w:rsid w:val="008965D1"/>
    <w:rsid w:val="008B6DC3"/>
    <w:rsid w:val="008C1C3A"/>
    <w:rsid w:val="008C5C75"/>
    <w:rsid w:val="008D2767"/>
    <w:rsid w:val="008E14F4"/>
    <w:rsid w:val="008F135B"/>
    <w:rsid w:val="008F7716"/>
    <w:rsid w:val="00911BD5"/>
    <w:rsid w:val="009128C7"/>
    <w:rsid w:val="00912F06"/>
    <w:rsid w:val="00925EF4"/>
    <w:rsid w:val="0094113A"/>
    <w:rsid w:val="00946B40"/>
    <w:rsid w:val="00950873"/>
    <w:rsid w:val="009517FA"/>
    <w:rsid w:val="009719CA"/>
    <w:rsid w:val="00973D30"/>
    <w:rsid w:val="00975C6B"/>
    <w:rsid w:val="00982C8B"/>
    <w:rsid w:val="009A2079"/>
    <w:rsid w:val="009B54B3"/>
    <w:rsid w:val="009D01E2"/>
    <w:rsid w:val="009E6684"/>
    <w:rsid w:val="009E7C2C"/>
    <w:rsid w:val="009F331C"/>
    <w:rsid w:val="009F64E8"/>
    <w:rsid w:val="009F69A8"/>
    <w:rsid w:val="00A1036A"/>
    <w:rsid w:val="00A12765"/>
    <w:rsid w:val="00A12C48"/>
    <w:rsid w:val="00A13D27"/>
    <w:rsid w:val="00A16E31"/>
    <w:rsid w:val="00A20803"/>
    <w:rsid w:val="00A20BC6"/>
    <w:rsid w:val="00A2794B"/>
    <w:rsid w:val="00A47D81"/>
    <w:rsid w:val="00A56256"/>
    <w:rsid w:val="00A81615"/>
    <w:rsid w:val="00A8235D"/>
    <w:rsid w:val="00A86C28"/>
    <w:rsid w:val="00A915FB"/>
    <w:rsid w:val="00A92995"/>
    <w:rsid w:val="00AA5415"/>
    <w:rsid w:val="00AB3AD1"/>
    <w:rsid w:val="00AC2926"/>
    <w:rsid w:val="00AC3453"/>
    <w:rsid w:val="00AD32D1"/>
    <w:rsid w:val="00AE651C"/>
    <w:rsid w:val="00AF263A"/>
    <w:rsid w:val="00B15106"/>
    <w:rsid w:val="00B45E4C"/>
    <w:rsid w:val="00B708A6"/>
    <w:rsid w:val="00B72F28"/>
    <w:rsid w:val="00B74A40"/>
    <w:rsid w:val="00B77454"/>
    <w:rsid w:val="00BA0DF4"/>
    <w:rsid w:val="00BA3925"/>
    <w:rsid w:val="00BB539C"/>
    <w:rsid w:val="00BB654B"/>
    <w:rsid w:val="00BB72BE"/>
    <w:rsid w:val="00BC4357"/>
    <w:rsid w:val="00BD4531"/>
    <w:rsid w:val="00BE4BF3"/>
    <w:rsid w:val="00C01803"/>
    <w:rsid w:val="00C113FF"/>
    <w:rsid w:val="00C23468"/>
    <w:rsid w:val="00C25297"/>
    <w:rsid w:val="00C4259A"/>
    <w:rsid w:val="00C54728"/>
    <w:rsid w:val="00C6067C"/>
    <w:rsid w:val="00C60872"/>
    <w:rsid w:val="00C81A36"/>
    <w:rsid w:val="00C917B4"/>
    <w:rsid w:val="00C92F48"/>
    <w:rsid w:val="00C94373"/>
    <w:rsid w:val="00C9446B"/>
    <w:rsid w:val="00C94E92"/>
    <w:rsid w:val="00C96C7B"/>
    <w:rsid w:val="00CA06DE"/>
    <w:rsid w:val="00CA3FEC"/>
    <w:rsid w:val="00CA4F12"/>
    <w:rsid w:val="00CD0E99"/>
    <w:rsid w:val="00CD1E47"/>
    <w:rsid w:val="00CD2AE7"/>
    <w:rsid w:val="00CE4943"/>
    <w:rsid w:val="00CF2F18"/>
    <w:rsid w:val="00CF69FD"/>
    <w:rsid w:val="00D02CC2"/>
    <w:rsid w:val="00D045F6"/>
    <w:rsid w:val="00D04A2E"/>
    <w:rsid w:val="00D04EE2"/>
    <w:rsid w:val="00D10487"/>
    <w:rsid w:val="00D24CBB"/>
    <w:rsid w:val="00D541BC"/>
    <w:rsid w:val="00D5564D"/>
    <w:rsid w:val="00D714D5"/>
    <w:rsid w:val="00D71C4A"/>
    <w:rsid w:val="00D749E8"/>
    <w:rsid w:val="00D77486"/>
    <w:rsid w:val="00D82250"/>
    <w:rsid w:val="00D90AA6"/>
    <w:rsid w:val="00DA3270"/>
    <w:rsid w:val="00DA566F"/>
    <w:rsid w:val="00DC549B"/>
    <w:rsid w:val="00DC5EAB"/>
    <w:rsid w:val="00DC7E15"/>
    <w:rsid w:val="00DE4522"/>
    <w:rsid w:val="00DF2A2C"/>
    <w:rsid w:val="00E01D3F"/>
    <w:rsid w:val="00E23CE0"/>
    <w:rsid w:val="00E41AA1"/>
    <w:rsid w:val="00E420E7"/>
    <w:rsid w:val="00E51DED"/>
    <w:rsid w:val="00E55CC2"/>
    <w:rsid w:val="00E60B90"/>
    <w:rsid w:val="00E65956"/>
    <w:rsid w:val="00E84286"/>
    <w:rsid w:val="00E85374"/>
    <w:rsid w:val="00E87FDF"/>
    <w:rsid w:val="00E904DF"/>
    <w:rsid w:val="00E92147"/>
    <w:rsid w:val="00E95582"/>
    <w:rsid w:val="00EB1313"/>
    <w:rsid w:val="00EC0CDB"/>
    <w:rsid w:val="00EC431E"/>
    <w:rsid w:val="00EE23C0"/>
    <w:rsid w:val="00EE25B5"/>
    <w:rsid w:val="00F05116"/>
    <w:rsid w:val="00F52682"/>
    <w:rsid w:val="00F623E7"/>
    <w:rsid w:val="00F62E2B"/>
    <w:rsid w:val="00F872A7"/>
    <w:rsid w:val="00F912C1"/>
    <w:rsid w:val="00F91478"/>
    <w:rsid w:val="00F97082"/>
    <w:rsid w:val="00F97C89"/>
    <w:rsid w:val="00FA27B3"/>
    <w:rsid w:val="00FB5CE8"/>
    <w:rsid w:val="00FC4DEB"/>
    <w:rsid w:val="00FC6BEB"/>
    <w:rsid w:val="00FD6827"/>
    <w:rsid w:val="00FD72FC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  <w:uiPriority w:val="99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paragraph" w:styleId="Funotentext">
    <w:name w:val="footnote text"/>
    <w:basedOn w:val="Standard"/>
    <w:link w:val="FunotentextZchn"/>
    <w:uiPriority w:val="99"/>
    <w:unhideWhenUsed/>
    <w:rsid w:val="00590458"/>
    <w:rPr>
      <w:rFonts w:asciiTheme="minorHAnsi" w:eastAsiaTheme="minorHAnsi" w:hAnsiTheme="minorHAnsi" w:cstheme="minorBidi"/>
      <w:sz w:val="20"/>
      <w:szCs w:val="20"/>
      <w:lang w:val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590458"/>
    <w:rPr>
      <w:rFonts w:asciiTheme="minorHAnsi" w:eastAsiaTheme="minorHAnsi" w:hAnsiTheme="minorHAnsi" w:cstheme="minorBidi"/>
      <w:lang w:eastAsia="en-US"/>
    </w:rPr>
  </w:style>
  <w:style w:type="character" w:styleId="Funotenzeichen">
    <w:name w:val="footnote reference"/>
    <w:basedOn w:val="Absatz-Standardschriftart"/>
    <w:uiPriority w:val="99"/>
    <w:unhideWhenUsed/>
    <w:rsid w:val="0059045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23C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  <w:uiPriority w:val="99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paragraph" w:styleId="Funotentext">
    <w:name w:val="footnote text"/>
    <w:basedOn w:val="Standard"/>
    <w:link w:val="FunotentextZchn"/>
    <w:uiPriority w:val="99"/>
    <w:unhideWhenUsed/>
    <w:rsid w:val="00590458"/>
    <w:rPr>
      <w:rFonts w:asciiTheme="minorHAnsi" w:eastAsiaTheme="minorHAnsi" w:hAnsiTheme="minorHAnsi" w:cstheme="minorBidi"/>
      <w:sz w:val="20"/>
      <w:szCs w:val="20"/>
      <w:lang w:val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590458"/>
    <w:rPr>
      <w:rFonts w:asciiTheme="minorHAnsi" w:eastAsiaTheme="minorHAnsi" w:hAnsiTheme="minorHAnsi" w:cstheme="minorBidi"/>
      <w:lang w:eastAsia="en-US"/>
    </w:rPr>
  </w:style>
  <w:style w:type="character" w:styleId="Funotenzeichen">
    <w:name w:val="footnote reference"/>
    <w:basedOn w:val="Absatz-Standardschriftart"/>
    <w:uiPriority w:val="99"/>
    <w:unhideWhenUsed/>
    <w:rsid w:val="00590458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23C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7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74E13-CE05-44E3-A15A-E15586C60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8</cp:revision>
  <cp:lastPrinted>2014-12-18T11:55:00Z</cp:lastPrinted>
  <dcterms:created xsi:type="dcterms:W3CDTF">2015-05-27T13:46:00Z</dcterms:created>
  <dcterms:modified xsi:type="dcterms:W3CDTF">2015-05-28T08:49:00Z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